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AFFB0" w14:textId="4059B869" w:rsidR="00B16532" w:rsidRPr="008C2F53" w:rsidRDefault="00B16532" w:rsidP="00B16532">
      <w:pPr>
        <w:pStyle w:val="1"/>
        <w:jc w:val="right"/>
        <w:rPr>
          <w:rFonts w:ascii="Times New Roman" w:hAnsi="Times New Roman"/>
          <w:kern w:val="0"/>
          <w:sz w:val="20"/>
        </w:rPr>
      </w:pPr>
      <w:r w:rsidRPr="008C2F53">
        <w:rPr>
          <w:rFonts w:ascii="Times New Roman" w:hAnsi="Times New Roman"/>
          <w:kern w:val="0"/>
          <w:sz w:val="20"/>
        </w:rPr>
        <w:t>Приложение № 1</w:t>
      </w:r>
    </w:p>
    <w:p w14:paraId="1DAFD0CA" w14:textId="77777777" w:rsidR="00B16532" w:rsidRPr="004561D6" w:rsidRDefault="00B16532" w:rsidP="00B16532">
      <w:pPr>
        <w:rPr>
          <w:sz w:val="10"/>
          <w:szCs w:val="20"/>
        </w:rPr>
      </w:pPr>
    </w:p>
    <w:p w14:paraId="7CE9A4A7" w14:textId="77777777" w:rsidR="00B16532" w:rsidRPr="004561D6" w:rsidRDefault="00B16532" w:rsidP="00B16532">
      <w:pPr>
        <w:keepNext/>
        <w:jc w:val="center"/>
        <w:outlineLvl w:val="0"/>
        <w:rPr>
          <w:b/>
          <w:szCs w:val="20"/>
        </w:rPr>
      </w:pPr>
      <w:r w:rsidRPr="004561D6">
        <w:rPr>
          <w:b/>
          <w:szCs w:val="20"/>
        </w:rPr>
        <w:t xml:space="preserve">ПЕРЕЧЕНЬ АДМИНИСТРАТИВНО-ТЕРРИТОРИАЛЬНЫХ ИЗМЕНЕНИЙ </w:t>
      </w:r>
    </w:p>
    <w:p w14:paraId="2A5EA19E" w14:textId="77777777" w:rsidR="00B16532" w:rsidRPr="004561D6" w:rsidRDefault="00B16532" w:rsidP="00B16532">
      <w:pPr>
        <w:keepNext/>
        <w:jc w:val="center"/>
        <w:outlineLvl w:val="0"/>
        <w:rPr>
          <w:b/>
          <w:szCs w:val="20"/>
        </w:rPr>
      </w:pPr>
      <w:r w:rsidRPr="004561D6">
        <w:rPr>
          <w:b/>
          <w:szCs w:val="20"/>
        </w:rPr>
        <w:t>МЕЖДУ ПЕРЕПИСЯМИ НАСЕЛЕНИЯ 1959-2022гг.</w:t>
      </w:r>
    </w:p>
    <w:p w14:paraId="0B6AE31F" w14:textId="77777777" w:rsidR="00B16532" w:rsidRPr="004561D6" w:rsidRDefault="00B16532" w:rsidP="00B16532">
      <w:pPr>
        <w:rPr>
          <w:sz w:val="10"/>
          <w:szCs w:val="20"/>
        </w:rPr>
      </w:pPr>
    </w:p>
    <w:p w14:paraId="1E97E2FF" w14:textId="77777777" w:rsidR="00B16532" w:rsidRPr="004561D6" w:rsidRDefault="00B16532" w:rsidP="00B16532">
      <w:pPr>
        <w:rPr>
          <w:sz w:val="1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4"/>
        <w:gridCol w:w="1134"/>
        <w:gridCol w:w="6804"/>
      </w:tblGrid>
      <w:tr w:rsidR="00B16532" w:rsidRPr="004561D6" w14:paraId="0A953DF0" w14:textId="77777777" w:rsidTr="00881BC3">
        <w:trPr>
          <w:trHeight w:val="469"/>
          <w:tblHeader/>
        </w:trPr>
        <w:tc>
          <w:tcPr>
            <w:tcW w:w="1809" w:type="dxa"/>
            <w:tcBorders>
              <w:left w:val="nil"/>
              <w:bottom w:val="single" w:sz="4" w:space="0" w:color="auto"/>
            </w:tcBorders>
            <w:vAlign w:val="center"/>
          </w:tcPr>
          <w:p w14:paraId="43EC1618" w14:textId="77777777" w:rsidR="00B16532" w:rsidRPr="004561D6" w:rsidRDefault="00B16532" w:rsidP="00B16532">
            <w:pPr>
              <w:jc w:val="center"/>
              <w:rPr>
                <w:sz w:val="16"/>
                <w:szCs w:val="20"/>
              </w:rPr>
            </w:pPr>
            <w:r w:rsidRPr="004561D6">
              <w:rPr>
                <w:sz w:val="16"/>
                <w:szCs w:val="20"/>
              </w:rPr>
              <w:t xml:space="preserve">Наименование </w:t>
            </w:r>
          </w:p>
          <w:p w14:paraId="53187F2B" w14:textId="77777777" w:rsidR="00B16532" w:rsidRPr="004561D6" w:rsidRDefault="00B16532" w:rsidP="00B16532">
            <w:pPr>
              <w:jc w:val="center"/>
              <w:rPr>
                <w:sz w:val="16"/>
                <w:szCs w:val="20"/>
              </w:rPr>
            </w:pPr>
            <w:r w:rsidRPr="004561D6">
              <w:rPr>
                <w:sz w:val="16"/>
                <w:szCs w:val="20"/>
              </w:rPr>
              <w:t>территории</w:t>
            </w:r>
          </w:p>
        </w:tc>
        <w:tc>
          <w:tcPr>
            <w:tcW w:w="1168" w:type="dxa"/>
            <w:gridSpan w:val="2"/>
            <w:tcBorders>
              <w:bottom w:val="single" w:sz="4" w:space="0" w:color="auto"/>
            </w:tcBorders>
            <w:vAlign w:val="center"/>
          </w:tcPr>
          <w:p w14:paraId="6DD37666" w14:textId="35BF12D6" w:rsidR="00B16532" w:rsidRPr="004561D6" w:rsidRDefault="00695B1D" w:rsidP="00B16532">
            <w:pPr>
              <w:jc w:val="center"/>
              <w:rPr>
                <w:sz w:val="16"/>
                <w:szCs w:val="20"/>
              </w:rPr>
            </w:pPr>
            <w:r w:rsidRPr="004561D6">
              <w:rPr>
                <w:sz w:val="16"/>
                <w:szCs w:val="20"/>
              </w:rPr>
              <w:t>Дата и №</w:t>
            </w:r>
            <w:r w:rsidR="00B16532" w:rsidRPr="004561D6">
              <w:rPr>
                <w:sz w:val="16"/>
                <w:szCs w:val="20"/>
              </w:rPr>
              <w:t xml:space="preserve"> документа</w:t>
            </w:r>
          </w:p>
        </w:tc>
        <w:tc>
          <w:tcPr>
            <w:tcW w:w="6804" w:type="dxa"/>
            <w:tcBorders>
              <w:bottom w:val="single" w:sz="4" w:space="0" w:color="auto"/>
              <w:right w:val="nil"/>
            </w:tcBorders>
            <w:vAlign w:val="center"/>
          </w:tcPr>
          <w:p w14:paraId="647228D4" w14:textId="184946CA" w:rsidR="00B16532" w:rsidRPr="004561D6" w:rsidRDefault="00B16532" w:rsidP="000D5468">
            <w:pPr>
              <w:jc w:val="center"/>
              <w:rPr>
                <w:sz w:val="16"/>
                <w:szCs w:val="20"/>
              </w:rPr>
            </w:pPr>
            <w:r w:rsidRPr="004561D6">
              <w:rPr>
                <w:sz w:val="16"/>
                <w:szCs w:val="20"/>
              </w:rPr>
              <w:t xml:space="preserve">Содержание </w:t>
            </w:r>
            <w:r w:rsidR="00695B1D" w:rsidRPr="004561D6">
              <w:rPr>
                <w:sz w:val="16"/>
                <w:szCs w:val="20"/>
              </w:rPr>
              <w:t>законодательного акта</w:t>
            </w:r>
          </w:p>
        </w:tc>
      </w:tr>
      <w:tr w:rsidR="00B16532" w:rsidRPr="004561D6" w14:paraId="111E4225" w14:textId="77777777" w:rsidTr="00881BC3">
        <w:trPr>
          <w:trHeight w:val="122"/>
          <w:tblHeader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75C96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C2426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C39454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</w:tr>
      <w:tr w:rsidR="00B16532" w:rsidRPr="004561D6" w14:paraId="0E85FEB1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DC40EF" w14:textId="77777777" w:rsidR="00B16532" w:rsidRPr="004561D6" w:rsidRDefault="00B16532" w:rsidP="00B16532">
            <w:pPr>
              <w:jc w:val="center"/>
              <w:rPr>
                <w:b/>
                <w:szCs w:val="20"/>
              </w:rPr>
            </w:pPr>
            <w:r w:rsidRPr="004561D6">
              <w:rPr>
                <w:b/>
                <w:szCs w:val="20"/>
              </w:rPr>
              <w:t>Изменения в административно-территориальном устройстве страны за 1959-1969гг.</w:t>
            </w:r>
          </w:p>
          <w:p w14:paraId="2CB3F33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4756D7B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58875E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Киргизская ССР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F580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05.12.1936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81318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Киргизская Советская Социалистическая Республика (Киргизская ССР).</w:t>
            </w:r>
          </w:p>
        </w:tc>
      </w:tr>
      <w:tr w:rsidR="00B16532" w:rsidRPr="004561D6" w14:paraId="3BFBE7E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9EA47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Джалал-Абадская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7E49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21.11.1939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A91E4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Образована Джалал-Абадская область в Киргизской ССР. </w:t>
            </w:r>
          </w:p>
        </w:tc>
      </w:tr>
      <w:tr w:rsidR="00B16532" w:rsidRPr="004561D6" w14:paraId="65D3B23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9FB8B4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A721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B97B3A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Упразднена Джалал-Абадская область и передана в существующих границах в состав Ошской области.</w:t>
            </w:r>
          </w:p>
        </w:tc>
      </w:tr>
      <w:tr w:rsidR="00B16532" w:rsidRPr="004561D6" w14:paraId="7D03767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56973DA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E33A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6190F9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21B3CD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8E4EDE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Иссык-Кульская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6963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21.11.1939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33CE49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Иссык-Кульская область в Киргизской ССР.</w:t>
            </w:r>
          </w:p>
        </w:tc>
      </w:tr>
      <w:tr w:rsidR="00B16532" w:rsidRPr="004561D6" w14:paraId="5569C6A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F8F95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2492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43D797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Упразднена Иссык-Кульская область и передана в существующих границах непосредственно в подчинение республиканским органам.</w:t>
            </w:r>
          </w:p>
        </w:tc>
      </w:tr>
      <w:tr w:rsidR="00B16532" w:rsidRPr="004561D6" w14:paraId="0E1B2BD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F81C7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8C27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11.12.1970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FA3DA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Вновь образована Иссык-Кульская область в Киргизской ССР.</w:t>
            </w:r>
          </w:p>
        </w:tc>
      </w:tr>
      <w:tr w:rsidR="00B16532" w:rsidRPr="004561D6" w14:paraId="77D2DA57" w14:textId="77777777" w:rsidTr="00881BC3">
        <w:trPr>
          <w:trHeight w:val="22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36ED07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F755E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86435B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C1BECE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0F251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Нарынская </w:t>
            </w:r>
          </w:p>
          <w:p w14:paraId="330F4D0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C009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11.12.1970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080111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Нарынская область в Киргизской ССР.</w:t>
            </w:r>
          </w:p>
        </w:tc>
      </w:tr>
      <w:tr w:rsidR="00B16532" w:rsidRPr="004561D6" w14:paraId="1784C50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5D36EF" w14:textId="77777777" w:rsidR="00B16532" w:rsidRPr="004561D6" w:rsidRDefault="00B16532" w:rsidP="00B16532">
            <w:pPr>
              <w:keepNext/>
              <w:outlineLvl w:val="1"/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1574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4DFA36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AAD9F0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B878E75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Ошская 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1147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21.11.1939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F2A092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Ошская область в Киргизской ССР.</w:t>
            </w:r>
          </w:p>
        </w:tc>
      </w:tr>
      <w:tr w:rsidR="00B16532" w:rsidRPr="004561D6" w14:paraId="62611A2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BB313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C5BC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3AD09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Объединена Ошская область с Джалал-Абадской в единую Ошскую область.</w:t>
            </w:r>
          </w:p>
        </w:tc>
      </w:tr>
      <w:tr w:rsidR="00B16532" w:rsidRPr="004561D6" w14:paraId="3188F60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23445B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2921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8C0AD8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EBE789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E536A85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Тянь-Шаньская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A537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21.11.1939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D0223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Тянь-Шаньская область в Киргизской ССР.</w:t>
            </w:r>
          </w:p>
        </w:tc>
      </w:tr>
      <w:tr w:rsidR="00B16532" w:rsidRPr="004561D6" w14:paraId="02701C4A" w14:textId="77777777" w:rsidTr="00881BC3">
        <w:trPr>
          <w:trHeight w:val="45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25316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5934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513BC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Упразднена Тянь-Шаньская область и передана в существующих границах непосредственно в подчинение республиканским органам.</w:t>
            </w:r>
          </w:p>
        </w:tc>
      </w:tr>
      <w:tr w:rsidR="00B16532" w:rsidRPr="004561D6" w14:paraId="593A365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F9FD4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56D3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EB0C0D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7CBC282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43D63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Фрунзенская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CD1D2" w14:textId="77777777" w:rsidR="00B16532" w:rsidRPr="004561D6" w:rsidRDefault="00B16532" w:rsidP="00B16532">
            <w:pPr>
              <w:rPr>
                <w:sz w:val="20"/>
                <w:szCs w:val="20"/>
                <w:highlight w:val="yellow"/>
              </w:rPr>
            </w:pPr>
            <w:r w:rsidRPr="004561D6">
              <w:rPr>
                <w:sz w:val="20"/>
                <w:szCs w:val="20"/>
              </w:rPr>
              <w:t>21.11.1939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18A2BB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Фрунзенская область в Киргизской ССР.</w:t>
            </w:r>
          </w:p>
        </w:tc>
      </w:tr>
      <w:tr w:rsidR="00B16532" w:rsidRPr="004561D6" w14:paraId="0739C5B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5D591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01AE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83FAC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Упразднена Фрунзенская область и передана в подчинение республиканским органам.</w:t>
            </w:r>
          </w:p>
        </w:tc>
      </w:tr>
      <w:tr w:rsidR="00B16532" w:rsidRPr="004561D6" w14:paraId="78510FB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E62FA9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5198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21F8C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1EE8060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D4558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Фрунзе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17CCC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1878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7D81C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r w:rsidRPr="004561D6">
              <w:rPr>
                <w:bCs/>
                <w:sz w:val="20"/>
                <w:szCs w:val="20"/>
              </w:rPr>
              <w:t>город Фрунзе</w:t>
            </w:r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0118B1D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3B515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C75E8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13.07.1959 и 04.08.1959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F34366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Cs/>
                <w:sz w:val="20"/>
                <w:szCs w:val="20"/>
              </w:rPr>
              <w:t xml:space="preserve">В </w:t>
            </w:r>
            <w:r w:rsidRPr="004561D6">
              <w:rPr>
                <w:sz w:val="20"/>
                <w:szCs w:val="20"/>
              </w:rPr>
              <w:t xml:space="preserve">административное подчинение </w:t>
            </w:r>
            <w:r w:rsidRPr="004561D6">
              <w:rPr>
                <w:bCs/>
                <w:sz w:val="20"/>
                <w:szCs w:val="20"/>
              </w:rPr>
              <w:t>города Фрунзе п</w:t>
            </w:r>
            <w:r w:rsidRPr="004561D6">
              <w:rPr>
                <w:sz w:val="20"/>
                <w:szCs w:val="20"/>
              </w:rPr>
              <w:t xml:space="preserve">ереданы из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часть села </w:t>
            </w:r>
            <w:proofErr w:type="spellStart"/>
            <w:r w:rsidRPr="004561D6">
              <w:rPr>
                <w:sz w:val="20"/>
                <w:szCs w:val="20"/>
              </w:rPr>
              <w:t>Аламедин</w:t>
            </w:r>
            <w:proofErr w:type="spellEnd"/>
            <w:r w:rsidRPr="004561D6">
              <w:rPr>
                <w:sz w:val="20"/>
                <w:szCs w:val="20"/>
              </w:rPr>
              <w:t xml:space="preserve"> и Ново-Павловский кирпичный завод.</w:t>
            </w:r>
          </w:p>
        </w:tc>
      </w:tr>
      <w:tr w:rsidR="00B16532" w:rsidRPr="004561D6" w14:paraId="60BFBB87" w14:textId="77777777" w:rsidTr="00881BC3">
        <w:trPr>
          <w:trHeight w:val="10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6C42F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1520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1C57FAD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F01AC1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68A264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B2B6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23.09.1961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ED4F2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Cs/>
                <w:sz w:val="20"/>
                <w:szCs w:val="20"/>
              </w:rPr>
              <w:t xml:space="preserve">В </w:t>
            </w:r>
            <w:r w:rsidRPr="004561D6">
              <w:rPr>
                <w:sz w:val="20"/>
                <w:szCs w:val="20"/>
              </w:rPr>
              <w:t xml:space="preserve">административное подчинение </w:t>
            </w:r>
            <w:r w:rsidRPr="004561D6">
              <w:rPr>
                <w:bCs/>
                <w:sz w:val="20"/>
                <w:szCs w:val="20"/>
              </w:rPr>
              <w:t>города Фрунзе п</w:t>
            </w:r>
            <w:r w:rsidRPr="004561D6">
              <w:rPr>
                <w:sz w:val="20"/>
                <w:szCs w:val="20"/>
              </w:rPr>
              <w:t xml:space="preserve">ереданы из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часть села </w:t>
            </w:r>
            <w:proofErr w:type="spellStart"/>
            <w:r w:rsidRPr="004561D6">
              <w:rPr>
                <w:sz w:val="20"/>
                <w:szCs w:val="20"/>
              </w:rPr>
              <w:t>Аламедин</w:t>
            </w:r>
            <w:proofErr w:type="spellEnd"/>
            <w:r w:rsidRPr="004561D6">
              <w:rPr>
                <w:sz w:val="20"/>
                <w:szCs w:val="20"/>
              </w:rPr>
              <w:t>, из Кызыл-</w:t>
            </w:r>
            <w:proofErr w:type="spellStart"/>
            <w:r w:rsidRPr="004561D6">
              <w:rPr>
                <w:sz w:val="20"/>
                <w:szCs w:val="20"/>
              </w:rPr>
              <w:t>Аскерского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совета - села Привокзальное, Кызыл-Аскер и другие населенные пункты.</w:t>
            </w:r>
          </w:p>
        </w:tc>
      </w:tr>
      <w:tr w:rsidR="00B16532" w:rsidRPr="004561D6" w14:paraId="7F1D1C6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E338E9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17B7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D194FF3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06296EE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D88B3E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Районы республиканского подчинения</w:t>
            </w:r>
          </w:p>
        </w:tc>
      </w:tr>
      <w:tr w:rsidR="00B16532" w:rsidRPr="004561D6" w14:paraId="2892588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144CDE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CD00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5E62125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E15979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15B86A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Районы</w:t>
            </w:r>
          </w:p>
          <w:p w14:paraId="7F49199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республи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-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8ACA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B425A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Образованы районы республиканского подчинения. </w:t>
            </w:r>
          </w:p>
        </w:tc>
      </w:tr>
      <w:tr w:rsidR="00B16532" w:rsidRPr="004561D6" w14:paraId="6212CE7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64612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канского</w:t>
            </w:r>
          </w:p>
          <w:p w14:paraId="6EEF057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подчинения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1248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D2625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 состав районов республиканского подчинения присоединены районы Тянь-Шаньской области при ее упразднении.</w:t>
            </w:r>
          </w:p>
        </w:tc>
      </w:tr>
      <w:tr w:rsidR="00B16532" w:rsidRPr="004561D6" w14:paraId="2BEA302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6885E1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D5EAF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276355F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DB91B2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468D0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779C3FB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Пржевальск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566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72D74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административное подчинение горсовета Пржевальск вошли город      Пржевальск, поселки городского типа (пгт.) Пристань-Пржевальск и             Ак-Булак. </w:t>
            </w:r>
          </w:p>
        </w:tc>
      </w:tr>
      <w:tr w:rsidR="00B16532" w:rsidRPr="004561D6" w14:paraId="066B3BA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152892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4274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30.09.1964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B43E31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административное подчинение Пржевальскому горсовету передан населенный пункт Джергалан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отнесен к категории пгт. с       сохранением его прежнего наименования. </w:t>
            </w:r>
          </w:p>
        </w:tc>
      </w:tr>
      <w:tr w:rsidR="00B16532" w:rsidRPr="004561D6" w14:paraId="1285E60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DC30C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874E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BA5CC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Ак-Булак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2670DE9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5D5988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9E0B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3EAC9D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77FD31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186C12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6AF6DC3B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Рыбачье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BC0A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CA1B2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Рыбачинскому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 передан пгт. Орто-Токой из </w:t>
            </w:r>
            <w:proofErr w:type="spellStart"/>
            <w:r w:rsidRPr="004561D6">
              <w:rPr>
                <w:sz w:val="20"/>
                <w:szCs w:val="20"/>
              </w:rPr>
              <w:t>Балыкчинского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7D24CFE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D2479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0453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16.10.1963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63C2A0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Рыбачинскому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 передан пгт.      </w:t>
            </w:r>
            <w:proofErr w:type="spellStart"/>
            <w:r w:rsidRPr="004561D6">
              <w:rPr>
                <w:sz w:val="20"/>
                <w:szCs w:val="20"/>
              </w:rPr>
              <w:t>Каджи</w:t>
            </w:r>
            <w:proofErr w:type="spellEnd"/>
            <w:r w:rsidRPr="004561D6">
              <w:rPr>
                <w:sz w:val="20"/>
                <w:szCs w:val="20"/>
              </w:rPr>
              <w:t xml:space="preserve">-Сай из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 xml:space="preserve">-Огузского района. </w:t>
            </w:r>
          </w:p>
        </w:tc>
      </w:tr>
      <w:tr w:rsidR="00B16532" w:rsidRPr="004561D6" w14:paraId="0D07303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848422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DAC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5BB49B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 пгт. Орто-Токой в состав Иссык-Кульского района; пгт. </w:t>
            </w:r>
            <w:proofErr w:type="spellStart"/>
            <w:r w:rsidRPr="004561D6">
              <w:rPr>
                <w:sz w:val="20"/>
                <w:szCs w:val="20"/>
              </w:rPr>
              <w:t>Каджи</w:t>
            </w:r>
            <w:proofErr w:type="spellEnd"/>
            <w:r w:rsidRPr="004561D6">
              <w:rPr>
                <w:sz w:val="20"/>
                <w:szCs w:val="20"/>
              </w:rPr>
              <w:t xml:space="preserve">-Сай – в состав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1131D4F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7D1A62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0809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17.12.1968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B1C07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Орто-Токой передан из Иссык-Кульского района 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Рыбачинскому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горсовету.</w:t>
            </w:r>
          </w:p>
        </w:tc>
      </w:tr>
      <w:tr w:rsidR="00B16532" w:rsidRPr="004561D6" w14:paraId="4BD148C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C4276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6328772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Токмак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0F49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64B06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 пгт. Октябрьский. Его территория передана городу Токмак. </w:t>
            </w:r>
          </w:p>
        </w:tc>
      </w:tr>
      <w:tr w:rsidR="00B16532" w:rsidRPr="004561D6" w14:paraId="1A856CD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6E295F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03F7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AF48B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горсовет Токмак, в административное подчинение которого переданы пгт. Ак-Тюз и пгт. </w:t>
            </w:r>
            <w:proofErr w:type="spellStart"/>
            <w:r w:rsidRPr="004561D6">
              <w:rPr>
                <w:sz w:val="20"/>
                <w:szCs w:val="20"/>
              </w:rPr>
              <w:t>Бордунский</w:t>
            </w:r>
            <w:proofErr w:type="spellEnd"/>
            <w:r w:rsidRPr="004561D6">
              <w:rPr>
                <w:sz w:val="20"/>
                <w:szCs w:val="20"/>
              </w:rPr>
              <w:t xml:space="preserve"> из Кеминского района.</w:t>
            </w:r>
          </w:p>
        </w:tc>
      </w:tr>
      <w:tr w:rsidR="00B16532" w:rsidRPr="004561D6" w14:paraId="18A1DA8B" w14:textId="77777777" w:rsidTr="00881BC3">
        <w:trPr>
          <w:trHeight w:val="4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AC942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B4F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ADE990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в состав вновь образованного Кеминского района пгт. Ак-Тюз и пгт. </w:t>
            </w:r>
            <w:proofErr w:type="spellStart"/>
            <w:r w:rsidRPr="004561D6">
              <w:rPr>
                <w:sz w:val="20"/>
                <w:szCs w:val="20"/>
              </w:rPr>
              <w:t>Бордунский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63FAE67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49CC0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517F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16.09.1936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015160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58E3BF0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68D1A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FCCC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07.04.1959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9F073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населенные пункты Маевка и </w:t>
            </w:r>
            <w:proofErr w:type="spellStart"/>
            <w:r w:rsidRPr="004561D6">
              <w:rPr>
                <w:sz w:val="20"/>
                <w:szCs w:val="20"/>
              </w:rPr>
              <w:t>Букатай</w:t>
            </w:r>
            <w:proofErr w:type="spellEnd"/>
            <w:r w:rsidRPr="004561D6">
              <w:rPr>
                <w:sz w:val="20"/>
                <w:szCs w:val="20"/>
              </w:rPr>
              <w:t xml:space="preserve"> присоединены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</w:p>
        </w:tc>
      </w:tr>
      <w:tr w:rsidR="00B16532" w:rsidRPr="004561D6" w14:paraId="710E88A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424AD3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4DA02" w14:textId="77777777" w:rsidR="00B16532" w:rsidRPr="004561D6" w:rsidRDefault="00B16532" w:rsidP="000D5468">
            <w:pPr>
              <w:jc w:val="center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13.07.1959 и 04.08.1959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0FC7B3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Часть села </w:t>
            </w:r>
            <w:proofErr w:type="spellStart"/>
            <w:r w:rsidRPr="004561D6">
              <w:rPr>
                <w:sz w:val="20"/>
                <w:szCs w:val="20"/>
              </w:rPr>
              <w:t>Аламедин</w:t>
            </w:r>
            <w:proofErr w:type="spellEnd"/>
            <w:r w:rsidRPr="004561D6">
              <w:rPr>
                <w:sz w:val="20"/>
                <w:szCs w:val="20"/>
              </w:rPr>
              <w:t xml:space="preserve"> и Ново-Павловский кирпичный завод переданы городу Фрунзе. </w:t>
            </w:r>
          </w:p>
        </w:tc>
      </w:tr>
      <w:tr w:rsidR="00B16532" w:rsidRPr="004561D6" w14:paraId="211BB88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9E1D1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E718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E69CD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Присоединены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</w:t>
            </w:r>
            <w:proofErr w:type="spellStart"/>
            <w:r w:rsidRPr="004561D6">
              <w:rPr>
                <w:sz w:val="20"/>
                <w:szCs w:val="20"/>
              </w:rPr>
              <w:t>Лебединовский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территории ГЭС № 5 и № 6.</w:t>
            </w:r>
          </w:p>
        </w:tc>
      </w:tr>
      <w:tr w:rsidR="00B16532" w:rsidRPr="004561D6" w14:paraId="5B6A2C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83C7E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891C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1C72B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Из Кызыл-</w:t>
            </w:r>
            <w:proofErr w:type="spellStart"/>
            <w:r w:rsidRPr="004561D6">
              <w:rPr>
                <w:sz w:val="20"/>
                <w:szCs w:val="20"/>
              </w:rPr>
              <w:t>Аскерского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переданы поселковые советы: Верхне-</w:t>
            </w:r>
            <w:proofErr w:type="spellStart"/>
            <w:r w:rsidRPr="004561D6">
              <w:rPr>
                <w:sz w:val="20"/>
                <w:szCs w:val="20"/>
              </w:rPr>
              <w:t>Аларчинский</w:t>
            </w:r>
            <w:proofErr w:type="spellEnd"/>
            <w:r w:rsidRPr="004561D6">
              <w:rPr>
                <w:sz w:val="20"/>
                <w:szCs w:val="20"/>
              </w:rPr>
              <w:t>, Орто-</w:t>
            </w:r>
            <w:proofErr w:type="spellStart"/>
            <w:r w:rsidRPr="004561D6">
              <w:rPr>
                <w:sz w:val="20"/>
                <w:szCs w:val="20"/>
              </w:rPr>
              <w:t>Алышский</w:t>
            </w:r>
            <w:proofErr w:type="spellEnd"/>
            <w:r w:rsidRPr="004561D6">
              <w:rPr>
                <w:sz w:val="20"/>
                <w:szCs w:val="20"/>
              </w:rPr>
              <w:t>, Нижне-</w:t>
            </w:r>
            <w:proofErr w:type="spellStart"/>
            <w:r w:rsidRPr="004561D6">
              <w:rPr>
                <w:sz w:val="20"/>
                <w:szCs w:val="20"/>
              </w:rPr>
              <w:t>Аларчинский</w:t>
            </w:r>
            <w:proofErr w:type="spellEnd"/>
            <w:r w:rsidRPr="004561D6">
              <w:rPr>
                <w:sz w:val="20"/>
                <w:szCs w:val="20"/>
              </w:rPr>
              <w:t>, Ново-Павловский, Военно-Антоновский, Чон-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>, Кировский, Кызыл-</w:t>
            </w:r>
            <w:proofErr w:type="spellStart"/>
            <w:r w:rsidRPr="004561D6">
              <w:rPr>
                <w:sz w:val="20"/>
                <w:szCs w:val="20"/>
              </w:rPr>
              <w:t>Аскерский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Орокский </w:t>
            </w:r>
          </w:p>
        </w:tc>
      </w:tr>
      <w:tr w:rsidR="00B16532" w:rsidRPr="004561D6" w14:paraId="25C2C82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341B4C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129C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6BCDC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 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из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Тянь-Шаньской области в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4D2BF06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86419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FE0A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23.09.1961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BAA3E7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Город Фрунзе установлен центром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</w:t>
            </w:r>
          </w:p>
        </w:tc>
      </w:tr>
      <w:tr w:rsidR="00B16532" w:rsidRPr="004561D6" w14:paraId="1C38671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B201F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2788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2D6F9C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укрупнении районов переданы сельские советы и пгт. Красно-Октябрьский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района,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присоединены сельские советы: Ак-</w:t>
            </w:r>
            <w:proofErr w:type="spellStart"/>
            <w:r w:rsidRPr="004561D6">
              <w:rPr>
                <w:sz w:val="20"/>
                <w:szCs w:val="20"/>
              </w:rPr>
              <w:t>Кудукский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Джеекский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Иссык-Атинский, Интернациональный, </w:t>
            </w:r>
            <w:proofErr w:type="spellStart"/>
            <w:r w:rsidRPr="004561D6">
              <w:rPr>
                <w:sz w:val="20"/>
                <w:szCs w:val="20"/>
              </w:rPr>
              <w:t>Милянфанский</w:t>
            </w:r>
            <w:proofErr w:type="spellEnd"/>
            <w:r w:rsidRPr="004561D6">
              <w:rPr>
                <w:sz w:val="20"/>
                <w:szCs w:val="20"/>
              </w:rPr>
              <w:t xml:space="preserve">, Ново-Покровский, Люксембургский, </w:t>
            </w:r>
            <w:proofErr w:type="spellStart"/>
            <w:r w:rsidRPr="004561D6">
              <w:rPr>
                <w:sz w:val="20"/>
                <w:szCs w:val="20"/>
              </w:rPr>
              <w:t>Тузский</w:t>
            </w:r>
            <w:proofErr w:type="spellEnd"/>
            <w:r w:rsidRPr="004561D6">
              <w:rPr>
                <w:sz w:val="20"/>
                <w:szCs w:val="20"/>
              </w:rPr>
              <w:t>, Узун-</w:t>
            </w:r>
            <w:proofErr w:type="spellStart"/>
            <w:r w:rsidRPr="004561D6">
              <w:rPr>
                <w:sz w:val="20"/>
                <w:szCs w:val="20"/>
              </w:rPr>
              <w:t>Кыркский</w:t>
            </w:r>
            <w:proofErr w:type="spellEnd"/>
            <w:r w:rsidRPr="004561D6">
              <w:rPr>
                <w:sz w:val="20"/>
                <w:szCs w:val="20"/>
              </w:rPr>
              <w:t xml:space="preserve">; пгт. Кант </w:t>
            </w:r>
          </w:p>
        </w:tc>
      </w:tr>
      <w:tr w:rsidR="00B16532" w:rsidRPr="004561D6" w14:paraId="4284205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D7882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E9C0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0589C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в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Краснореченский, Октябрьский, Юрьевский сельские советы и Калининский поселковый совет из Чуйского района. Переданы из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Белогорский, Гавриловский, Военно-Антоновский, Кызыл-</w:t>
            </w:r>
            <w:proofErr w:type="spellStart"/>
            <w:r w:rsidRPr="004561D6">
              <w:rPr>
                <w:sz w:val="20"/>
                <w:szCs w:val="20"/>
              </w:rPr>
              <w:t>Туйский</w:t>
            </w:r>
            <w:proofErr w:type="spellEnd"/>
            <w:r w:rsidRPr="004561D6">
              <w:rPr>
                <w:sz w:val="20"/>
                <w:szCs w:val="20"/>
              </w:rPr>
              <w:t xml:space="preserve">, Ново-Павловский, Октябрьский, </w:t>
            </w:r>
            <w:proofErr w:type="spellStart"/>
            <w:r w:rsidRPr="004561D6">
              <w:rPr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Чаткульский</w:t>
            </w:r>
            <w:proofErr w:type="spellEnd"/>
            <w:r w:rsidRPr="004561D6">
              <w:rPr>
                <w:sz w:val="20"/>
                <w:szCs w:val="20"/>
              </w:rPr>
              <w:t>, Джанги-</w:t>
            </w:r>
            <w:proofErr w:type="spellStart"/>
            <w:r w:rsidRPr="004561D6">
              <w:rPr>
                <w:sz w:val="20"/>
                <w:szCs w:val="20"/>
              </w:rPr>
              <w:t>Джерский</w:t>
            </w:r>
            <w:proofErr w:type="spellEnd"/>
            <w:r w:rsidRPr="004561D6">
              <w:rPr>
                <w:sz w:val="20"/>
                <w:szCs w:val="20"/>
              </w:rPr>
              <w:t>, Джанги-</w:t>
            </w:r>
            <w:proofErr w:type="spellStart"/>
            <w:r w:rsidRPr="004561D6">
              <w:rPr>
                <w:sz w:val="20"/>
                <w:szCs w:val="20"/>
              </w:rPr>
              <w:t>Пахтинский</w:t>
            </w:r>
            <w:proofErr w:type="spellEnd"/>
            <w:r w:rsidRPr="004561D6">
              <w:rPr>
                <w:sz w:val="20"/>
                <w:szCs w:val="20"/>
              </w:rPr>
              <w:t>, Кировский, Нижне-Чуйский, Орокский, Фрунзенский сельские и поселковые советы и пгт. Красно-Октябрьский.</w:t>
            </w:r>
          </w:p>
        </w:tc>
      </w:tr>
      <w:tr w:rsidR="00B16532" w:rsidRPr="004561D6" w14:paraId="41A3965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1D888B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26EC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61E53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переименован в </w:t>
            </w:r>
            <w:proofErr w:type="spellStart"/>
            <w:r w:rsidRPr="004561D6">
              <w:rPr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Из города Фрунзе перенесен центр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пгт. Кант. Краснореченский, Октябрьский, Юрьевский сельские советы и Калининский поселковый совет переданы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состав Чуйского района; </w:t>
            </w: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поссовет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</w:t>
            </w:r>
          </w:p>
        </w:tc>
      </w:tr>
      <w:tr w:rsidR="00B16532" w:rsidRPr="004561D6" w14:paraId="6875FB0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BCC8C1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E09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06.02.1965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1DFF99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в состав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39C3D13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12D179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EA49F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2E140C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2528E17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3F434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Балыкчинский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4585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BD531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Балыкчинский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225DFD4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C5E326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F63C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64313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Балыкчинский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</w:t>
            </w:r>
          </w:p>
          <w:p w14:paraId="77C02BD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укрупнении районов </w:t>
            </w:r>
            <w:proofErr w:type="spellStart"/>
            <w:r w:rsidRPr="004561D6">
              <w:rPr>
                <w:sz w:val="20"/>
                <w:szCs w:val="20"/>
              </w:rPr>
              <w:t>Балыкчинский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передан в состав Иссык-Кульского района, а пгт. Орто-Токой передан в подчинение </w:t>
            </w:r>
            <w:proofErr w:type="spellStart"/>
            <w:r w:rsidRPr="004561D6">
              <w:rPr>
                <w:sz w:val="20"/>
                <w:szCs w:val="20"/>
              </w:rPr>
              <w:t>Рыбачинскому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горсовету.</w:t>
            </w:r>
          </w:p>
        </w:tc>
      </w:tr>
      <w:tr w:rsidR="00B16532" w:rsidRPr="004561D6" w14:paraId="7CBF0B9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C9FBCA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D1EF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28E3FC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C69889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82DB1C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Джети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-Огузский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9B8B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FF4E3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>-Огузский район.</w:t>
            </w:r>
          </w:p>
        </w:tc>
      </w:tr>
      <w:tr w:rsidR="00B16532" w:rsidRPr="004561D6" w14:paraId="102C77B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7AA3AE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1E01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1FCDF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укрупнении районов присоединена территория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составе сельских советов и пгт. </w:t>
            </w:r>
            <w:proofErr w:type="spellStart"/>
            <w:r w:rsidRPr="004561D6">
              <w:rPr>
                <w:sz w:val="20"/>
                <w:szCs w:val="20"/>
              </w:rPr>
              <w:t>Каджи</w:t>
            </w:r>
            <w:proofErr w:type="spellEnd"/>
            <w:r w:rsidRPr="004561D6">
              <w:rPr>
                <w:sz w:val="20"/>
                <w:szCs w:val="20"/>
              </w:rPr>
              <w:t xml:space="preserve">-Сай. </w:t>
            </w:r>
          </w:p>
        </w:tc>
      </w:tr>
      <w:tr w:rsidR="00B16532" w:rsidRPr="004561D6" w14:paraId="5DE6BE8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FA315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328A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16.10.1963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7C416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района передан пгт. </w:t>
            </w:r>
            <w:proofErr w:type="spellStart"/>
            <w:r w:rsidRPr="004561D6">
              <w:rPr>
                <w:sz w:val="20"/>
                <w:szCs w:val="20"/>
              </w:rPr>
              <w:t>Каджи</w:t>
            </w:r>
            <w:proofErr w:type="spellEnd"/>
            <w:r w:rsidRPr="004561D6">
              <w:rPr>
                <w:sz w:val="20"/>
                <w:szCs w:val="20"/>
              </w:rPr>
              <w:t xml:space="preserve">-Сай в административно-хозяйственное подчинение </w:t>
            </w:r>
            <w:proofErr w:type="spellStart"/>
            <w:r w:rsidRPr="004561D6">
              <w:rPr>
                <w:sz w:val="20"/>
                <w:szCs w:val="20"/>
              </w:rPr>
              <w:t>Рыбачинскому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горсовету.</w:t>
            </w:r>
          </w:p>
        </w:tc>
      </w:tr>
      <w:tr w:rsidR="00B16532" w:rsidRPr="004561D6" w14:paraId="1E721BB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8270E7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3B10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8ADDF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Переданы Ак-</w:t>
            </w:r>
            <w:proofErr w:type="spellStart"/>
            <w:r w:rsidRPr="004561D6">
              <w:rPr>
                <w:sz w:val="20"/>
                <w:szCs w:val="20"/>
              </w:rPr>
              <w:t>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Кюн-Чыгышский</w:t>
            </w:r>
            <w:proofErr w:type="spellEnd"/>
            <w:r w:rsidRPr="004561D6">
              <w:rPr>
                <w:sz w:val="20"/>
                <w:szCs w:val="20"/>
              </w:rPr>
              <w:t xml:space="preserve">, Торт-Кульский и </w:t>
            </w:r>
            <w:proofErr w:type="spellStart"/>
            <w:r w:rsidRPr="004561D6">
              <w:rPr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в состав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73308D6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9DB37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AA5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A69F0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 </w:t>
            </w:r>
            <w:proofErr w:type="spellStart"/>
            <w:r w:rsidRPr="004561D6">
              <w:rPr>
                <w:sz w:val="20"/>
                <w:szCs w:val="20"/>
              </w:rPr>
              <w:t>Чельпекский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поссовет из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>-Огузский район.</w:t>
            </w:r>
          </w:p>
        </w:tc>
      </w:tr>
      <w:tr w:rsidR="00B16532" w:rsidRPr="004561D6" w14:paraId="1CCA777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ACFCB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8962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565367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A55460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55593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Ивановский </w:t>
            </w:r>
            <w:r w:rsidR="00B424F9"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D203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24.06.1942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8D9105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Ивановский район.</w:t>
            </w:r>
          </w:p>
        </w:tc>
      </w:tr>
      <w:tr w:rsidR="00B16532" w:rsidRPr="004561D6" w14:paraId="7FDB3A85" w14:textId="77777777" w:rsidTr="00881BC3">
        <w:trPr>
          <w:trHeight w:val="101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6B711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FAD8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10997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Ивановский район упразднен. В состав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сельские советы: Ивановский, Сын-</w:t>
            </w:r>
            <w:proofErr w:type="spellStart"/>
            <w:r w:rsidRPr="004561D6">
              <w:rPr>
                <w:sz w:val="20"/>
                <w:szCs w:val="20"/>
              </w:rPr>
              <w:t>Ташский</w:t>
            </w:r>
            <w:proofErr w:type="spellEnd"/>
            <w:r w:rsidRPr="004561D6">
              <w:rPr>
                <w:sz w:val="20"/>
                <w:szCs w:val="20"/>
              </w:rPr>
              <w:t>, Юрьевский и Кен-Булунский. В состав Чуйского района: Краснореченский, Октябрьский сельские советы и Калининский поселковый совет.</w:t>
            </w:r>
          </w:p>
        </w:tc>
      </w:tr>
      <w:tr w:rsidR="00B16532" w:rsidRPr="004561D6" w14:paraId="77B26F73" w14:textId="77777777" w:rsidTr="00881BC3">
        <w:trPr>
          <w:trHeight w:val="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861028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Иссык-Кульский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B5CA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0E111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Иссык-Кульский район.</w:t>
            </w:r>
          </w:p>
        </w:tc>
      </w:tr>
      <w:tr w:rsidR="00B16532" w:rsidRPr="004561D6" w14:paraId="395F00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36A95A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BD958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ACDEF3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2A0229E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CAAA63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6BDD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9D5CE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укрупнении районов присоединена территория </w:t>
            </w:r>
            <w:proofErr w:type="spellStart"/>
            <w:r w:rsidRPr="004561D6">
              <w:rPr>
                <w:sz w:val="20"/>
                <w:szCs w:val="20"/>
              </w:rPr>
              <w:t>Балыкчинского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(центр - г. Рыбачье).</w:t>
            </w:r>
          </w:p>
        </w:tc>
      </w:tr>
      <w:tr w:rsidR="00B16532" w:rsidRPr="004561D6" w14:paraId="73D5BF7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0DE21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7C3D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14.03.1964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2117C2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Отнесен Чолпон-Атинский сельский совет к категории пгт.</w:t>
            </w:r>
          </w:p>
        </w:tc>
      </w:tr>
      <w:tr w:rsidR="00B16532" w:rsidRPr="004561D6" w14:paraId="5E384A8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A1EE80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88DD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26528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Орто-Токой передан из </w:t>
            </w:r>
            <w:proofErr w:type="spellStart"/>
            <w:r w:rsidRPr="004561D6">
              <w:rPr>
                <w:sz w:val="20"/>
                <w:szCs w:val="20"/>
              </w:rPr>
              <w:t>Рыбачинского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городского совета в состав Иссык-Кульского района. </w:t>
            </w:r>
          </w:p>
        </w:tc>
      </w:tr>
      <w:tr w:rsidR="00B16532" w:rsidRPr="004561D6" w14:paraId="27AD749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8FD5D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B66C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17.12.1968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73D48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Перенесен центр района из города Рыбачье в пгт. Чолпон-Ата. Передан пгт. Орто-Токой 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Рыбачинскому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горсовету.</w:t>
            </w:r>
          </w:p>
        </w:tc>
      </w:tr>
      <w:tr w:rsidR="00B16532" w:rsidRPr="004561D6" w14:paraId="17EE48D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5EC97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43A7F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24C03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6FA2D31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6DDBB7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Калининский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2D35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30.10.1927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C3BFD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Калининский район.</w:t>
            </w:r>
          </w:p>
        </w:tc>
      </w:tr>
      <w:tr w:rsidR="00B16532" w:rsidRPr="004561D6" w14:paraId="3F87CD05" w14:textId="77777777" w:rsidTr="00881BC3">
        <w:trPr>
          <w:trHeight w:val="48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8950E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2953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26.11.1959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529E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Объединен Калининский район и Панфиловский районы в один Калининский с центром в селе Калининское.</w:t>
            </w:r>
          </w:p>
        </w:tc>
      </w:tr>
      <w:tr w:rsidR="00B16532" w:rsidRPr="004561D6" w14:paraId="6AFC159E" w14:textId="77777777" w:rsidTr="00881BC3">
        <w:trPr>
          <w:trHeight w:val="5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7D10B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474F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F8EF2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 укрупнении районов к Калининскому району переданы сельские советы и пгт. Первомайский Московского района.</w:t>
            </w:r>
          </w:p>
        </w:tc>
      </w:tr>
      <w:tr w:rsidR="00B16532" w:rsidRPr="004561D6" w14:paraId="659A1B95" w14:textId="77777777" w:rsidTr="00881BC3">
        <w:trPr>
          <w:trHeight w:val="83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D635D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DA65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4455B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района: Александровский, Ак-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>, Беловодский, Предтеченский, Садовский, Сретенский, Чапаевский, Октябрьский поселковые советы и пгт. Первомайский.</w:t>
            </w:r>
          </w:p>
        </w:tc>
      </w:tr>
      <w:tr w:rsidR="00B16532" w:rsidRPr="004561D6" w14:paraId="5FF24DC5" w14:textId="77777777" w:rsidTr="00881BC3">
        <w:trPr>
          <w:trHeight w:val="56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2120E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949B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8CCF1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 в состав Московского района Ново-Николаевский, Петровский, Полтавский сельские советы.</w:t>
            </w:r>
          </w:p>
        </w:tc>
      </w:tr>
      <w:tr w:rsidR="00B16532" w:rsidRPr="004561D6" w14:paraId="301F70A8" w14:textId="77777777" w:rsidTr="00881BC3">
        <w:trPr>
          <w:trHeight w:val="52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9E6E4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9B9B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5586C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Присоединен Ново-Николаевский сельсовет из Московского района в Калининский район. </w:t>
            </w:r>
          </w:p>
        </w:tc>
      </w:tr>
      <w:tr w:rsidR="00B16532" w:rsidRPr="004561D6" w14:paraId="468420A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131AF0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3884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12.04.1965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A5F567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Присоединен 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Калининский район.</w:t>
            </w:r>
          </w:p>
        </w:tc>
      </w:tr>
      <w:tr w:rsidR="00B16532" w:rsidRPr="004561D6" w14:paraId="678511C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E5FE0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944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9B43CF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AFF2436" w14:textId="77777777" w:rsidTr="00881BC3">
        <w:trPr>
          <w:trHeight w:val="28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07ADE5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729A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30.10.1927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3F577B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2D48D4D7" w14:textId="77777777" w:rsidTr="00881BC3">
        <w:trPr>
          <w:trHeight w:val="5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1D1F4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6DE8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07.04.1959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D4EB0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населенные пункты Маевка и </w:t>
            </w:r>
            <w:proofErr w:type="spellStart"/>
            <w:r w:rsidRPr="004561D6">
              <w:rPr>
                <w:sz w:val="20"/>
                <w:szCs w:val="20"/>
              </w:rPr>
              <w:t>Букатай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</w:t>
            </w:r>
          </w:p>
        </w:tc>
      </w:tr>
      <w:tr w:rsidR="00B16532" w:rsidRPr="004561D6" w14:paraId="3DA0C57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1A148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2190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D795F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Территории ГЭС № 5 и ГЭС № 6 переданы в </w:t>
            </w:r>
            <w:proofErr w:type="spellStart"/>
            <w:r w:rsidRPr="004561D6">
              <w:rPr>
                <w:sz w:val="20"/>
                <w:szCs w:val="20"/>
              </w:rPr>
              <w:t>Лебединовский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</w:t>
            </w:r>
          </w:p>
        </w:tc>
      </w:tr>
      <w:tr w:rsidR="00B16532" w:rsidRPr="004561D6" w14:paraId="47AFD2B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BC49B4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506D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A6389F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Краснореченский, Октябрьский сельские советы и Калининский поселковый совет присоединены из Ивановского района в </w:t>
            </w:r>
            <w:proofErr w:type="spellStart"/>
            <w:r w:rsidRPr="004561D6">
              <w:rPr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31540C4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33B37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88EC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50B65F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Калининский поселковый совет, Краснореченский и Октябрьский сельские советы переданы в Чуйский район и 9 сельских советов - в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район: Ак-</w:t>
            </w:r>
            <w:proofErr w:type="spellStart"/>
            <w:r w:rsidRPr="004561D6">
              <w:rPr>
                <w:sz w:val="20"/>
                <w:szCs w:val="20"/>
              </w:rPr>
              <w:t>Кудукский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Джеекский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Иссык-Атинский, Интернациональный, </w:t>
            </w:r>
            <w:proofErr w:type="spellStart"/>
            <w:r w:rsidRPr="004561D6">
              <w:rPr>
                <w:sz w:val="20"/>
                <w:szCs w:val="20"/>
              </w:rPr>
              <w:t>Милянфанский</w:t>
            </w:r>
            <w:proofErr w:type="spellEnd"/>
            <w:r w:rsidRPr="004561D6">
              <w:rPr>
                <w:sz w:val="20"/>
                <w:szCs w:val="20"/>
              </w:rPr>
              <w:t xml:space="preserve">, Ново-Покровский, Люксембургский, </w:t>
            </w:r>
            <w:proofErr w:type="spellStart"/>
            <w:r w:rsidRPr="004561D6">
              <w:rPr>
                <w:sz w:val="20"/>
                <w:szCs w:val="20"/>
              </w:rPr>
              <w:t>Тузский</w:t>
            </w:r>
            <w:proofErr w:type="spellEnd"/>
            <w:r w:rsidRPr="004561D6">
              <w:rPr>
                <w:sz w:val="20"/>
                <w:szCs w:val="20"/>
              </w:rPr>
              <w:t>, Узун-</w:t>
            </w:r>
            <w:proofErr w:type="spellStart"/>
            <w:r w:rsidRPr="004561D6">
              <w:rPr>
                <w:sz w:val="20"/>
                <w:szCs w:val="20"/>
              </w:rPr>
              <w:t>Кыркский</w:t>
            </w:r>
            <w:proofErr w:type="spellEnd"/>
            <w:r w:rsidRPr="004561D6">
              <w:rPr>
                <w:sz w:val="20"/>
                <w:szCs w:val="20"/>
              </w:rPr>
              <w:t xml:space="preserve"> и пгт. Кант.</w:t>
            </w:r>
          </w:p>
        </w:tc>
      </w:tr>
      <w:tr w:rsidR="00B16532" w:rsidRPr="004561D6" w14:paraId="416C2D7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068AFB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95C0A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CBCC8B3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C3345B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E189E5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Кеминский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F82B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C5895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Кеминский район.</w:t>
            </w:r>
          </w:p>
        </w:tc>
      </w:tr>
      <w:tr w:rsidR="00B16532" w:rsidRPr="004561D6" w14:paraId="177B8D4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6067FA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B30E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6F2F6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Кеминский район упразднен. Сельские советы Алмалинский, </w:t>
            </w:r>
            <w:proofErr w:type="spellStart"/>
            <w:r w:rsidRPr="004561D6">
              <w:rPr>
                <w:sz w:val="20"/>
                <w:szCs w:val="20"/>
              </w:rPr>
              <w:t>Бурулдайский</w:t>
            </w:r>
            <w:proofErr w:type="spellEnd"/>
            <w:r w:rsidRPr="004561D6">
              <w:rPr>
                <w:sz w:val="20"/>
                <w:szCs w:val="20"/>
              </w:rPr>
              <w:t>, Джанги-</w:t>
            </w:r>
            <w:proofErr w:type="spellStart"/>
            <w:r w:rsidRPr="004561D6">
              <w:rPr>
                <w:sz w:val="20"/>
                <w:szCs w:val="20"/>
              </w:rPr>
              <w:t>Алышский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Кичи</w:t>
            </w:r>
            <w:proofErr w:type="spellEnd"/>
            <w:r w:rsidRPr="004561D6">
              <w:rPr>
                <w:sz w:val="20"/>
                <w:szCs w:val="20"/>
              </w:rPr>
              <w:t xml:space="preserve">-Кеминский, Кызыл-Октябрьский, Орловский, имени Ильича, Чон-Кеминский, Чуйский и пгт. Быстровка переданы Чуйскому району; поселки городского типа Ак-Тюз и </w:t>
            </w:r>
            <w:proofErr w:type="spellStart"/>
            <w:r w:rsidRPr="004561D6">
              <w:rPr>
                <w:sz w:val="20"/>
                <w:szCs w:val="20"/>
              </w:rPr>
              <w:t>Бордунский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Токмакскому городскому совету народных депутатов.</w:t>
            </w:r>
          </w:p>
        </w:tc>
      </w:tr>
      <w:tr w:rsidR="00B16532" w:rsidRPr="004561D6" w14:paraId="4DF76DE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E8334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55F5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526D64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Кеминский район. Сельские советы Алмалинский, </w:t>
            </w:r>
            <w:proofErr w:type="spellStart"/>
            <w:r w:rsidRPr="004561D6">
              <w:rPr>
                <w:sz w:val="20"/>
                <w:szCs w:val="20"/>
              </w:rPr>
              <w:t>Бурулдайский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Джаны-Алышский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Кичи</w:t>
            </w:r>
            <w:proofErr w:type="spellEnd"/>
            <w:r w:rsidRPr="004561D6">
              <w:rPr>
                <w:sz w:val="20"/>
                <w:szCs w:val="20"/>
              </w:rPr>
              <w:t xml:space="preserve">-Кеминский, Орловский, </w:t>
            </w:r>
            <w:proofErr w:type="spellStart"/>
            <w:r w:rsidRPr="004561D6">
              <w:rPr>
                <w:sz w:val="20"/>
                <w:szCs w:val="20"/>
              </w:rPr>
              <w:t>Чым-Коргонский</w:t>
            </w:r>
            <w:proofErr w:type="spellEnd"/>
            <w:r w:rsidRPr="004561D6">
              <w:rPr>
                <w:sz w:val="20"/>
                <w:szCs w:val="20"/>
              </w:rPr>
              <w:t>; поселковые советы Кызыл-Октябрьский, Чон-Кеминский, имени Ильича и пгт. Быстровка переданы из Чуйского района в Кеминский район.</w:t>
            </w:r>
          </w:p>
        </w:tc>
      </w:tr>
      <w:tr w:rsidR="00B16532" w:rsidRPr="004561D6" w14:paraId="14FEAC8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4050B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685B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6242DD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Присоединены в состав Кеминского района пгт. Ак-Тюз и пгт. </w:t>
            </w:r>
            <w:proofErr w:type="spellStart"/>
            <w:r w:rsidRPr="004561D6">
              <w:rPr>
                <w:sz w:val="20"/>
                <w:szCs w:val="20"/>
              </w:rPr>
              <w:t>Бордунский</w:t>
            </w:r>
            <w:proofErr w:type="spellEnd"/>
            <w:r w:rsidRPr="004561D6">
              <w:rPr>
                <w:sz w:val="20"/>
                <w:szCs w:val="20"/>
              </w:rPr>
              <w:t xml:space="preserve"> из горсовета Токмак. </w:t>
            </w:r>
          </w:p>
        </w:tc>
      </w:tr>
      <w:tr w:rsidR="00B16532" w:rsidRPr="004561D6" w14:paraId="45A847A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92E803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922B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17.02.1969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B54F1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Орловка отнесено к категории пгт. В его состав включен участок «Подгорный». Участок Орловский и пгт. </w:t>
            </w:r>
            <w:proofErr w:type="spellStart"/>
            <w:r w:rsidRPr="004561D6">
              <w:rPr>
                <w:sz w:val="20"/>
                <w:szCs w:val="20"/>
              </w:rPr>
              <w:t>Бордунский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Орловский поселковый совет.</w:t>
            </w:r>
          </w:p>
        </w:tc>
      </w:tr>
      <w:tr w:rsidR="00B16532" w:rsidRPr="004561D6" w14:paraId="4EF64A6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D195C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BD166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54D3BA8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4FEF50B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9188B1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Кировский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5D36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EFB0B5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Кировский район.</w:t>
            </w:r>
          </w:p>
        </w:tc>
      </w:tr>
      <w:tr w:rsidR="00B16532" w:rsidRPr="004561D6" w14:paraId="538D6AE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AF942B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1617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983E24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Ключевский сельский совет присоединен из </w:t>
            </w:r>
            <w:proofErr w:type="spellStart"/>
            <w:r w:rsidRPr="004561D6">
              <w:rPr>
                <w:sz w:val="20"/>
                <w:szCs w:val="20"/>
              </w:rPr>
              <w:t>Ленинпольского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Кировский район. </w:t>
            </w:r>
          </w:p>
        </w:tc>
      </w:tr>
      <w:tr w:rsidR="00B16532" w:rsidRPr="004561D6" w14:paraId="6374C47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4C06E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1889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D2A79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 Кировский район. Сельские советы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 Кировского района переданы в состав Таласского района (при укрупнении районов).</w:t>
            </w:r>
          </w:p>
        </w:tc>
      </w:tr>
      <w:tr w:rsidR="00B16532" w:rsidRPr="004561D6" w14:paraId="29E861EC" w14:textId="77777777" w:rsidTr="00881BC3">
        <w:trPr>
          <w:trHeight w:val="130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1A1FD4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F0DF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46E5B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Кировский район. Поселковые советы: </w:t>
            </w:r>
            <w:proofErr w:type="spellStart"/>
            <w:r w:rsidRPr="004561D6">
              <w:rPr>
                <w:sz w:val="20"/>
                <w:szCs w:val="20"/>
              </w:rPr>
              <w:t>Бейшекенский</w:t>
            </w:r>
            <w:proofErr w:type="spellEnd"/>
            <w:r w:rsidRPr="004561D6">
              <w:rPr>
                <w:sz w:val="20"/>
                <w:szCs w:val="20"/>
              </w:rPr>
              <w:t>, Грозненский, Кара-</w:t>
            </w:r>
            <w:proofErr w:type="spellStart"/>
            <w:r w:rsidRPr="004561D6">
              <w:rPr>
                <w:sz w:val="20"/>
                <w:szCs w:val="20"/>
              </w:rPr>
              <w:t>Сайский</w:t>
            </w:r>
            <w:proofErr w:type="spellEnd"/>
            <w:r w:rsidRPr="004561D6">
              <w:rPr>
                <w:sz w:val="20"/>
                <w:szCs w:val="20"/>
              </w:rPr>
              <w:t>, Кировский, Ключевский, Покровский</w:t>
            </w:r>
            <w:r w:rsidRPr="004561D6">
              <w:rPr>
                <w:sz w:val="18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Чимгенский</w:t>
            </w:r>
            <w:proofErr w:type="spellEnd"/>
            <w:r w:rsidRPr="004561D6">
              <w:rPr>
                <w:sz w:val="20"/>
                <w:szCs w:val="20"/>
              </w:rPr>
              <w:t>, Ак-</w:t>
            </w:r>
            <w:proofErr w:type="spellStart"/>
            <w:r w:rsidRPr="004561D6">
              <w:rPr>
                <w:sz w:val="20"/>
                <w:szCs w:val="20"/>
              </w:rPr>
              <w:t>Чийский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Каиндинский</w:t>
            </w:r>
            <w:proofErr w:type="spellEnd"/>
            <w:r w:rsidRPr="004561D6">
              <w:rPr>
                <w:sz w:val="16"/>
                <w:szCs w:val="20"/>
              </w:rPr>
              <w:t>,</w:t>
            </w:r>
            <w:r w:rsidRPr="004561D6">
              <w:rPr>
                <w:sz w:val="20"/>
                <w:szCs w:val="20"/>
              </w:rPr>
              <w:t xml:space="preserve"> Кок-</w:t>
            </w:r>
            <w:proofErr w:type="spellStart"/>
            <w:r w:rsidRPr="004561D6">
              <w:rPr>
                <w:sz w:val="20"/>
                <w:szCs w:val="20"/>
              </w:rPr>
              <w:t>Сайский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Киргизия, Майский,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из Таласского района во вновь образованный Кировский район. </w:t>
            </w:r>
          </w:p>
        </w:tc>
      </w:tr>
      <w:tr w:rsidR="00B16532" w:rsidRPr="004561D6" w14:paraId="4BB8C70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01618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Кызыл-</w:t>
            </w:r>
            <w:proofErr w:type="spellStart"/>
            <w:r w:rsidRPr="004561D6">
              <w:rPr>
                <w:b/>
                <w:sz w:val="20"/>
                <w:szCs w:val="20"/>
              </w:rPr>
              <w:t>Аскерский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7DDE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03.01.1944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3D98B1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Кызыл-</w:t>
            </w:r>
            <w:proofErr w:type="spellStart"/>
            <w:r w:rsidRPr="004561D6">
              <w:rPr>
                <w:sz w:val="20"/>
                <w:szCs w:val="20"/>
              </w:rPr>
              <w:t>Аскерский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4CA65F22" w14:textId="77777777" w:rsidTr="00881BC3">
        <w:trPr>
          <w:trHeight w:val="150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B8CFD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ADCB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EC3839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Кызыл-</w:t>
            </w:r>
            <w:proofErr w:type="spellStart"/>
            <w:r w:rsidRPr="004561D6">
              <w:rPr>
                <w:sz w:val="20"/>
                <w:szCs w:val="20"/>
              </w:rPr>
              <w:t>Аскерский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</w:t>
            </w:r>
          </w:p>
          <w:p w14:paraId="7D9B5F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Сельские советы: Верхне-</w:t>
            </w:r>
            <w:proofErr w:type="spellStart"/>
            <w:r w:rsidRPr="004561D6">
              <w:rPr>
                <w:sz w:val="20"/>
                <w:szCs w:val="20"/>
              </w:rPr>
              <w:t>Аларчинский</w:t>
            </w:r>
            <w:proofErr w:type="spellEnd"/>
            <w:r w:rsidRPr="004561D6">
              <w:rPr>
                <w:sz w:val="20"/>
                <w:szCs w:val="20"/>
              </w:rPr>
              <w:t>, Орто-</w:t>
            </w:r>
            <w:proofErr w:type="spellStart"/>
            <w:r w:rsidRPr="004561D6">
              <w:rPr>
                <w:sz w:val="20"/>
                <w:szCs w:val="20"/>
              </w:rPr>
              <w:t>Алышский</w:t>
            </w:r>
            <w:proofErr w:type="spellEnd"/>
            <w:r w:rsidRPr="004561D6">
              <w:rPr>
                <w:sz w:val="20"/>
                <w:szCs w:val="20"/>
              </w:rPr>
              <w:t>, Нижне-</w:t>
            </w:r>
            <w:proofErr w:type="spellStart"/>
            <w:r w:rsidRPr="004561D6">
              <w:rPr>
                <w:sz w:val="20"/>
                <w:szCs w:val="20"/>
              </w:rPr>
              <w:t>Аларчинский</w:t>
            </w:r>
            <w:proofErr w:type="spellEnd"/>
            <w:r w:rsidRPr="004561D6">
              <w:rPr>
                <w:sz w:val="20"/>
                <w:szCs w:val="20"/>
              </w:rPr>
              <w:t>, Ново-Павловский, Военно-Антоновский, Чон-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>, Кировский, Кызыл-</w:t>
            </w:r>
            <w:proofErr w:type="spellStart"/>
            <w:r w:rsidRPr="004561D6">
              <w:rPr>
                <w:sz w:val="20"/>
                <w:szCs w:val="20"/>
              </w:rPr>
              <w:t>Аскерский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Орокский поселковые советы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района; Джанги-</w:t>
            </w:r>
            <w:proofErr w:type="spellStart"/>
            <w:r w:rsidRPr="004561D6">
              <w:rPr>
                <w:sz w:val="20"/>
                <w:szCs w:val="20"/>
              </w:rPr>
              <w:t>Джерский</w:t>
            </w:r>
            <w:proofErr w:type="spellEnd"/>
            <w:r w:rsidRPr="004561D6">
              <w:rPr>
                <w:sz w:val="20"/>
                <w:szCs w:val="20"/>
              </w:rPr>
              <w:t xml:space="preserve"> и Фрунзенский –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6CB5A9F1" w14:textId="77777777" w:rsidTr="00881BC3">
        <w:trPr>
          <w:trHeight w:val="2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59C6801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EC13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02.09.1936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57F09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57D03E4D" w14:textId="77777777" w:rsidTr="00881BC3">
        <w:trPr>
          <w:trHeight w:val="9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4581B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DB9A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18C8D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</w:t>
            </w:r>
          </w:p>
          <w:p w14:paraId="06DC986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Сельские советы: Барк-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Кызыл-Октябрьский, Орловский, </w:t>
            </w:r>
            <w:proofErr w:type="spellStart"/>
            <w:r w:rsidRPr="004561D6">
              <w:rPr>
                <w:sz w:val="20"/>
                <w:szCs w:val="20"/>
              </w:rPr>
              <w:t>Чалдоварский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состав Таласского района; Ключевский сельский совет передан в состав Кировского района.</w:t>
            </w:r>
          </w:p>
        </w:tc>
      </w:tr>
      <w:tr w:rsidR="00B16532" w:rsidRPr="004561D6" w14:paraId="1A28F38F" w14:textId="77777777" w:rsidTr="00881BC3">
        <w:trPr>
          <w:trHeight w:val="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AF2EC5B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Панфиловский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25DD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02.04.1942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CB6C17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Панфиловский район.</w:t>
            </w:r>
          </w:p>
        </w:tc>
      </w:tr>
      <w:tr w:rsidR="00B16532" w:rsidRPr="004561D6" w14:paraId="461982D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147C0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80D6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5662D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Объединены Панфиловский и Калининский районы в один Калининский с центром в селе Калининское.</w:t>
            </w:r>
          </w:p>
        </w:tc>
      </w:tr>
      <w:tr w:rsidR="00B16532" w:rsidRPr="004561D6" w14:paraId="15615B3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BBDD55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Пржевальский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F276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68773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Пржевальский район.</w:t>
            </w:r>
          </w:p>
        </w:tc>
      </w:tr>
      <w:tr w:rsidR="00B16532" w:rsidRPr="004561D6" w14:paraId="4433EB3B" w14:textId="77777777" w:rsidTr="00881BC3">
        <w:trPr>
          <w:trHeight w:val="1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F4980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84E7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31.07.1962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66AE2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Пржевальский район переименован в </w:t>
            </w:r>
            <w:proofErr w:type="spellStart"/>
            <w:r w:rsidRPr="004561D6">
              <w:rPr>
                <w:sz w:val="20"/>
                <w:szCs w:val="20"/>
              </w:rPr>
              <w:t>Каракольский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05EA539B" w14:textId="77777777" w:rsidTr="00881BC3">
        <w:trPr>
          <w:trHeight w:val="50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6D400F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</w:t>
            </w:r>
            <w:proofErr w:type="spellStart"/>
            <w:r w:rsidRPr="004561D6">
              <w:rPr>
                <w:b/>
                <w:sz w:val="20"/>
                <w:szCs w:val="20"/>
              </w:rPr>
              <w:t>Каракольский</w:t>
            </w:r>
            <w:proofErr w:type="spellEnd"/>
            <w:r w:rsidRPr="004561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6B97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76A02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Каракольский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 и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(при укрупнении районов).</w:t>
            </w:r>
          </w:p>
        </w:tc>
      </w:tr>
      <w:tr w:rsidR="00B16532" w:rsidRPr="004561D6" w14:paraId="32DD50D6" w14:textId="77777777" w:rsidTr="00881BC3">
        <w:trPr>
          <w:trHeight w:val="2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996229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91CE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B965F9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7C73F27C" w14:textId="77777777" w:rsidTr="00881BC3">
        <w:trPr>
          <w:trHeight w:val="52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72F1B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EE5E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BB57C7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Поселковые советы Джанги-</w:t>
            </w:r>
            <w:proofErr w:type="spellStart"/>
            <w:r w:rsidRPr="004561D6">
              <w:rPr>
                <w:sz w:val="20"/>
                <w:szCs w:val="20"/>
              </w:rPr>
              <w:t>Джерский</w:t>
            </w:r>
            <w:proofErr w:type="spellEnd"/>
            <w:r w:rsidRPr="004561D6">
              <w:rPr>
                <w:sz w:val="20"/>
                <w:szCs w:val="20"/>
              </w:rPr>
              <w:t xml:space="preserve"> и Фрунзенский из Кызыл-</w:t>
            </w:r>
            <w:proofErr w:type="spellStart"/>
            <w:r w:rsidRPr="004561D6">
              <w:rPr>
                <w:sz w:val="20"/>
                <w:szCs w:val="20"/>
              </w:rPr>
              <w:t>Аскерского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731831E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72A6D9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A2A8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FDF7C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Сельские советы и пгт. Красно-Октябрьский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191D631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3ECE1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4651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56704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Вновь образован </w:t>
            </w:r>
            <w:proofErr w:type="spellStart"/>
            <w:r w:rsidRPr="004561D6">
              <w:rPr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В его состав переданы из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района: Белогорский, Гавриловский, Военно-Антоновский, Кызыл-</w:t>
            </w:r>
            <w:proofErr w:type="spellStart"/>
            <w:r w:rsidRPr="004561D6">
              <w:rPr>
                <w:sz w:val="20"/>
                <w:szCs w:val="20"/>
              </w:rPr>
              <w:t>Туйский</w:t>
            </w:r>
            <w:proofErr w:type="spellEnd"/>
            <w:r w:rsidRPr="004561D6">
              <w:rPr>
                <w:sz w:val="20"/>
                <w:szCs w:val="20"/>
              </w:rPr>
              <w:t xml:space="preserve">, Ново-Павловский, Октябрьский, </w:t>
            </w:r>
            <w:proofErr w:type="spellStart"/>
            <w:r w:rsidRPr="004561D6">
              <w:rPr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Чаткульский</w:t>
            </w:r>
            <w:proofErr w:type="spellEnd"/>
            <w:r w:rsidRPr="004561D6">
              <w:rPr>
                <w:sz w:val="20"/>
                <w:szCs w:val="20"/>
              </w:rPr>
              <w:t>, Джанги-</w:t>
            </w:r>
            <w:proofErr w:type="spellStart"/>
            <w:r w:rsidRPr="004561D6">
              <w:rPr>
                <w:sz w:val="20"/>
                <w:szCs w:val="20"/>
              </w:rPr>
              <w:t>Джерский</w:t>
            </w:r>
            <w:proofErr w:type="spellEnd"/>
            <w:r w:rsidRPr="004561D6">
              <w:rPr>
                <w:sz w:val="20"/>
                <w:szCs w:val="20"/>
              </w:rPr>
              <w:t>, Джанги-</w:t>
            </w:r>
            <w:proofErr w:type="spellStart"/>
            <w:r w:rsidRPr="004561D6">
              <w:rPr>
                <w:sz w:val="20"/>
                <w:szCs w:val="20"/>
              </w:rPr>
              <w:t>Пахтинский</w:t>
            </w:r>
            <w:proofErr w:type="spellEnd"/>
            <w:r w:rsidRPr="004561D6">
              <w:rPr>
                <w:sz w:val="20"/>
                <w:szCs w:val="20"/>
              </w:rPr>
              <w:t>, Кировский, Нижне-Чуйский, Орокский, Фрунзенский сельские и поселковые советы и пгт. Красно-Октябрьский; из Калининского района - Александровский, Ак-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>, Беловодский, Предтеченский, Садовский, Сретенский, Чапаевский, Октябрьский поселковые советы и пгт. Первомайский.</w:t>
            </w:r>
          </w:p>
        </w:tc>
      </w:tr>
      <w:tr w:rsidR="00B16532" w:rsidRPr="004561D6" w14:paraId="7F51BF8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76FAF1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CEC9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2DDBB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Переданы во вновь образованный Московский район: Ак-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, Александровский, Беловодский, Предтеченский, Садовский, Сретенский, Чапаевский и Октябрьский поселковые советы и пгт. Первомайский. </w:t>
            </w:r>
          </w:p>
        </w:tc>
      </w:tr>
      <w:tr w:rsidR="00B16532" w:rsidRPr="004561D6" w14:paraId="5D43198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E2EBBD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A3BA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FEF67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Присоединен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поссовет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7D87EBA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378DF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EE7F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626E76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Октябрьский поселковый совет из Московского района присоединен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Населенные пункты им. Крупской и Кара-</w:t>
            </w:r>
            <w:proofErr w:type="spellStart"/>
            <w:r w:rsidRPr="004561D6">
              <w:rPr>
                <w:sz w:val="20"/>
                <w:szCs w:val="20"/>
              </w:rPr>
              <w:t>Тюбе</w:t>
            </w:r>
            <w:proofErr w:type="spellEnd"/>
            <w:r w:rsidRPr="004561D6">
              <w:rPr>
                <w:sz w:val="20"/>
                <w:szCs w:val="20"/>
              </w:rPr>
              <w:t xml:space="preserve"> Октябрьского поселкового совета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состав Александровского сельского совета Московского района.</w:t>
            </w:r>
          </w:p>
        </w:tc>
      </w:tr>
      <w:tr w:rsidR="00B16532" w:rsidRPr="004561D6" w14:paraId="1A44BBEB" w14:textId="77777777" w:rsidTr="00881BC3">
        <w:trPr>
          <w:trHeight w:val="7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6836F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17EB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1371C47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9303FF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E9DDF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Сталинский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5446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4D8D3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Сталинский район.</w:t>
            </w:r>
          </w:p>
        </w:tc>
      </w:tr>
      <w:tr w:rsidR="00B16532" w:rsidRPr="004561D6" w14:paraId="09523CD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13BD2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  <w:p w14:paraId="0F4C5EC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(Московский)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BE6E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20.11.1961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3729F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Сталинский район переименован в Московский район. Переименованы село Сталинское - в село Беловодское, Сталинский сельский совет – в Беловодский.</w:t>
            </w:r>
          </w:p>
        </w:tc>
      </w:tr>
      <w:tr w:rsidR="00B16532" w:rsidRPr="004561D6" w14:paraId="2DF9E01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2F559A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291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9D635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 Московский район. Сельские советы и пгт. Первомайский переданы в состав Калининского района (при укрупнении районов).</w:t>
            </w:r>
          </w:p>
        </w:tc>
      </w:tr>
      <w:tr w:rsidR="00B16532" w:rsidRPr="004561D6" w14:paraId="699C484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16D57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8A49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9E93E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Во вновь образованный Московский район присоединены: из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Ак-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, Александровский, Беловодский, Предтеченский, Садовский, Сретенский, Чапаевский и Октябрьский поселковые советы и пгт. Первомайский; из Калининского района - Ново-Николаевский, Петровский, Полтавский сельские советы. </w:t>
            </w:r>
          </w:p>
        </w:tc>
      </w:tr>
      <w:tr w:rsidR="00B16532" w:rsidRPr="004561D6" w14:paraId="62ACEC23" w14:textId="77777777" w:rsidTr="00881BC3">
        <w:trPr>
          <w:trHeight w:val="4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8E8DD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418B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960E3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Ново-Николаевский сельский совет передан из Московского района в состав Калининского района. </w:t>
            </w:r>
          </w:p>
        </w:tc>
      </w:tr>
      <w:tr w:rsidR="00B16532" w:rsidRPr="004561D6" w14:paraId="0C6E1265" w14:textId="77777777" w:rsidTr="00881BC3">
        <w:trPr>
          <w:trHeight w:val="97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EBDA7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9330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C97F3B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Октябрьский поселковый совет передан из Московского района в состав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Населенные пункты им. Крупской и Кара-</w:t>
            </w:r>
            <w:proofErr w:type="spellStart"/>
            <w:r w:rsidRPr="004561D6">
              <w:rPr>
                <w:sz w:val="20"/>
                <w:szCs w:val="20"/>
              </w:rPr>
              <w:t>Тюбе</w:t>
            </w:r>
            <w:proofErr w:type="spellEnd"/>
            <w:r w:rsidRPr="004561D6">
              <w:rPr>
                <w:sz w:val="20"/>
                <w:szCs w:val="20"/>
              </w:rPr>
              <w:t xml:space="preserve"> Октябрьского поселкового совета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присоединены в состав Александровского сельского совета Московского района.</w:t>
            </w:r>
          </w:p>
        </w:tc>
      </w:tr>
      <w:tr w:rsidR="00B16532" w:rsidRPr="004561D6" w14:paraId="58B9ABD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5C46EC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Таласский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AAA1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EBB766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Таласский район.</w:t>
            </w:r>
          </w:p>
        </w:tc>
      </w:tr>
      <w:tr w:rsidR="00B16532" w:rsidRPr="004561D6" w14:paraId="0A9050D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0295A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3D7C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E991E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</w:t>
            </w:r>
            <w:proofErr w:type="spellStart"/>
            <w:r w:rsidRPr="004561D6">
              <w:rPr>
                <w:sz w:val="20"/>
                <w:szCs w:val="20"/>
              </w:rPr>
              <w:t>Ленинпольского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присоединены сельские советы: Барк-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Кызыл-Октябрьский, Орловский, </w:t>
            </w:r>
            <w:proofErr w:type="spellStart"/>
            <w:r w:rsidRPr="004561D6">
              <w:rPr>
                <w:sz w:val="20"/>
                <w:szCs w:val="20"/>
              </w:rPr>
              <w:t>Чалдоварский</w:t>
            </w:r>
            <w:proofErr w:type="spellEnd"/>
            <w:r w:rsidRPr="004561D6">
              <w:rPr>
                <w:sz w:val="20"/>
                <w:szCs w:val="20"/>
              </w:rPr>
              <w:t xml:space="preserve"> в Таласский район. </w:t>
            </w:r>
          </w:p>
        </w:tc>
      </w:tr>
      <w:tr w:rsidR="00B16532" w:rsidRPr="004561D6" w14:paraId="3284B7E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7A523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03F4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C793F7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советы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 Кировского района вошли в состав Таласского района (при укрупнении районов). </w:t>
            </w:r>
          </w:p>
        </w:tc>
      </w:tr>
      <w:tr w:rsidR="00B16532" w:rsidRPr="004561D6" w14:paraId="43DDA6BC" w14:textId="77777777" w:rsidTr="00881BC3">
        <w:trPr>
          <w:trHeight w:val="99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902CE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769C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425C5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Бейшекенский</w:t>
            </w:r>
            <w:proofErr w:type="spellEnd"/>
            <w:r w:rsidRPr="004561D6">
              <w:rPr>
                <w:sz w:val="20"/>
                <w:szCs w:val="20"/>
              </w:rPr>
              <w:t>, Грозненский, Кара-</w:t>
            </w:r>
            <w:proofErr w:type="spellStart"/>
            <w:r w:rsidRPr="004561D6">
              <w:rPr>
                <w:sz w:val="20"/>
                <w:szCs w:val="20"/>
              </w:rPr>
              <w:t>Сайский</w:t>
            </w:r>
            <w:proofErr w:type="spellEnd"/>
            <w:r w:rsidRPr="004561D6">
              <w:rPr>
                <w:sz w:val="20"/>
                <w:szCs w:val="20"/>
              </w:rPr>
              <w:t>, Кировский, Ключевский, Покровский</w:t>
            </w:r>
            <w:r w:rsidRPr="004561D6">
              <w:rPr>
                <w:sz w:val="18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Чимгенский</w:t>
            </w:r>
            <w:proofErr w:type="spellEnd"/>
            <w:r w:rsidRPr="004561D6">
              <w:rPr>
                <w:sz w:val="20"/>
                <w:szCs w:val="20"/>
              </w:rPr>
              <w:t>, Ак-</w:t>
            </w:r>
            <w:proofErr w:type="spellStart"/>
            <w:r w:rsidRPr="004561D6">
              <w:rPr>
                <w:sz w:val="20"/>
                <w:szCs w:val="20"/>
              </w:rPr>
              <w:t>Чийский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Каиндинский</w:t>
            </w:r>
            <w:proofErr w:type="spellEnd"/>
            <w:r w:rsidRPr="004561D6">
              <w:rPr>
                <w:sz w:val="16"/>
                <w:szCs w:val="20"/>
              </w:rPr>
              <w:t xml:space="preserve">, </w:t>
            </w:r>
            <w:r w:rsidRPr="004561D6">
              <w:rPr>
                <w:sz w:val="20"/>
                <w:szCs w:val="20"/>
              </w:rPr>
              <w:t>Кок-</w:t>
            </w:r>
            <w:proofErr w:type="spellStart"/>
            <w:r w:rsidRPr="004561D6">
              <w:rPr>
                <w:sz w:val="20"/>
                <w:szCs w:val="20"/>
              </w:rPr>
              <w:t>Сайский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Киргизия, Майский,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поселковые советы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во вновь образованный Кировский район из Таласского района.</w:t>
            </w:r>
          </w:p>
        </w:tc>
      </w:tr>
      <w:tr w:rsidR="00B16532" w:rsidRPr="004561D6" w14:paraId="142D21A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52636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CFA0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02.09.1936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CFD50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22A5AD9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70B38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4DE5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F1CF2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передан в состав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>-Огузского района (при укрупнении районов).</w:t>
            </w:r>
          </w:p>
        </w:tc>
      </w:tr>
      <w:tr w:rsidR="00B16532" w:rsidRPr="004561D6" w14:paraId="6243322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901553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E22C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BF7F37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Вновь образован </w:t>
            </w:r>
            <w:proofErr w:type="spellStart"/>
            <w:r w:rsidRPr="004561D6">
              <w:rPr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Ак-</w:t>
            </w:r>
            <w:proofErr w:type="spellStart"/>
            <w:r w:rsidRPr="004561D6">
              <w:rPr>
                <w:sz w:val="20"/>
                <w:szCs w:val="20"/>
              </w:rPr>
              <w:t>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Кюн-Чыгышский</w:t>
            </w:r>
            <w:proofErr w:type="spellEnd"/>
            <w:r w:rsidRPr="004561D6">
              <w:rPr>
                <w:sz w:val="20"/>
                <w:szCs w:val="20"/>
              </w:rPr>
              <w:t xml:space="preserve">, Торт-Кульский, </w:t>
            </w:r>
            <w:proofErr w:type="spellStart"/>
            <w:r w:rsidRPr="004561D6">
              <w:rPr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из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 xml:space="preserve">-Огузского района и поссовет </w:t>
            </w:r>
            <w:proofErr w:type="spellStart"/>
            <w:r w:rsidRPr="004561D6">
              <w:rPr>
                <w:sz w:val="20"/>
                <w:szCs w:val="20"/>
              </w:rPr>
              <w:t>Улахол</w:t>
            </w:r>
            <w:proofErr w:type="spellEnd"/>
            <w:r w:rsidRPr="004561D6">
              <w:rPr>
                <w:sz w:val="20"/>
                <w:szCs w:val="20"/>
              </w:rPr>
              <w:t xml:space="preserve"> из Иссык-Кульского района 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78197B77" w14:textId="77777777" w:rsidTr="00881BC3">
        <w:trPr>
          <w:trHeight w:val="25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E7146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662E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20DD7B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</w:t>
            </w:r>
            <w:proofErr w:type="spellStart"/>
            <w:r w:rsidRPr="004561D6">
              <w:rPr>
                <w:sz w:val="20"/>
                <w:szCs w:val="20"/>
              </w:rPr>
              <w:t>Рыбачинского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горсовета передан пгт. </w:t>
            </w:r>
            <w:proofErr w:type="spellStart"/>
            <w:r w:rsidRPr="004561D6">
              <w:rPr>
                <w:sz w:val="20"/>
                <w:szCs w:val="20"/>
              </w:rPr>
              <w:t>Каджи</w:t>
            </w:r>
            <w:proofErr w:type="spellEnd"/>
            <w:r w:rsidRPr="004561D6">
              <w:rPr>
                <w:sz w:val="20"/>
                <w:szCs w:val="20"/>
              </w:rPr>
              <w:t xml:space="preserve">-Сай в состав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5E00C67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A28B55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7DC2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5668D7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29BDF5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CA8C3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Тюпский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1CA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6B189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Тюпский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1C8CF26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D37E7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6A89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23.09.1961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9E862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Населенный пункт при </w:t>
            </w:r>
            <w:proofErr w:type="spellStart"/>
            <w:r w:rsidRPr="004561D6">
              <w:rPr>
                <w:sz w:val="20"/>
                <w:szCs w:val="20"/>
              </w:rPr>
              <w:t>Курментинском</w:t>
            </w:r>
            <w:proofErr w:type="spellEnd"/>
            <w:r w:rsidRPr="004561D6">
              <w:rPr>
                <w:sz w:val="20"/>
                <w:szCs w:val="20"/>
              </w:rPr>
              <w:t xml:space="preserve"> цементном заводе отнесен к категории пгт., ему присвоено наименование Ак-Булак.</w:t>
            </w:r>
          </w:p>
        </w:tc>
      </w:tr>
      <w:tr w:rsidR="00B16532" w:rsidRPr="004561D6" w14:paraId="2171B17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3B9B9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D426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7952F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состав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 </w:t>
            </w:r>
            <w:proofErr w:type="spellStart"/>
            <w:r w:rsidRPr="004561D6">
              <w:rPr>
                <w:sz w:val="20"/>
                <w:szCs w:val="20"/>
              </w:rPr>
              <w:t>Каракольский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(при укрупнении районов); пгт. Ак-Булак передан Пржевальскому городскому совету народных депутатов.</w:t>
            </w:r>
          </w:p>
        </w:tc>
      </w:tr>
      <w:tr w:rsidR="00B16532" w:rsidRPr="004561D6" w14:paraId="0FC2937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B2F2B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6E67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16.04.1963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94711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Населенные пункты Светлый Мыс и Беловодское из поселкового совета Ак-Булак переданы в состав Сары-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сельского совета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32E717B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69FDA2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FE9A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30.09.1964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34427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Пржевальскому горсовету передан в административное подчинение населенный пункт Джергалан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отнесен к категории пгт., сохранив прежнее наименование. </w:t>
            </w:r>
          </w:p>
        </w:tc>
      </w:tr>
      <w:tr w:rsidR="00B16532" w:rsidRPr="004561D6" w14:paraId="15E52867" w14:textId="77777777" w:rsidTr="00881BC3">
        <w:trPr>
          <w:trHeight w:val="55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868A3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0868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E5547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Чельпекский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поссовет передан в состав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>-Огузского района.</w:t>
            </w:r>
          </w:p>
        </w:tc>
      </w:tr>
      <w:tr w:rsidR="00B16532" w:rsidRPr="004561D6" w14:paraId="14FE1C2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34BB77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ACF2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79494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Ак-Булак из Пржевальского горсовета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2AB11804" w14:textId="77777777" w:rsidTr="00881BC3">
        <w:trPr>
          <w:trHeight w:val="7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8A4CA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B3F4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26.04.1965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3A7E2B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Переданы населенные пункты Светлый Мыс и Беловодское Сары-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возвращены в подчинение Ак-</w:t>
            </w:r>
            <w:proofErr w:type="spellStart"/>
            <w:r w:rsidRPr="004561D6">
              <w:rPr>
                <w:sz w:val="20"/>
                <w:szCs w:val="20"/>
              </w:rPr>
              <w:t>Булакскому</w:t>
            </w:r>
            <w:proofErr w:type="spellEnd"/>
            <w:r w:rsidRPr="004561D6">
              <w:rPr>
                <w:sz w:val="20"/>
                <w:szCs w:val="20"/>
              </w:rPr>
              <w:t xml:space="preserve"> поссовету этого же района.</w:t>
            </w:r>
          </w:p>
        </w:tc>
      </w:tr>
      <w:tr w:rsidR="00B16532" w:rsidRPr="004561D6" w14:paraId="3FD9189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F3184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Чуйский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68EC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31.10.1927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CFD989" w14:textId="77777777" w:rsidR="00B16532" w:rsidRPr="004561D6" w:rsidRDefault="00B16532" w:rsidP="00B16532">
            <w:pPr>
              <w:jc w:val="both"/>
              <w:rPr>
                <w:sz w:val="20"/>
                <w:szCs w:val="20"/>
                <w:highlight w:val="magenta"/>
              </w:rPr>
            </w:pPr>
            <w:r w:rsidRPr="004561D6">
              <w:rPr>
                <w:sz w:val="20"/>
                <w:szCs w:val="20"/>
              </w:rPr>
              <w:t>Образован Чуйский район.</w:t>
            </w:r>
          </w:p>
        </w:tc>
      </w:tr>
      <w:tr w:rsidR="00B16532" w:rsidRPr="004561D6" w14:paraId="05314D1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690243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9BB3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1F8B5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Ивановский, Сын-</w:t>
            </w:r>
            <w:proofErr w:type="spellStart"/>
            <w:r w:rsidRPr="004561D6">
              <w:rPr>
                <w:sz w:val="20"/>
                <w:szCs w:val="20"/>
              </w:rPr>
              <w:t>Ташский</w:t>
            </w:r>
            <w:proofErr w:type="spellEnd"/>
            <w:r w:rsidRPr="004561D6">
              <w:rPr>
                <w:sz w:val="20"/>
                <w:szCs w:val="20"/>
              </w:rPr>
              <w:t>, Юрьевский и Кен-Булунский сельские советы из Ивановского района присоединены к Чуйскому району.</w:t>
            </w:r>
          </w:p>
        </w:tc>
      </w:tr>
      <w:tr w:rsidR="00B16532" w:rsidRPr="004561D6" w14:paraId="190A680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67461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8DF4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9AC1D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Присоединены из Кеминского района в Чуйский район 10 сельских советов: Алмалинский, </w:t>
            </w:r>
            <w:proofErr w:type="spellStart"/>
            <w:r w:rsidRPr="004561D6">
              <w:rPr>
                <w:sz w:val="20"/>
                <w:szCs w:val="20"/>
              </w:rPr>
              <w:t>Бурулдайский</w:t>
            </w:r>
            <w:proofErr w:type="spellEnd"/>
            <w:r w:rsidRPr="004561D6">
              <w:rPr>
                <w:sz w:val="20"/>
                <w:szCs w:val="20"/>
              </w:rPr>
              <w:t>, Джанги-</w:t>
            </w:r>
            <w:proofErr w:type="spellStart"/>
            <w:r w:rsidRPr="004561D6">
              <w:rPr>
                <w:sz w:val="20"/>
                <w:szCs w:val="20"/>
              </w:rPr>
              <w:t>Алышский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Кичи</w:t>
            </w:r>
            <w:proofErr w:type="spellEnd"/>
            <w:r w:rsidRPr="004561D6">
              <w:rPr>
                <w:sz w:val="20"/>
                <w:szCs w:val="20"/>
              </w:rPr>
              <w:t>-Кеминский, Кызыл-Октябрьский, Орловский, имени Ильича, Чон-</w:t>
            </w:r>
            <w:r w:rsidRPr="004561D6">
              <w:rPr>
                <w:sz w:val="20"/>
                <w:szCs w:val="20"/>
              </w:rPr>
              <w:lastRenderedPageBreak/>
              <w:t xml:space="preserve">Кеминский, Чуйский и пгт. </w:t>
            </w:r>
            <w:proofErr w:type="spellStart"/>
            <w:r w:rsidRPr="004561D6">
              <w:rPr>
                <w:sz w:val="20"/>
                <w:szCs w:val="20"/>
              </w:rPr>
              <w:t>Быстровкаа</w:t>
            </w:r>
            <w:proofErr w:type="spellEnd"/>
            <w:r w:rsidRPr="004561D6">
              <w:rPr>
                <w:sz w:val="20"/>
                <w:szCs w:val="20"/>
              </w:rPr>
              <w:t xml:space="preserve">;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3 поселковых совета: Калининский, Краснореченский и Октябрьский </w:t>
            </w:r>
          </w:p>
        </w:tc>
      </w:tr>
      <w:tr w:rsidR="00B16532" w:rsidRPr="004561D6" w14:paraId="5B7F639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4502F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EDF2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146BF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в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Краснореченский, Октябрьский и Юрьевский сельские советы, и Калининский поселковый совет из Чуйского района. </w:t>
            </w:r>
          </w:p>
        </w:tc>
      </w:tr>
      <w:tr w:rsidR="00B16532" w:rsidRPr="004561D6" w14:paraId="125E397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11C3E7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463C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EC54E6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советы: Алмалинский, </w:t>
            </w:r>
            <w:proofErr w:type="spellStart"/>
            <w:r w:rsidRPr="004561D6">
              <w:rPr>
                <w:sz w:val="20"/>
                <w:szCs w:val="20"/>
              </w:rPr>
              <w:t>Бурулдайский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Джаны-Алышский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Кичи</w:t>
            </w:r>
            <w:proofErr w:type="spellEnd"/>
            <w:r w:rsidRPr="004561D6">
              <w:rPr>
                <w:sz w:val="20"/>
                <w:szCs w:val="20"/>
              </w:rPr>
              <w:t xml:space="preserve">-Кеминский, Орловский, </w:t>
            </w:r>
            <w:proofErr w:type="spellStart"/>
            <w:r w:rsidRPr="004561D6">
              <w:rPr>
                <w:sz w:val="20"/>
                <w:szCs w:val="20"/>
              </w:rPr>
              <w:t>Чым-Коргонский</w:t>
            </w:r>
            <w:proofErr w:type="spellEnd"/>
            <w:r w:rsidRPr="004561D6">
              <w:rPr>
                <w:sz w:val="20"/>
                <w:szCs w:val="20"/>
              </w:rPr>
              <w:t>; поселковые советы Кызыл-Октябрьский, Чон-Кеминский, имени Ильича и пгт. Быстровка переданы во вновь образованный Кеминский район.</w:t>
            </w:r>
          </w:p>
        </w:tc>
      </w:tr>
      <w:tr w:rsidR="00B16532" w:rsidRPr="004561D6" w14:paraId="4C1A3F2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3CF2E7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794A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4FA92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Краснореченский, Октябрьский, Юрьевский сельские советы и Калининский поселковый совет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(бывшего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) района в состав Чуйского района. </w:t>
            </w:r>
          </w:p>
        </w:tc>
      </w:tr>
      <w:tr w:rsidR="00B16532" w:rsidRPr="004561D6" w14:paraId="3D4EA79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5F47A4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4C75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23.12.1968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605FF8" w14:textId="77777777" w:rsidR="00B16532" w:rsidRPr="004561D6" w:rsidRDefault="00B16532" w:rsidP="00B16532">
            <w:pPr>
              <w:keepNext/>
              <w:jc w:val="both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Село Ивановка Чуйского района отнесено к категории пгт., с включением в его состав железнодорожной станции.</w:t>
            </w:r>
          </w:p>
        </w:tc>
      </w:tr>
      <w:tr w:rsidR="00B16532" w:rsidRPr="004561D6" w14:paraId="4D096D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D80981D" w14:textId="77777777" w:rsidR="00B16532" w:rsidRPr="004561D6" w:rsidRDefault="00B16532" w:rsidP="00B16532">
            <w:pPr>
              <w:rPr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849DC" w14:textId="77777777" w:rsidR="00B16532" w:rsidRPr="004561D6" w:rsidRDefault="00B16532" w:rsidP="00B16532">
            <w:pPr>
              <w:rPr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162EAC" w14:textId="77777777" w:rsidR="00B16532" w:rsidRPr="004561D6" w:rsidRDefault="00B16532" w:rsidP="00B16532">
            <w:pPr>
              <w:jc w:val="both"/>
              <w:rPr>
                <w:szCs w:val="20"/>
                <w:highlight w:val="magenta"/>
              </w:rPr>
            </w:pPr>
          </w:p>
        </w:tc>
      </w:tr>
      <w:tr w:rsidR="00B16532" w:rsidRPr="004561D6" w14:paraId="23A588CD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C2578C" w14:textId="77777777" w:rsidR="00B16532" w:rsidRPr="004561D6" w:rsidRDefault="00B16532" w:rsidP="00B16532">
            <w:pPr>
              <w:keepNext/>
              <w:jc w:val="center"/>
              <w:outlineLvl w:val="2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Тянь-Шаньская область</w:t>
            </w:r>
          </w:p>
        </w:tc>
      </w:tr>
      <w:tr w:rsidR="00B16532" w:rsidRPr="004561D6" w14:paraId="1547F9DB" w14:textId="77777777" w:rsidTr="00881BC3">
        <w:trPr>
          <w:trHeight w:val="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7DEC8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B888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9F09CD" w14:textId="77777777" w:rsidR="00B16532" w:rsidRPr="004561D6" w:rsidRDefault="00B16532" w:rsidP="00B16532">
            <w:pPr>
              <w:keepNext/>
              <w:jc w:val="both"/>
              <w:outlineLvl w:val="2"/>
              <w:rPr>
                <w:sz w:val="20"/>
                <w:szCs w:val="20"/>
              </w:rPr>
            </w:pPr>
          </w:p>
        </w:tc>
      </w:tr>
      <w:tr w:rsidR="00B16532" w:rsidRPr="004561D6" w14:paraId="69401C1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5490E1E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Тянь-Шаньская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F5A4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21.11.1939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275DA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Тянь-Шаньская область.</w:t>
            </w:r>
          </w:p>
        </w:tc>
      </w:tr>
      <w:tr w:rsidR="00B16532" w:rsidRPr="004561D6" w14:paraId="57FE7E89" w14:textId="77777777" w:rsidTr="00881BC3">
        <w:trPr>
          <w:trHeight w:val="31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B8385E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6164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780EC8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Тянь-Шаньская область упразднена. Районы переданы в подчинение республиканским органам.</w:t>
            </w:r>
          </w:p>
        </w:tc>
      </w:tr>
      <w:tr w:rsidR="00B16532" w:rsidRPr="004561D6" w14:paraId="462B32A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492DE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Нарын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2D27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17.12.1938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01912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город Нарын.</w:t>
            </w:r>
          </w:p>
        </w:tc>
      </w:tr>
      <w:tr w:rsidR="00B16532" w:rsidRPr="004561D6" w14:paraId="2B4E65BD" w14:textId="77777777" w:rsidTr="00881BC3">
        <w:trPr>
          <w:trHeight w:val="51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44140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2249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01.03.1968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B01B37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Вновь возникший населенный пункт (при строительстве </w:t>
            </w:r>
            <w:proofErr w:type="spellStart"/>
            <w:r w:rsidRPr="004561D6">
              <w:rPr>
                <w:sz w:val="20"/>
                <w:szCs w:val="20"/>
              </w:rPr>
              <w:t>Ат-Башинской</w:t>
            </w:r>
            <w:proofErr w:type="spellEnd"/>
            <w:r w:rsidRPr="004561D6">
              <w:rPr>
                <w:sz w:val="20"/>
                <w:szCs w:val="20"/>
              </w:rPr>
              <w:t xml:space="preserve"> ГЭС) отнесен к категории пгт., ему присвоено наименование «</w:t>
            </w:r>
            <w:proofErr w:type="spellStart"/>
            <w:r w:rsidRPr="004561D6">
              <w:rPr>
                <w:sz w:val="20"/>
                <w:szCs w:val="20"/>
              </w:rPr>
              <w:t>Достук</w:t>
            </w:r>
            <w:proofErr w:type="spellEnd"/>
            <w:r w:rsidRPr="004561D6">
              <w:rPr>
                <w:sz w:val="20"/>
                <w:szCs w:val="20"/>
              </w:rPr>
              <w:t>» и передан в административно-хозяйственное подчинение горсовету Нарын.</w:t>
            </w:r>
          </w:p>
        </w:tc>
      </w:tr>
      <w:tr w:rsidR="00B16532" w:rsidRPr="004561D6" w14:paraId="502934DE" w14:textId="77777777" w:rsidTr="00881BC3">
        <w:trPr>
          <w:trHeight w:val="13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A1D0DF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6EEF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39A43D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03F3A8E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7DE177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Ак-</w:t>
            </w:r>
            <w:proofErr w:type="spellStart"/>
            <w:r w:rsidRPr="004561D6">
              <w:rPr>
                <w:b/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722D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02.09.1939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419B6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Ак-</w:t>
            </w:r>
            <w:proofErr w:type="spellStart"/>
            <w:r w:rsidRPr="004561D6">
              <w:rPr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7530EE7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5A310F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DA66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14.01.1960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B7651E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Куланак из </w:t>
            </w:r>
            <w:proofErr w:type="spellStart"/>
            <w:r w:rsidRPr="004561D6">
              <w:rPr>
                <w:sz w:val="20"/>
                <w:szCs w:val="20"/>
              </w:rPr>
              <w:t>Куланакского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сельского совета передано в состав Джан-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сельского совета Нарынского района. </w:t>
            </w:r>
            <w:proofErr w:type="spellStart"/>
            <w:r w:rsidRPr="004561D6">
              <w:rPr>
                <w:sz w:val="20"/>
                <w:szCs w:val="20"/>
              </w:rPr>
              <w:t>Куланакский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переименован в </w:t>
            </w:r>
            <w:proofErr w:type="spellStart"/>
            <w:r w:rsidRPr="004561D6">
              <w:rPr>
                <w:sz w:val="20"/>
                <w:szCs w:val="20"/>
              </w:rPr>
              <w:t>Учкунский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00395CE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13A675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B28F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12.05.1961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7FFDD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Учкунский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передан в состав Нарынского района.</w:t>
            </w:r>
          </w:p>
        </w:tc>
      </w:tr>
      <w:tr w:rsidR="00B16532" w:rsidRPr="004561D6" w14:paraId="11FB2E3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3AE985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6E37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21851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Территория </w:t>
            </w:r>
            <w:proofErr w:type="spellStart"/>
            <w:r w:rsidRPr="004561D6">
              <w:rPr>
                <w:sz w:val="20"/>
                <w:szCs w:val="20"/>
              </w:rPr>
              <w:t>Тогуз-Тороуского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присоединена к Ак-</w:t>
            </w:r>
            <w:proofErr w:type="spellStart"/>
            <w:r w:rsidRPr="004561D6">
              <w:rPr>
                <w:sz w:val="20"/>
                <w:szCs w:val="20"/>
              </w:rPr>
              <w:t>Талинскому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району (при укрупнении районов). </w:t>
            </w:r>
          </w:p>
        </w:tc>
      </w:tr>
      <w:tr w:rsidR="00B16532" w:rsidRPr="004561D6" w14:paraId="21C0D10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C29385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44B1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15.10.1966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6A0614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советы: </w:t>
            </w:r>
            <w:proofErr w:type="spellStart"/>
            <w:r w:rsidRPr="004561D6">
              <w:rPr>
                <w:sz w:val="20"/>
                <w:szCs w:val="20"/>
              </w:rPr>
              <w:t>Карагалыкский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Атайский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4CDF664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D2023D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D6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671D6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3A8B39D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163DA0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F503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6A672B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143E2D4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3777E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921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F26CA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передан в подчинение республиканским органам.</w:t>
            </w:r>
          </w:p>
        </w:tc>
      </w:tr>
      <w:tr w:rsidR="00B16532" w:rsidRPr="004561D6" w14:paraId="6174A9A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5B35D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D2C0F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0002B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38E5D21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9C513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838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F2A66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75ABEDC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BAC4E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0C3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6F37A6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данного района Тянь-Шаньской области передан в состав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республиканского подчинения.</w:t>
            </w:r>
          </w:p>
        </w:tc>
      </w:tr>
      <w:tr w:rsidR="00B16532" w:rsidRPr="004561D6" w14:paraId="662A48B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CCD64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4976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20.01.1962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70A30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Ак-Куль отнесен к категории сельских поселений и передан в состав </w:t>
            </w:r>
            <w:proofErr w:type="spellStart"/>
            <w:r w:rsidRPr="004561D6">
              <w:rPr>
                <w:sz w:val="20"/>
                <w:szCs w:val="20"/>
              </w:rPr>
              <w:t>Кавакского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сельского совета.</w:t>
            </w:r>
          </w:p>
        </w:tc>
      </w:tr>
      <w:tr w:rsidR="00B16532" w:rsidRPr="004561D6" w14:paraId="77D278B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F35395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F2F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04A8F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упразднении Тянь-Шаньской области (сельские советы и пгт. Мин-Куш)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(при укрупнении районов).</w:t>
            </w:r>
          </w:p>
        </w:tc>
      </w:tr>
      <w:tr w:rsidR="00B16532" w:rsidRPr="004561D6" w14:paraId="487F7FA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6D3F9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37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DB70B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Сельские советы </w:t>
            </w:r>
            <w:proofErr w:type="spellStart"/>
            <w:r w:rsidRPr="004561D6">
              <w:rPr>
                <w:sz w:val="20"/>
                <w:szCs w:val="20"/>
              </w:rPr>
              <w:t>Джаны-Арыкский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Кавакский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Каирминский</w:t>
            </w:r>
            <w:proofErr w:type="spellEnd"/>
            <w:r w:rsidRPr="004561D6">
              <w:rPr>
                <w:sz w:val="20"/>
                <w:szCs w:val="20"/>
              </w:rPr>
              <w:t>, Кызыл-</w:t>
            </w:r>
            <w:proofErr w:type="spellStart"/>
            <w:r w:rsidRPr="004561D6">
              <w:rPr>
                <w:sz w:val="20"/>
                <w:szCs w:val="20"/>
              </w:rPr>
              <w:t>Туйский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Чаекский</w:t>
            </w:r>
            <w:proofErr w:type="spellEnd"/>
            <w:r w:rsidRPr="004561D6">
              <w:rPr>
                <w:sz w:val="20"/>
                <w:szCs w:val="20"/>
              </w:rPr>
              <w:t>, поселковый совет «</w:t>
            </w:r>
            <w:proofErr w:type="spellStart"/>
            <w:r w:rsidRPr="004561D6">
              <w:rPr>
                <w:sz w:val="20"/>
                <w:szCs w:val="20"/>
              </w:rPr>
              <w:t>Джумгал</w:t>
            </w:r>
            <w:proofErr w:type="spellEnd"/>
            <w:r w:rsidRPr="004561D6">
              <w:rPr>
                <w:sz w:val="20"/>
                <w:szCs w:val="20"/>
              </w:rPr>
              <w:t xml:space="preserve">» и пгт. Мин-Куш из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</w:p>
        </w:tc>
      </w:tr>
      <w:tr w:rsidR="00B16532" w:rsidRPr="004561D6" w14:paraId="6CF2CD2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50465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64A7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06.02.1965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82DA0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передан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</w:p>
        </w:tc>
      </w:tr>
      <w:tr w:rsidR="00B16532" w:rsidRPr="004561D6" w14:paraId="2C9AD22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9B53B1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9C1B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12.04.1965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7A79A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из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состав Калининского района.</w:t>
            </w:r>
          </w:p>
        </w:tc>
      </w:tr>
      <w:tr w:rsidR="00B16532" w:rsidRPr="004561D6" w14:paraId="5EA7BC1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A7D79D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6F14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75262D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26C49976" w14:textId="77777777" w:rsidTr="00881BC3">
        <w:trPr>
          <w:trHeight w:val="3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E75ED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F8AC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EB87C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 </w:t>
            </w:r>
            <w:proofErr w:type="spellStart"/>
            <w:r w:rsidRPr="004561D6">
              <w:rPr>
                <w:sz w:val="20"/>
                <w:szCs w:val="20"/>
              </w:rPr>
              <w:t>Кочкорскому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району </w:t>
            </w:r>
            <w:proofErr w:type="spellStart"/>
            <w:r w:rsidRPr="004561D6">
              <w:rPr>
                <w:sz w:val="20"/>
                <w:szCs w:val="20"/>
              </w:rPr>
              <w:t>пррисоединен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(6 сельских советов и пгт. Мин-Куш).</w:t>
            </w:r>
          </w:p>
        </w:tc>
      </w:tr>
      <w:tr w:rsidR="00B16532" w:rsidRPr="004561D6" w14:paraId="510F595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40183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EA3D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6114EF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сельские советы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район: </w:t>
            </w:r>
            <w:proofErr w:type="spellStart"/>
            <w:r w:rsidRPr="004561D6">
              <w:rPr>
                <w:sz w:val="20"/>
                <w:szCs w:val="20"/>
              </w:rPr>
              <w:t>Джаны-Арыкский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Кавакский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Каирминский</w:t>
            </w:r>
            <w:proofErr w:type="spellEnd"/>
            <w:r w:rsidRPr="004561D6">
              <w:rPr>
                <w:sz w:val="20"/>
                <w:szCs w:val="20"/>
              </w:rPr>
              <w:t>, Кызыл-</w:t>
            </w:r>
            <w:proofErr w:type="spellStart"/>
            <w:r w:rsidRPr="004561D6">
              <w:rPr>
                <w:sz w:val="20"/>
                <w:szCs w:val="20"/>
              </w:rPr>
              <w:t>Туйский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Чаекский</w:t>
            </w:r>
            <w:proofErr w:type="spellEnd"/>
            <w:r w:rsidRPr="004561D6">
              <w:rPr>
                <w:sz w:val="20"/>
                <w:szCs w:val="20"/>
              </w:rPr>
              <w:t>, поселковый совет «</w:t>
            </w:r>
            <w:proofErr w:type="spellStart"/>
            <w:r w:rsidRPr="004561D6">
              <w:rPr>
                <w:sz w:val="20"/>
                <w:szCs w:val="20"/>
              </w:rPr>
              <w:t>Джумгал</w:t>
            </w:r>
            <w:proofErr w:type="spellEnd"/>
            <w:r w:rsidRPr="004561D6">
              <w:rPr>
                <w:sz w:val="20"/>
                <w:szCs w:val="20"/>
              </w:rPr>
              <w:t xml:space="preserve">» и пгт. Мин-Куш. </w:t>
            </w:r>
          </w:p>
        </w:tc>
      </w:tr>
      <w:tr w:rsidR="00B16532" w:rsidRPr="004561D6" w14:paraId="636528D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E2F888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54D6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5733A6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48A9C29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DDA40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Нарынский</w:t>
            </w:r>
          </w:p>
          <w:p w14:paraId="63E9FF5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5E7A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EC3CD5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Нарынский район.</w:t>
            </w:r>
          </w:p>
        </w:tc>
      </w:tr>
      <w:tr w:rsidR="00B16532" w:rsidRPr="004561D6" w14:paraId="586551B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39A42D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(Тянь-Шаньский)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2155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12.05.1961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AFA1E3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Учкунский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 в состав Нарынского района. </w:t>
            </w:r>
          </w:p>
        </w:tc>
      </w:tr>
      <w:tr w:rsidR="00B16532" w:rsidRPr="004561D6" w14:paraId="2ECB969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1FC7C0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EC1E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D19EF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Нарынский район переименован в Тянь-Шаньский район и передан при упразднении Тянь-Шаньской области в подчинение республиканским органам.</w:t>
            </w:r>
          </w:p>
        </w:tc>
      </w:tr>
      <w:tr w:rsidR="00B16532" w:rsidRPr="004561D6" w14:paraId="26D0AFE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5BD45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D4EF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EFB3944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2361C80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EF8443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D1CD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2916E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016BE71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44BD3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CCC8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DF9BE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 и передан в состав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(при укрупнении районов).</w:t>
            </w:r>
          </w:p>
        </w:tc>
      </w:tr>
      <w:tr w:rsidR="00B16532" w:rsidRPr="004561D6" w14:paraId="59B8C90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8D743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F219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15.10.1966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DA78BA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</w:p>
          <w:p w14:paraId="2FA4A0C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советы: </w:t>
            </w:r>
            <w:proofErr w:type="spellStart"/>
            <w:r w:rsidRPr="004561D6">
              <w:rPr>
                <w:sz w:val="20"/>
                <w:szCs w:val="20"/>
              </w:rPr>
              <w:t>Карагалыкский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Атайский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его состав из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</w:t>
            </w:r>
          </w:p>
        </w:tc>
      </w:tr>
      <w:tr w:rsidR="00B16532" w:rsidRPr="004561D6" w14:paraId="6FD2265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062B54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8F80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10EFF3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411D150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153151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Ошская область</w:t>
            </w:r>
          </w:p>
        </w:tc>
      </w:tr>
      <w:tr w:rsidR="00B16532" w:rsidRPr="004561D6" w14:paraId="5817311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97984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A51D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AE32BE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AB4671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CC38E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Ош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FDA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A6FFE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горсовет Ош.</w:t>
            </w:r>
          </w:p>
        </w:tc>
      </w:tr>
      <w:tr w:rsidR="00B16532" w:rsidRPr="004561D6" w14:paraId="5F9B7A1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5E4725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447C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12.08.1960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42900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 городу Ош присоединена часть территории Ошского района: из </w:t>
            </w:r>
            <w:proofErr w:type="spellStart"/>
            <w:r w:rsidRPr="004561D6">
              <w:rPr>
                <w:sz w:val="20"/>
                <w:szCs w:val="20"/>
              </w:rPr>
              <w:t>Кишлакского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-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Бешкана</w:t>
            </w:r>
            <w:proofErr w:type="spellEnd"/>
            <w:r w:rsidRPr="004561D6">
              <w:rPr>
                <w:sz w:val="20"/>
                <w:szCs w:val="20"/>
              </w:rPr>
              <w:t xml:space="preserve">, из Наримановского сельсовета - часть села Нариман, из </w:t>
            </w:r>
            <w:proofErr w:type="spellStart"/>
            <w:r w:rsidRPr="004561D6">
              <w:rPr>
                <w:sz w:val="20"/>
                <w:szCs w:val="20"/>
              </w:rPr>
              <w:t>Тулекенского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- часть села </w:t>
            </w:r>
            <w:proofErr w:type="spellStart"/>
            <w:r w:rsidRPr="004561D6">
              <w:rPr>
                <w:sz w:val="20"/>
                <w:szCs w:val="20"/>
              </w:rPr>
              <w:t>Тулекен</w:t>
            </w:r>
            <w:proofErr w:type="spellEnd"/>
            <w:r w:rsidRPr="004561D6">
              <w:rPr>
                <w:sz w:val="20"/>
                <w:szCs w:val="20"/>
              </w:rPr>
              <w:t xml:space="preserve">, из </w:t>
            </w:r>
            <w:proofErr w:type="spellStart"/>
            <w:r w:rsidRPr="004561D6">
              <w:rPr>
                <w:sz w:val="20"/>
                <w:szCs w:val="20"/>
              </w:rPr>
              <w:t>Шаркского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- часть села Верхний </w:t>
            </w:r>
            <w:proofErr w:type="spellStart"/>
            <w:r w:rsidRPr="004561D6">
              <w:rPr>
                <w:sz w:val="20"/>
                <w:szCs w:val="20"/>
              </w:rPr>
              <w:t>Увам</w:t>
            </w:r>
            <w:proofErr w:type="spellEnd"/>
            <w:r w:rsidRPr="004561D6">
              <w:rPr>
                <w:sz w:val="20"/>
                <w:szCs w:val="20"/>
              </w:rPr>
              <w:t xml:space="preserve">. </w:t>
            </w:r>
          </w:p>
        </w:tc>
      </w:tr>
      <w:tr w:rsidR="00B16532" w:rsidRPr="004561D6" w14:paraId="251BFC6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AA7844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A229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22.08.1966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5D8DF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 городскую черту Ошского горсовета включена часть села Нариман, поселки железнодорожной станции, кирпичного завода и строящийся хлопчатобумажный комбинат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7B51DE1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DAF7DD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BB3A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01.04.1968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A865A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административное подчинение Ошского горсовета передан поселок Алмалык </w:t>
            </w:r>
            <w:proofErr w:type="spellStart"/>
            <w:r w:rsidRPr="004561D6">
              <w:rPr>
                <w:sz w:val="20"/>
                <w:szCs w:val="20"/>
              </w:rPr>
              <w:t>Кыркольского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из </w:t>
            </w:r>
            <w:proofErr w:type="spellStart"/>
            <w:r w:rsidRPr="004561D6">
              <w:rPr>
                <w:sz w:val="20"/>
                <w:szCs w:val="20"/>
              </w:rPr>
              <w:t>Наукатского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3CBBE91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EC2DBF9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DA66A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3660ADF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3009C0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FEA46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29B228C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Джалал-Абад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273F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EB6B9B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горсовет Джалал-Абад. В его административное подчинение вошли пгт. Кок-Таш и пгт. Кочкор-Ата Ленинского района, пгт. Чангыр-Таш из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338F737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6E382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DA6F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ABD17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Кок-Таш и Кочкор-Ата переданы из горсовета в состав Ленинского района, а пгт. Чангыр-Таш - в состав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3315FD6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4D364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9304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92D8A0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719B9A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A7026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3B13124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Кызыл-Кия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16CA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A17531" w14:textId="77777777" w:rsidR="00B16532" w:rsidRPr="004561D6" w:rsidRDefault="00B16532" w:rsidP="00B226ED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горсовет Кызыл-Кия</w:t>
            </w:r>
            <w:r w:rsidR="00B226ED" w:rsidRPr="004561D6">
              <w:rPr>
                <w:sz w:val="20"/>
                <w:szCs w:val="20"/>
              </w:rPr>
              <w:t xml:space="preserve">, </w:t>
            </w:r>
            <w:r w:rsidRPr="004561D6">
              <w:rPr>
                <w:sz w:val="20"/>
                <w:szCs w:val="20"/>
              </w:rPr>
              <w:t xml:space="preserve">пгт. Советский, Фрунзе, </w:t>
            </w:r>
            <w:proofErr w:type="spellStart"/>
            <w:r w:rsidRPr="004561D6">
              <w:rPr>
                <w:sz w:val="20"/>
                <w:szCs w:val="20"/>
              </w:rPr>
              <w:t>Хайдаркан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Чаувай</w:t>
            </w:r>
            <w:proofErr w:type="spellEnd"/>
            <w:r w:rsidRPr="004561D6">
              <w:rPr>
                <w:sz w:val="20"/>
                <w:szCs w:val="20"/>
              </w:rPr>
              <w:t xml:space="preserve"> Фрунзенского района вошли в его административное подчинение. </w:t>
            </w:r>
          </w:p>
        </w:tc>
      </w:tr>
      <w:tr w:rsidR="00B16532" w:rsidRPr="004561D6" w14:paraId="18BE374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F5431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BC5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6F4BD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Советский, Фрунзе, </w:t>
            </w:r>
            <w:proofErr w:type="spellStart"/>
            <w:r w:rsidRPr="004561D6">
              <w:rPr>
                <w:sz w:val="20"/>
                <w:szCs w:val="20"/>
              </w:rPr>
              <w:t>Хайдаркан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Чаувай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из горсовета в состав Фрунзенского района.</w:t>
            </w:r>
          </w:p>
        </w:tc>
      </w:tr>
      <w:tr w:rsidR="00B16532" w:rsidRPr="004561D6" w14:paraId="5D0EDE8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5B580A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D48C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EDEFA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1D1D84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7D037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3CF9EAA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Майли-Сай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CECE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12.08.1960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083B2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горсовет Майли-Сай. В административное подчинение из Ленинского района передан </w:t>
            </w:r>
            <w:proofErr w:type="spellStart"/>
            <w:r w:rsidRPr="004561D6">
              <w:rPr>
                <w:sz w:val="20"/>
                <w:szCs w:val="20"/>
              </w:rPr>
              <w:t>Аралский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(населенные пункты Орал и его хозяйства Арал и Орса) из населенных пунктов </w:t>
            </w:r>
            <w:proofErr w:type="spellStart"/>
            <w:r w:rsidRPr="004561D6">
              <w:rPr>
                <w:sz w:val="20"/>
                <w:szCs w:val="20"/>
              </w:rPr>
              <w:t>Сакалдинского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сельского совета.</w:t>
            </w:r>
          </w:p>
        </w:tc>
      </w:tr>
      <w:tr w:rsidR="00B16532" w:rsidRPr="004561D6" w14:paraId="255DEBC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A61F8F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94D9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28.05.1965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433BE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Аралский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передан из административного подчинения Майли-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горсовета в состав Ленинского района.</w:t>
            </w:r>
          </w:p>
        </w:tc>
      </w:tr>
      <w:tr w:rsidR="00B16532" w:rsidRPr="004561D6" w14:paraId="0F2E1EC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2B097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7ABD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24.06.1969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294AF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Кок-Таш из Ленинского района включен в административное подчинение горсовета Майли-Сай.</w:t>
            </w:r>
          </w:p>
        </w:tc>
      </w:tr>
      <w:tr w:rsidR="00B16532" w:rsidRPr="004561D6" w14:paraId="3E57B56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60915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4EB47B8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Таш-Кумыр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43B2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8EB8E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горсовет Таш-Кумыр. Город Таш-Кумыр, пгт. </w:t>
            </w:r>
            <w:proofErr w:type="spellStart"/>
            <w:r w:rsidRPr="004561D6">
              <w:rPr>
                <w:sz w:val="20"/>
                <w:szCs w:val="20"/>
              </w:rPr>
              <w:t>Шамалды</w:t>
            </w:r>
            <w:proofErr w:type="spellEnd"/>
            <w:r w:rsidRPr="004561D6">
              <w:rPr>
                <w:sz w:val="20"/>
                <w:szCs w:val="20"/>
              </w:rPr>
              <w:t>-Сай и Кара-Куль вошли в его административное подчинение.</w:t>
            </w:r>
          </w:p>
        </w:tc>
      </w:tr>
      <w:tr w:rsidR="00B16532" w:rsidRPr="004561D6" w14:paraId="417F6DF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5D7218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F4F6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26.04.1965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706F8B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Кызыл-</w:t>
            </w:r>
            <w:proofErr w:type="spellStart"/>
            <w:r w:rsidRPr="004561D6">
              <w:rPr>
                <w:sz w:val="20"/>
                <w:szCs w:val="20"/>
              </w:rPr>
              <w:t>Джар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 из Ленинского района в административное подчинение горсовета Таш-Кумыр. </w:t>
            </w:r>
          </w:p>
        </w:tc>
      </w:tr>
      <w:tr w:rsidR="00B16532" w:rsidRPr="004561D6" w14:paraId="53C975E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0A9E056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0340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A818BB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BC07E6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BD130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пгт. Кара-Куль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0EEC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26.10.1962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52446E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Населенный пункт Токтогульской ГЭС отнесен к категории пгт. с наименованием «Кара-Куль».</w:t>
            </w:r>
          </w:p>
        </w:tc>
      </w:tr>
      <w:tr w:rsidR="00B16532" w:rsidRPr="004561D6" w14:paraId="3A18E53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BF277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AC4F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4340C8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79215E8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1F31E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Ала-</w:t>
            </w:r>
            <w:proofErr w:type="spellStart"/>
            <w:r w:rsidRPr="004561D6">
              <w:rPr>
                <w:b/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AFFA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02.09.1936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9BD959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Ала-</w:t>
            </w:r>
            <w:proofErr w:type="spellStart"/>
            <w:r w:rsidRPr="004561D6">
              <w:rPr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64F61A8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337D2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5894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6812F0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Ала-</w:t>
            </w:r>
            <w:proofErr w:type="spellStart"/>
            <w:r w:rsidRPr="004561D6">
              <w:rPr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Передан в существующих границах в состав Джанги-</w:t>
            </w:r>
            <w:proofErr w:type="spellStart"/>
            <w:r w:rsidRPr="004561D6">
              <w:rPr>
                <w:sz w:val="20"/>
                <w:szCs w:val="20"/>
              </w:rPr>
              <w:t>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036F2EC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0637D1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3887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18.07.1969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58242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Вновь образован Ала-</w:t>
            </w:r>
            <w:proofErr w:type="spellStart"/>
            <w:r w:rsidRPr="004561D6">
              <w:rPr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Ак-Курганский, Ак-</w:t>
            </w:r>
            <w:proofErr w:type="spellStart"/>
            <w:r w:rsidRPr="004561D6">
              <w:rPr>
                <w:sz w:val="20"/>
                <w:szCs w:val="20"/>
              </w:rPr>
              <w:t>Тамский</w:t>
            </w:r>
            <w:proofErr w:type="spellEnd"/>
            <w:r w:rsidRPr="004561D6">
              <w:rPr>
                <w:sz w:val="20"/>
                <w:szCs w:val="20"/>
              </w:rPr>
              <w:t>, Ала-</w:t>
            </w:r>
            <w:proofErr w:type="spellStart"/>
            <w:r w:rsidRPr="004561D6">
              <w:rPr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Каныш-Киинский</w:t>
            </w:r>
            <w:proofErr w:type="spellEnd"/>
            <w:r w:rsidRPr="004561D6">
              <w:rPr>
                <w:sz w:val="20"/>
                <w:szCs w:val="20"/>
              </w:rPr>
              <w:t>, Кок-</w:t>
            </w:r>
            <w:proofErr w:type="spellStart"/>
            <w:r w:rsidRPr="004561D6">
              <w:rPr>
                <w:sz w:val="20"/>
                <w:szCs w:val="20"/>
              </w:rPr>
              <w:t>Серекский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Первомайский, </w:t>
            </w:r>
            <w:proofErr w:type="spellStart"/>
            <w:r w:rsidRPr="004561D6">
              <w:rPr>
                <w:sz w:val="20"/>
                <w:szCs w:val="20"/>
              </w:rPr>
              <w:t>Урюктинский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и пгт. Сумсар, пгт. Терек-Сай из Джанги-</w:t>
            </w:r>
            <w:proofErr w:type="spellStart"/>
            <w:r w:rsidRPr="004561D6">
              <w:rPr>
                <w:sz w:val="20"/>
                <w:szCs w:val="20"/>
              </w:rPr>
              <w:t>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его состав.</w:t>
            </w:r>
          </w:p>
        </w:tc>
      </w:tr>
      <w:tr w:rsidR="00B16532" w:rsidRPr="004561D6" w14:paraId="189E0D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B63516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5C71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6237076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ECE9EA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8053A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 xml:space="preserve">Араванский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646C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A4EAC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Араванский район. </w:t>
            </w:r>
          </w:p>
        </w:tc>
      </w:tr>
      <w:tr w:rsidR="00B16532" w:rsidRPr="004561D6" w14:paraId="4C2F967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7A9D49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CC5C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4C038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Территория </w:t>
            </w:r>
            <w:proofErr w:type="spellStart"/>
            <w:r w:rsidRPr="004561D6">
              <w:rPr>
                <w:sz w:val="20"/>
                <w:szCs w:val="20"/>
              </w:rPr>
              <w:t>Наукатского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присоединена к </w:t>
            </w:r>
            <w:proofErr w:type="spellStart"/>
            <w:r w:rsidRPr="004561D6">
              <w:rPr>
                <w:sz w:val="20"/>
                <w:szCs w:val="20"/>
              </w:rPr>
              <w:t>Араванскому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району.</w:t>
            </w:r>
          </w:p>
        </w:tc>
      </w:tr>
      <w:tr w:rsidR="00B16532" w:rsidRPr="004561D6" w14:paraId="31C28A9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AC90A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6115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43F2B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советы: Бельский, </w:t>
            </w:r>
            <w:proofErr w:type="spellStart"/>
            <w:r w:rsidRPr="004561D6">
              <w:rPr>
                <w:sz w:val="20"/>
                <w:szCs w:val="20"/>
              </w:rPr>
              <w:t>Джальский</w:t>
            </w:r>
            <w:proofErr w:type="spellEnd"/>
            <w:r w:rsidRPr="004561D6">
              <w:rPr>
                <w:sz w:val="20"/>
                <w:szCs w:val="20"/>
              </w:rPr>
              <w:t>, Иски-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Ичкиликский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Кенешский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Киргиз-Атинский, </w:t>
            </w:r>
            <w:proofErr w:type="spellStart"/>
            <w:r w:rsidRPr="004561D6">
              <w:rPr>
                <w:sz w:val="20"/>
                <w:szCs w:val="20"/>
              </w:rPr>
              <w:t>Кыркольский</w:t>
            </w:r>
            <w:proofErr w:type="spellEnd"/>
            <w:r w:rsidRPr="004561D6">
              <w:rPr>
                <w:sz w:val="20"/>
                <w:szCs w:val="20"/>
              </w:rPr>
              <w:t>, Кызыл-Октябрьский, Первомайский, Янги-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и Кок-Бельский поселковый совет 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669AD36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F4B2988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5111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8EE3CAE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25AE0F6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CADCBF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Базар-</w:t>
            </w:r>
            <w:proofErr w:type="spellStart"/>
            <w:r w:rsidRPr="004561D6">
              <w:rPr>
                <w:b/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5EA7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24.12.1928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B0B21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Базар-</w:t>
            </w:r>
            <w:proofErr w:type="spellStart"/>
            <w:r w:rsidRPr="004561D6">
              <w:rPr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34CCC36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91A87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923C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DEE38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Базар-</w:t>
            </w:r>
            <w:proofErr w:type="spellStart"/>
            <w:r w:rsidRPr="004561D6">
              <w:rPr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Передан в существующих границах в состав Ленинского района.</w:t>
            </w:r>
          </w:p>
        </w:tc>
      </w:tr>
      <w:tr w:rsidR="00B16532" w:rsidRPr="004561D6" w14:paraId="657380A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E72550A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520B2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34321E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21C487A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B1AE1F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Баткенский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B275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19.04.1934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00AB9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Баткенский район.</w:t>
            </w:r>
          </w:p>
        </w:tc>
      </w:tr>
      <w:tr w:rsidR="00B16532" w:rsidRPr="004561D6" w14:paraId="5E8B52F3" w14:textId="77777777" w:rsidTr="00881BC3">
        <w:trPr>
          <w:trHeight w:val="10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95789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0586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8B501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Баткенский район упразднен. Баткенский, Раут-Каутский сельсоветы и </w:t>
            </w:r>
            <w:proofErr w:type="spellStart"/>
            <w:r w:rsidRPr="004561D6">
              <w:rPr>
                <w:sz w:val="20"/>
                <w:szCs w:val="20"/>
              </w:rPr>
              <w:t>Самаркандыкский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района; </w:t>
            </w:r>
            <w:proofErr w:type="spellStart"/>
            <w:r w:rsidRPr="004561D6">
              <w:rPr>
                <w:sz w:val="20"/>
                <w:szCs w:val="20"/>
              </w:rPr>
              <w:t>Дарьинский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Кыштутский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Суу-Башинский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- в состав Фрунзенского района.</w:t>
            </w:r>
          </w:p>
        </w:tc>
      </w:tr>
      <w:tr w:rsidR="00B16532" w:rsidRPr="004561D6" w14:paraId="6A5DB23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FA140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F7C5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5B275CA" w14:textId="77777777" w:rsidR="00B16532" w:rsidRPr="004561D6" w:rsidRDefault="00B16532" w:rsidP="00B16532">
            <w:pPr>
              <w:jc w:val="both"/>
              <w:rPr>
                <w:sz w:val="20"/>
                <w:szCs w:val="20"/>
                <w:highlight w:val="yellow"/>
              </w:rPr>
            </w:pPr>
            <w:r w:rsidRPr="004561D6">
              <w:rPr>
                <w:sz w:val="20"/>
                <w:szCs w:val="20"/>
              </w:rPr>
              <w:t xml:space="preserve">Образован Баткенский район. Из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переданы: Баткенский, Раут-Каутский сельские советы, </w:t>
            </w:r>
            <w:proofErr w:type="spellStart"/>
            <w:r w:rsidRPr="004561D6">
              <w:rPr>
                <w:sz w:val="20"/>
                <w:szCs w:val="20"/>
              </w:rPr>
              <w:t>Самаркандыкский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поселковые советы (бывший </w:t>
            </w:r>
            <w:proofErr w:type="spellStart"/>
            <w:r w:rsidRPr="004561D6">
              <w:rPr>
                <w:sz w:val="20"/>
                <w:szCs w:val="20"/>
              </w:rPr>
              <w:t>Ляйлякский</w:t>
            </w:r>
            <w:proofErr w:type="spellEnd"/>
            <w:r w:rsidRPr="004561D6">
              <w:rPr>
                <w:sz w:val="20"/>
                <w:szCs w:val="20"/>
              </w:rPr>
              <w:t>); из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совета Баткенского района переданы в </w:t>
            </w:r>
            <w:proofErr w:type="spellStart"/>
            <w:r w:rsidRPr="004561D6">
              <w:rPr>
                <w:sz w:val="20"/>
                <w:szCs w:val="20"/>
              </w:rPr>
              <w:t>Тогуз-Булакский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3 населенных пункта; из Фрунзенского района </w:t>
            </w:r>
            <w:proofErr w:type="spellStart"/>
            <w:r w:rsidRPr="004561D6">
              <w:rPr>
                <w:sz w:val="20"/>
                <w:szCs w:val="20"/>
              </w:rPr>
              <w:t>Дарьинский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Кыштутский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Суу-Башинский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переданы в состав Баткенского района.</w:t>
            </w:r>
          </w:p>
        </w:tc>
      </w:tr>
      <w:tr w:rsidR="00B16532" w:rsidRPr="004561D6" w14:paraId="54A4F4C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78A5D5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BB46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1B4156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Переданы из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совета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Узгоруш</w:t>
            </w:r>
            <w:proofErr w:type="spellEnd"/>
            <w:r w:rsidRPr="004561D6">
              <w:rPr>
                <w:sz w:val="20"/>
                <w:szCs w:val="20"/>
              </w:rPr>
              <w:t xml:space="preserve"> и Кызыл-</w:t>
            </w:r>
            <w:proofErr w:type="spellStart"/>
            <w:r w:rsidRPr="004561D6">
              <w:rPr>
                <w:sz w:val="20"/>
                <w:szCs w:val="20"/>
              </w:rPr>
              <w:t>Чарба</w:t>
            </w:r>
            <w:proofErr w:type="spellEnd"/>
            <w:r w:rsidRPr="004561D6">
              <w:rPr>
                <w:sz w:val="20"/>
                <w:szCs w:val="20"/>
              </w:rPr>
              <w:t xml:space="preserve"> в состав </w:t>
            </w:r>
            <w:proofErr w:type="spellStart"/>
            <w:r w:rsidRPr="004561D6">
              <w:rPr>
                <w:sz w:val="20"/>
                <w:szCs w:val="20"/>
              </w:rPr>
              <w:t>Тогуз-Булакского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38893E0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74FF652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99B2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2B3030F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5FC75A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1C60E4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Джанги-</w:t>
            </w:r>
            <w:proofErr w:type="spellStart"/>
            <w:r w:rsidRPr="004561D6">
              <w:rPr>
                <w:b/>
                <w:sz w:val="20"/>
                <w:szCs w:val="20"/>
              </w:rPr>
              <w:t>Джоль</w:t>
            </w:r>
            <w:proofErr w:type="spellEnd"/>
            <w:r w:rsidRPr="004561D6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DCAF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29.10.1935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20522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Джанги-</w:t>
            </w:r>
            <w:proofErr w:type="spellStart"/>
            <w:r w:rsidRPr="004561D6">
              <w:rPr>
                <w:sz w:val="20"/>
                <w:szCs w:val="20"/>
              </w:rPr>
              <w:t>Джольский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6732D7F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139D56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C3BB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4C966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Из Калининского сельского совета Джанги-</w:t>
            </w:r>
            <w:proofErr w:type="spellStart"/>
            <w:r w:rsidRPr="004561D6">
              <w:rPr>
                <w:sz w:val="20"/>
                <w:szCs w:val="20"/>
              </w:rPr>
              <w:t>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3 населенных пункта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Бургандинского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сельского совета Ленинского района.</w:t>
            </w:r>
          </w:p>
        </w:tc>
      </w:tr>
      <w:tr w:rsidR="00B16532" w:rsidRPr="004561D6" w14:paraId="54E8C54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9403F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8B70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54360E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Присоединена территория Ала-</w:t>
            </w:r>
            <w:proofErr w:type="spellStart"/>
            <w:r w:rsidRPr="004561D6">
              <w:rPr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(сельские советы и пгт. Сумсар и Терек-Сай);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Джанги-</w:t>
            </w:r>
            <w:proofErr w:type="spellStart"/>
            <w:r w:rsidRPr="004561D6">
              <w:rPr>
                <w:sz w:val="20"/>
                <w:szCs w:val="20"/>
              </w:rPr>
              <w:t>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пгт. Кызыл-</w:t>
            </w:r>
            <w:proofErr w:type="spellStart"/>
            <w:r w:rsidRPr="004561D6">
              <w:rPr>
                <w:sz w:val="20"/>
                <w:szCs w:val="20"/>
              </w:rPr>
              <w:t>Джар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состав Ленинского района.</w:t>
            </w:r>
          </w:p>
        </w:tc>
      </w:tr>
      <w:tr w:rsidR="00B16532" w:rsidRPr="004561D6" w14:paraId="4017572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0E4DBF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805F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18.07.1969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6905F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Во вновь образованный Ала-</w:t>
            </w:r>
            <w:proofErr w:type="spellStart"/>
            <w:r w:rsidRPr="004561D6">
              <w:rPr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переданы Ак-Курганский, Ак-</w:t>
            </w:r>
            <w:proofErr w:type="spellStart"/>
            <w:r w:rsidRPr="004561D6">
              <w:rPr>
                <w:sz w:val="20"/>
                <w:szCs w:val="20"/>
              </w:rPr>
              <w:t>Тамский</w:t>
            </w:r>
            <w:proofErr w:type="spellEnd"/>
            <w:r w:rsidRPr="004561D6">
              <w:rPr>
                <w:sz w:val="20"/>
                <w:szCs w:val="20"/>
              </w:rPr>
              <w:t>, Ала-</w:t>
            </w:r>
            <w:proofErr w:type="spellStart"/>
            <w:r w:rsidRPr="004561D6">
              <w:rPr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Каныш-Киинский</w:t>
            </w:r>
            <w:proofErr w:type="spellEnd"/>
            <w:r w:rsidRPr="004561D6">
              <w:rPr>
                <w:sz w:val="20"/>
                <w:szCs w:val="20"/>
              </w:rPr>
              <w:t>, Кок-</w:t>
            </w:r>
            <w:proofErr w:type="spellStart"/>
            <w:r w:rsidRPr="004561D6">
              <w:rPr>
                <w:sz w:val="20"/>
                <w:szCs w:val="20"/>
              </w:rPr>
              <w:t>Серекский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Первомайский, </w:t>
            </w:r>
            <w:proofErr w:type="spellStart"/>
            <w:r w:rsidRPr="004561D6">
              <w:rPr>
                <w:sz w:val="20"/>
                <w:szCs w:val="20"/>
              </w:rPr>
              <w:t>Урюктинский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советы, пгт. Сумсар и пгт. Терек-Сай. </w:t>
            </w:r>
          </w:p>
        </w:tc>
      </w:tr>
      <w:tr w:rsidR="00B16532" w:rsidRPr="004561D6" w14:paraId="1FFA762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7785BA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2158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60F9CAE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ED7735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92D5A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B900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29.10.1935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7162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Кара-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6E7F0003" w14:textId="77777777" w:rsidTr="00881BC3">
        <w:trPr>
          <w:trHeight w:val="38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7167B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4A26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F7623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 Кызыл-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</w:t>
            </w:r>
          </w:p>
        </w:tc>
      </w:tr>
      <w:tr w:rsidR="00B16532" w:rsidRPr="004561D6" w14:paraId="07BA046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93069D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9A64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26.05.1960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4D336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Кара-Су преобразован в город районного подчинения.</w:t>
            </w:r>
          </w:p>
        </w:tc>
      </w:tr>
      <w:tr w:rsidR="00B16532" w:rsidRPr="004561D6" w14:paraId="105B6B6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647EBA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7AE9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12.10.1960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61EA0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Янги-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передан в Кара-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3321313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3420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26A3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910C34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Территория Ошского района присоединена к Кара-</w:t>
            </w:r>
            <w:proofErr w:type="spellStart"/>
            <w:r w:rsidRPr="004561D6">
              <w:rPr>
                <w:sz w:val="20"/>
                <w:szCs w:val="20"/>
              </w:rPr>
              <w:t>Суйскому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району.</w:t>
            </w:r>
          </w:p>
        </w:tc>
      </w:tr>
      <w:tr w:rsidR="00B16532" w:rsidRPr="004561D6" w14:paraId="2EB3534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B6A1FC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258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22.08.1966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F0DC7B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городскую черту города Ош передана часть села Нариман, поселки железнодорожной станции, кирпичного завода и строящийся хлопчатобумажный комбинат. </w:t>
            </w:r>
          </w:p>
        </w:tc>
      </w:tr>
      <w:tr w:rsidR="00B16532" w:rsidRPr="004561D6" w14:paraId="136D5B1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8EB38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AB2C9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F9BA4F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79ED689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4D4F7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Куршабский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E393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1684B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Куршабский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1E3C91B8" w14:textId="77777777" w:rsidTr="00881BC3">
        <w:trPr>
          <w:trHeight w:val="65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D2777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D1D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F9C678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Куршабский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Передан в существующих границах в состав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6DF4DE0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AEF3FF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Ленинский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3414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7CDB4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Ленинский район.</w:t>
            </w:r>
          </w:p>
        </w:tc>
      </w:tr>
      <w:tr w:rsidR="00B16532" w:rsidRPr="004561D6" w14:paraId="77ED857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F684F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7CA1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12.08.1960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F02CA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населенных пунктов </w:t>
            </w:r>
            <w:proofErr w:type="spellStart"/>
            <w:r w:rsidRPr="004561D6">
              <w:rPr>
                <w:sz w:val="20"/>
                <w:szCs w:val="20"/>
              </w:rPr>
              <w:t>Сакалдинского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сельского совета, который передан в административное подчинение Майли-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городского совета, образован </w:t>
            </w:r>
            <w:proofErr w:type="spellStart"/>
            <w:r w:rsidRPr="004561D6">
              <w:rPr>
                <w:sz w:val="20"/>
                <w:szCs w:val="20"/>
              </w:rPr>
              <w:t>Аралский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(населенные пункты Арал и его хозяйства Арал и Орса). </w:t>
            </w:r>
          </w:p>
        </w:tc>
      </w:tr>
      <w:tr w:rsidR="00B16532" w:rsidRPr="004561D6" w14:paraId="1A01AA0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E250F3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6E3F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23585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Из Калининского сельсовета Джанги-</w:t>
            </w:r>
            <w:proofErr w:type="spellStart"/>
            <w:r w:rsidRPr="004561D6">
              <w:rPr>
                <w:sz w:val="20"/>
                <w:szCs w:val="20"/>
              </w:rPr>
              <w:t>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3 населенных пункта присоединены в состав </w:t>
            </w:r>
            <w:proofErr w:type="spellStart"/>
            <w:r w:rsidRPr="004561D6">
              <w:rPr>
                <w:sz w:val="20"/>
                <w:szCs w:val="20"/>
              </w:rPr>
              <w:t>Бургандинского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Ленинского района. </w:t>
            </w:r>
          </w:p>
        </w:tc>
      </w:tr>
      <w:tr w:rsidR="00B16532" w:rsidRPr="004561D6" w14:paraId="6CC1C12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E471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467F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7453DB" w14:textId="77777777" w:rsidR="00B16532" w:rsidRPr="004561D6" w:rsidRDefault="00B16532" w:rsidP="004629CD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сельский совет и пгт. Кызыл-</w:t>
            </w:r>
            <w:proofErr w:type="spellStart"/>
            <w:r w:rsidRPr="004561D6">
              <w:rPr>
                <w:sz w:val="20"/>
                <w:szCs w:val="20"/>
              </w:rPr>
              <w:t>Джар</w:t>
            </w:r>
            <w:proofErr w:type="spellEnd"/>
            <w:r w:rsidRPr="004561D6">
              <w:rPr>
                <w:sz w:val="20"/>
                <w:szCs w:val="20"/>
              </w:rPr>
              <w:t xml:space="preserve"> присоединены к Ленинскому району из Джанги-</w:t>
            </w:r>
            <w:proofErr w:type="spellStart"/>
            <w:r w:rsidRPr="004561D6">
              <w:rPr>
                <w:sz w:val="20"/>
                <w:szCs w:val="20"/>
              </w:rPr>
              <w:t>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Базар-</w:t>
            </w:r>
            <w:proofErr w:type="spellStart"/>
            <w:r w:rsidRPr="004561D6">
              <w:rPr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присоединен в существующих границах</w:t>
            </w:r>
            <w:r w:rsidR="004629CD" w:rsidRPr="004561D6">
              <w:rPr>
                <w:sz w:val="20"/>
                <w:szCs w:val="20"/>
              </w:rPr>
              <w:t>; п</w:t>
            </w:r>
            <w:r w:rsidRPr="004561D6">
              <w:rPr>
                <w:sz w:val="20"/>
                <w:szCs w:val="20"/>
              </w:rPr>
              <w:t>гт. Кок-Таш и пгт. Кочкор-Ата переданы в административное подчинение Джалал-Абадского горсовета.</w:t>
            </w:r>
          </w:p>
        </w:tc>
      </w:tr>
      <w:tr w:rsidR="00B16532" w:rsidRPr="004561D6" w14:paraId="01769F1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1C427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EEA1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D7F8F5" w14:textId="77777777" w:rsidR="00B16532" w:rsidRPr="004561D6" w:rsidRDefault="004629CD" w:rsidP="004629CD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 xml:space="preserve">гт. Кок-Таш и пгт. Кочкор-Ата переданы в состав Ленинского района из Джалал-Абадского горсовета. </w:t>
            </w:r>
          </w:p>
        </w:tc>
      </w:tr>
      <w:tr w:rsidR="00B16532" w:rsidRPr="004561D6" w14:paraId="7B2D7D4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C288F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CD0A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26.04.1965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AE98ED" w14:textId="77777777" w:rsidR="00B16532" w:rsidRPr="004561D6" w:rsidRDefault="004629CD" w:rsidP="004629CD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>гт. Кызыл-</w:t>
            </w:r>
            <w:proofErr w:type="spellStart"/>
            <w:r w:rsidR="00B16532" w:rsidRPr="004561D6">
              <w:rPr>
                <w:sz w:val="20"/>
                <w:szCs w:val="20"/>
              </w:rPr>
              <w:t>Джар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передан из Ленинского района в административное подчинение Таш-</w:t>
            </w:r>
            <w:proofErr w:type="spellStart"/>
            <w:r w:rsidR="00B16532" w:rsidRPr="004561D6">
              <w:rPr>
                <w:sz w:val="20"/>
                <w:szCs w:val="20"/>
              </w:rPr>
              <w:t>Кумырского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горсовета.</w:t>
            </w:r>
          </w:p>
        </w:tc>
      </w:tr>
      <w:tr w:rsidR="00B16532" w:rsidRPr="004561D6" w14:paraId="2770E92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B2C346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360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28.05.1965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F4767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Из горсовета Майли-Сай </w:t>
            </w:r>
            <w:proofErr w:type="spellStart"/>
            <w:r w:rsidRPr="004561D6">
              <w:rPr>
                <w:sz w:val="20"/>
                <w:szCs w:val="20"/>
              </w:rPr>
              <w:t>Аралский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передан в состав Ленинского района.</w:t>
            </w:r>
          </w:p>
        </w:tc>
      </w:tr>
      <w:tr w:rsidR="00B16532" w:rsidRPr="004561D6" w14:paraId="3BA64D3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1AC584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2711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24.06.1969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79FB31" w14:textId="77777777" w:rsidR="00B16532" w:rsidRPr="004561D6" w:rsidRDefault="004629CD" w:rsidP="004629CD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>т. Кок-Таш передан из Ленинского района в административное подчинение Майли-</w:t>
            </w:r>
            <w:proofErr w:type="spellStart"/>
            <w:r w:rsidR="00B16532" w:rsidRPr="004561D6">
              <w:rPr>
                <w:sz w:val="20"/>
                <w:szCs w:val="20"/>
              </w:rPr>
              <w:t>Сайского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горсовета.</w:t>
            </w:r>
          </w:p>
        </w:tc>
      </w:tr>
      <w:tr w:rsidR="00B16532" w:rsidRPr="004561D6" w14:paraId="55D70BC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5EDC6BE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E5FF5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E41A6F" w14:textId="77777777" w:rsidR="00B16532" w:rsidRPr="004561D6" w:rsidRDefault="00B16532" w:rsidP="00B16532">
            <w:pPr>
              <w:jc w:val="both"/>
              <w:rPr>
                <w:sz w:val="6"/>
                <w:szCs w:val="20"/>
              </w:rPr>
            </w:pPr>
          </w:p>
        </w:tc>
      </w:tr>
      <w:tr w:rsidR="00B16532" w:rsidRPr="004561D6" w14:paraId="79D434A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5EAFFFF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  <w:p w14:paraId="136BB068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B464C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A49425" w14:textId="77777777" w:rsidR="00B16532" w:rsidRPr="004561D6" w:rsidRDefault="00B16532" w:rsidP="00B16532">
            <w:pPr>
              <w:jc w:val="both"/>
              <w:rPr>
                <w:sz w:val="6"/>
                <w:szCs w:val="20"/>
              </w:rPr>
            </w:pPr>
          </w:p>
        </w:tc>
      </w:tr>
      <w:tr w:rsidR="00B16532" w:rsidRPr="004561D6" w14:paraId="4C32AE59" w14:textId="77777777" w:rsidTr="00881BC3">
        <w:trPr>
          <w:trHeight w:val="6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CF56D2B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9FDEF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3FA891" w14:textId="77777777" w:rsidR="00B16532" w:rsidRPr="004561D6" w:rsidRDefault="00B16532" w:rsidP="00B16532">
            <w:pPr>
              <w:jc w:val="both"/>
              <w:rPr>
                <w:sz w:val="6"/>
                <w:szCs w:val="20"/>
              </w:rPr>
            </w:pPr>
          </w:p>
        </w:tc>
      </w:tr>
      <w:tr w:rsidR="00B16532" w:rsidRPr="004561D6" w14:paraId="0EA76C4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5766D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Ляйлякский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1567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15.09.1928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2FFA7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Ляйлякский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1A30375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F1FEF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E35E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6F683E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советы Баткенский, Раут-Каутский и </w:t>
            </w:r>
            <w:proofErr w:type="spellStart"/>
            <w:r w:rsidRPr="004561D6">
              <w:rPr>
                <w:sz w:val="20"/>
                <w:szCs w:val="20"/>
              </w:rPr>
              <w:t>Самаркандыкский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присоединены из упраздненного Баткенского района. </w:t>
            </w:r>
          </w:p>
        </w:tc>
      </w:tr>
      <w:tr w:rsidR="00B16532" w:rsidRPr="004561D6" w14:paraId="53B1379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C73A4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887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C6617F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Баткенский, Раут-Каутский </w:t>
            </w:r>
            <w:proofErr w:type="spellStart"/>
            <w:r w:rsidRPr="004561D6">
              <w:rPr>
                <w:sz w:val="20"/>
                <w:szCs w:val="20"/>
              </w:rPr>
              <w:t>cельсоветы</w:t>
            </w:r>
            <w:proofErr w:type="spellEnd"/>
            <w:r w:rsidRPr="004561D6">
              <w:rPr>
                <w:sz w:val="20"/>
                <w:szCs w:val="20"/>
              </w:rPr>
              <w:t xml:space="preserve"> и поселковые советы </w:t>
            </w:r>
            <w:proofErr w:type="spellStart"/>
            <w:r w:rsidRPr="004561D6">
              <w:rPr>
                <w:sz w:val="20"/>
                <w:szCs w:val="20"/>
              </w:rPr>
              <w:t>Самаркандыкский</w:t>
            </w:r>
            <w:proofErr w:type="spellEnd"/>
            <w:r w:rsidRPr="004561D6">
              <w:rPr>
                <w:sz w:val="20"/>
                <w:szCs w:val="20"/>
              </w:rPr>
              <w:t xml:space="preserve"> и Кара-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(бывший </w:t>
            </w:r>
            <w:proofErr w:type="spellStart"/>
            <w:r w:rsidRPr="004561D6">
              <w:rPr>
                <w:sz w:val="20"/>
                <w:szCs w:val="20"/>
              </w:rPr>
              <w:t>Ляйлякский</w:t>
            </w:r>
            <w:proofErr w:type="spellEnd"/>
            <w:r w:rsidRPr="004561D6">
              <w:rPr>
                <w:sz w:val="20"/>
                <w:szCs w:val="20"/>
              </w:rPr>
              <w:t>) переданы во вновь образованный Баткенский район.</w:t>
            </w:r>
          </w:p>
        </w:tc>
      </w:tr>
      <w:tr w:rsidR="00B16532" w:rsidRPr="004561D6" w14:paraId="65D1A03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0AD864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5FC8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B5CEF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Населенные пункты поселкового совета </w:t>
            </w:r>
            <w:proofErr w:type="spellStart"/>
            <w:r w:rsidRPr="004561D6">
              <w:rPr>
                <w:sz w:val="20"/>
                <w:szCs w:val="20"/>
              </w:rPr>
              <w:t>Узгоруш</w:t>
            </w:r>
            <w:proofErr w:type="spellEnd"/>
            <w:r w:rsidRPr="004561D6">
              <w:rPr>
                <w:sz w:val="20"/>
                <w:szCs w:val="20"/>
              </w:rPr>
              <w:t xml:space="preserve"> и Кызыл-</w:t>
            </w:r>
            <w:proofErr w:type="spellStart"/>
            <w:r w:rsidRPr="004561D6">
              <w:rPr>
                <w:sz w:val="20"/>
                <w:szCs w:val="20"/>
              </w:rPr>
              <w:t>Чарба</w:t>
            </w:r>
            <w:proofErr w:type="spellEnd"/>
            <w:r w:rsidRPr="004561D6">
              <w:rPr>
                <w:sz w:val="20"/>
                <w:szCs w:val="20"/>
              </w:rPr>
              <w:t xml:space="preserve"> присоединены в состав </w:t>
            </w:r>
            <w:proofErr w:type="spellStart"/>
            <w:r w:rsidRPr="004561D6">
              <w:rPr>
                <w:sz w:val="20"/>
                <w:szCs w:val="20"/>
              </w:rPr>
              <w:t>Тогуз-Булакского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Баткенского района. </w:t>
            </w:r>
          </w:p>
        </w:tc>
      </w:tr>
      <w:tr w:rsidR="00B16532" w:rsidRPr="004561D6" w14:paraId="603AE9E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5FD1B2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77C9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C436308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FA1F85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2BD4A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ACC8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24.12.1928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D6706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5E1F37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3C0864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B605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DC366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Сельские советы: имени 18-го партсъезда, Первомайский, </w:t>
            </w:r>
            <w:proofErr w:type="spellStart"/>
            <w:r w:rsidRPr="004561D6">
              <w:rPr>
                <w:sz w:val="20"/>
                <w:szCs w:val="20"/>
              </w:rPr>
              <w:t>Джальский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из </w:t>
            </w:r>
            <w:proofErr w:type="spellStart"/>
            <w:r w:rsidRPr="004561D6">
              <w:rPr>
                <w:sz w:val="20"/>
                <w:szCs w:val="20"/>
              </w:rPr>
              <w:t>Уч-Коргонского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5D9E47C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EA8AFA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7B3D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6C44F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упразднен. Передан в состав Араванского района (при укрупнении районов)</w:t>
            </w:r>
            <w:r w:rsidRPr="004561D6">
              <w:rPr>
                <w:sz w:val="18"/>
                <w:szCs w:val="20"/>
              </w:rPr>
              <w:t>.</w:t>
            </w:r>
          </w:p>
        </w:tc>
      </w:tr>
      <w:tr w:rsidR="00B16532" w:rsidRPr="004561D6" w14:paraId="05BE3A7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C33FF1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E343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B58BB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Вновь образован 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Сельские советы: Бельский, </w:t>
            </w:r>
            <w:proofErr w:type="spellStart"/>
            <w:r w:rsidRPr="004561D6">
              <w:rPr>
                <w:sz w:val="20"/>
                <w:szCs w:val="20"/>
              </w:rPr>
              <w:t>Джальский</w:t>
            </w:r>
            <w:proofErr w:type="spellEnd"/>
            <w:r w:rsidRPr="004561D6">
              <w:rPr>
                <w:sz w:val="20"/>
                <w:szCs w:val="20"/>
              </w:rPr>
              <w:t>, Иски-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Ичкиликский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Кенешский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Киргиз-Атинский, </w:t>
            </w:r>
            <w:proofErr w:type="spellStart"/>
            <w:r w:rsidRPr="004561D6">
              <w:rPr>
                <w:sz w:val="20"/>
                <w:szCs w:val="20"/>
              </w:rPr>
              <w:t>Кыркольский</w:t>
            </w:r>
            <w:proofErr w:type="spellEnd"/>
            <w:r w:rsidRPr="004561D6">
              <w:rPr>
                <w:sz w:val="20"/>
                <w:szCs w:val="20"/>
              </w:rPr>
              <w:t>, Кызыл-Октябрьский, Первомайский, Янги-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и Кок-Бельский поселковый совет переданы в его состав из Араванского района. </w:t>
            </w:r>
          </w:p>
        </w:tc>
      </w:tr>
      <w:tr w:rsidR="00B16532" w:rsidRPr="004561D6" w14:paraId="25E9526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D4825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8875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28DD32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Населенный пункт Найман отнесен к категории пгт.</w:t>
            </w:r>
          </w:p>
        </w:tc>
      </w:tr>
      <w:tr w:rsidR="00B16532" w:rsidRPr="004561D6" w14:paraId="6F922A0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30A58B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1EA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01.04.1968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61A71F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Населенный пункт Алмалык передан в административно-хозяйственное подчинение горсовета Ош.</w:t>
            </w:r>
          </w:p>
        </w:tc>
      </w:tr>
      <w:tr w:rsidR="00B16532" w:rsidRPr="004561D6" w14:paraId="452FD03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624127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A5873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BD0011A" w14:textId="77777777" w:rsidR="00B16532" w:rsidRPr="004561D6" w:rsidRDefault="00B16532" w:rsidP="00B16532">
            <w:pPr>
              <w:jc w:val="both"/>
              <w:rPr>
                <w:sz w:val="6"/>
                <w:szCs w:val="20"/>
              </w:rPr>
            </w:pPr>
          </w:p>
          <w:p w14:paraId="05C72DAC" w14:textId="77777777" w:rsidR="00B16532" w:rsidRPr="004561D6" w:rsidRDefault="00B16532" w:rsidP="00B16532">
            <w:pPr>
              <w:jc w:val="both"/>
              <w:rPr>
                <w:sz w:val="6"/>
                <w:szCs w:val="20"/>
              </w:rPr>
            </w:pPr>
          </w:p>
        </w:tc>
      </w:tr>
      <w:tr w:rsidR="00B16532" w:rsidRPr="004561D6" w14:paraId="4EC162E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6529DD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Октябрьский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D801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BA6F2E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Октябрьский район.</w:t>
            </w:r>
          </w:p>
        </w:tc>
      </w:tr>
      <w:tr w:rsidR="00B16532" w:rsidRPr="004561D6" w14:paraId="6DD52AC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FB3F5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A7C4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3F3B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Октябрьский район упразднен. В существующих границах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6F7CD7A3" w14:textId="77777777" w:rsidTr="00881BC3">
        <w:trPr>
          <w:trHeight w:val="8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5D65BB9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99CCD" w14:textId="77777777" w:rsidR="00B16532" w:rsidRPr="004561D6" w:rsidRDefault="00B16532" w:rsidP="00B16532">
            <w:pPr>
              <w:rPr>
                <w:sz w:val="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9514115" w14:textId="77777777" w:rsidR="00B16532" w:rsidRPr="004561D6" w:rsidRDefault="00B16532" w:rsidP="00B16532">
            <w:pPr>
              <w:jc w:val="both"/>
              <w:rPr>
                <w:sz w:val="6"/>
                <w:szCs w:val="20"/>
              </w:rPr>
            </w:pPr>
          </w:p>
          <w:p w14:paraId="1D3AAFF4" w14:textId="77777777" w:rsidR="00B16532" w:rsidRPr="004561D6" w:rsidRDefault="00B16532" w:rsidP="00B16532">
            <w:pPr>
              <w:jc w:val="both"/>
              <w:rPr>
                <w:sz w:val="6"/>
                <w:szCs w:val="20"/>
              </w:rPr>
            </w:pPr>
          </w:p>
        </w:tc>
      </w:tr>
      <w:tr w:rsidR="00B16532" w:rsidRPr="004561D6" w14:paraId="3F394DA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698AA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Ошский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97EB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24.12.1928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7FF07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Ошский район.</w:t>
            </w:r>
          </w:p>
        </w:tc>
      </w:tr>
      <w:tr w:rsidR="00B16532" w:rsidRPr="004561D6" w14:paraId="721C670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65485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482A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64123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Ошский район упразднен и передан в состав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(при укрупнении районов)</w:t>
            </w:r>
            <w:r w:rsidRPr="004561D6">
              <w:rPr>
                <w:sz w:val="18"/>
                <w:szCs w:val="20"/>
              </w:rPr>
              <w:t>.</w:t>
            </w:r>
          </w:p>
        </w:tc>
      </w:tr>
      <w:tr w:rsidR="00B16532" w:rsidRPr="004561D6" w14:paraId="3C72004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A9729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D552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D7CA20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07F644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C813E5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Советский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08EC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02.09.1936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8B3458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Советский район.</w:t>
            </w:r>
          </w:p>
        </w:tc>
      </w:tr>
      <w:tr w:rsidR="00B16532" w:rsidRPr="004561D6" w14:paraId="4EFCF49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37950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DB43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AD881E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Советский район упразднен и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(при укрупнении районов).</w:t>
            </w:r>
          </w:p>
        </w:tc>
      </w:tr>
      <w:tr w:rsidR="00B16532" w:rsidRPr="004561D6" w14:paraId="05D2053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3FB44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49BF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18.07.1969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10B3E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Вновь образован Советский район. Сельские советы </w:t>
            </w:r>
            <w:proofErr w:type="spellStart"/>
            <w:r w:rsidRPr="004561D6">
              <w:rPr>
                <w:sz w:val="20"/>
                <w:szCs w:val="20"/>
              </w:rPr>
              <w:t>Алайкульский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Капчигайский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Карагузский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Кульджинский</w:t>
            </w:r>
            <w:proofErr w:type="spellEnd"/>
            <w:r w:rsidRPr="004561D6">
              <w:rPr>
                <w:sz w:val="20"/>
                <w:szCs w:val="20"/>
              </w:rPr>
              <w:t>, Кызыл-</w:t>
            </w:r>
            <w:proofErr w:type="spellStart"/>
            <w:r w:rsidRPr="004561D6">
              <w:rPr>
                <w:sz w:val="20"/>
                <w:szCs w:val="20"/>
              </w:rPr>
              <w:t>Джарский</w:t>
            </w:r>
            <w:proofErr w:type="spellEnd"/>
            <w:r w:rsidRPr="004561D6">
              <w:rPr>
                <w:sz w:val="20"/>
                <w:szCs w:val="20"/>
              </w:rPr>
              <w:t>, Лай-</w:t>
            </w:r>
            <w:proofErr w:type="spellStart"/>
            <w:r w:rsidRPr="004561D6">
              <w:rPr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sz w:val="20"/>
                <w:szCs w:val="20"/>
              </w:rPr>
              <w:t>, Ой-</w:t>
            </w:r>
            <w:proofErr w:type="spellStart"/>
            <w:r w:rsidRPr="004561D6">
              <w:rPr>
                <w:sz w:val="20"/>
                <w:szCs w:val="20"/>
              </w:rPr>
              <w:t>Талский</w:t>
            </w:r>
            <w:proofErr w:type="spellEnd"/>
            <w:r w:rsidRPr="004561D6">
              <w:rPr>
                <w:sz w:val="20"/>
                <w:szCs w:val="20"/>
              </w:rPr>
              <w:t>, Сары-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Чалминский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его состав из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7FA598D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1F3BF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D426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0F98666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D4667D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EE5939A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Сузакский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C470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1C8C7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Сузакский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533D837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109463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799E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937F84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Октябрьский район присоединен в существующих границах.</w:t>
            </w:r>
          </w:p>
        </w:tc>
      </w:tr>
      <w:tr w:rsidR="00B16532" w:rsidRPr="004561D6" w14:paraId="586FC31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E8DF0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1840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BF31B6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Чангыр-Таш передан в административное подчинение Джалал-Абадского горсовета.</w:t>
            </w:r>
          </w:p>
        </w:tc>
      </w:tr>
      <w:tr w:rsidR="00B16532" w:rsidRPr="004561D6" w14:paraId="6787CBE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9C46C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4696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5C933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Из Джалал-Абадского горсовета пгт. Чангыр-Таш передан в состав района.</w:t>
            </w:r>
          </w:p>
        </w:tc>
      </w:tr>
      <w:tr w:rsidR="00B16532" w:rsidRPr="004561D6" w14:paraId="1EAF78D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A5C4C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B66D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04.07.1966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A25A180" w14:textId="77777777" w:rsidR="00B16532" w:rsidRPr="004561D6" w:rsidRDefault="00DC555E" w:rsidP="00DC555E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>гт. Чангыр-Таш отнесен к категории сельских поселений и передан в состав Ак-</w:t>
            </w:r>
            <w:proofErr w:type="spellStart"/>
            <w:r w:rsidR="00B16532" w:rsidRPr="004561D6">
              <w:rPr>
                <w:sz w:val="20"/>
                <w:szCs w:val="20"/>
              </w:rPr>
              <w:t>Мечетского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(с 22.08.66. - Кара-</w:t>
            </w:r>
            <w:proofErr w:type="spellStart"/>
            <w:r w:rsidR="00B16532" w:rsidRPr="004561D6">
              <w:rPr>
                <w:sz w:val="20"/>
                <w:szCs w:val="20"/>
              </w:rPr>
              <w:t>Дарьинский</w:t>
            </w:r>
            <w:proofErr w:type="spellEnd"/>
            <w:r w:rsidR="00B16532" w:rsidRPr="004561D6">
              <w:rPr>
                <w:sz w:val="20"/>
                <w:szCs w:val="20"/>
              </w:rPr>
              <w:t>) сельсовета.</w:t>
            </w:r>
          </w:p>
          <w:p w14:paraId="30B158FC" w14:textId="77777777" w:rsidR="00DC555E" w:rsidRPr="004561D6" w:rsidRDefault="00DC555E" w:rsidP="00DC555E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1B4791F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BB99E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Узгенский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C564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08.02.1935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856214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Узгенский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1144DF1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B6627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BD3C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29739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Куршабский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присоединен в существующих границах. </w:t>
            </w:r>
          </w:p>
        </w:tc>
      </w:tr>
      <w:tr w:rsidR="00B16532" w:rsidRPr="004561D6" w14:paraId="54C4194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306BA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D97E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ED9CE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Кызыл-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в состав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38B2519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0A993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5172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12.10.1960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75AE7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Янги-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совет передан в состав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4B53EA3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F1B3B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8A9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FCF35E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Советский район присоединен в существующих границах (при укрупнении районов)</w:t>
            </w:r>
            <w:r w:rsidRPr="004561D6">
              <w:rPr>
                <w:sz w:val="18"/>
                <w:szCs w:val="20"/>
              </w:rPr>
              <w:t>.</w:t>
            </w:r>
          </w:p>
        </w:tc>
      </w:tr>
      <w:tr w:rsidR="00B16532" w:rsidRPr="004561D6" w14:paraId="763AA20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4CE6D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  <w:p w14:paraId="3A41B6E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2974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18.07.1969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41829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Во вновь образованный Советский район переданы сельские советы: </w:t>
            </w:r>
            <w:proofErr w:type="spellStart"/>
            <w:r w:rsidRPr="004561D6">
              <w:rPr>
                <w:sz w:val="20"/>
                <w:szCs w:val="20"/>
              </w:rPr>
              <w:t>Алайкульский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Капчигайский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Карагузский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Кульджинский</w:t>
            </w:r>
            <w:proofErr w:type="spellEnd"/>
            <w:r w:rsidRPr="004561D6">
              <w:rPr>
                <w:sz w:val="20"/>
                <w:szCs w:val="20"/>
              </w:rPr>
              <w:t>, Кызыл-</w:t>
            </w:r>
            <w:proofErr w:type="spellStart"/>
            <w:r w:rsidRPr="004561D6">
              <w:rPr>
                <w:sz w:val="20"/>
                <w:szCs w:val="20"/>
              </w:rPr>
              <w:t>Джарский</w:t>
            </w:r>
            <w:proofErr w:type="spellEnd"/>
            <w:r w:rsidRPr="004561D6">
              <w:rPr>
                <w:sz w:val="20"/>
                <w:szCs w:val="20"/>
              </w:rPr>
              <w:t>, Лай-</w:t>
            </w:r>
            <w:proofErr w:type="spellStart"/>
            <w:r w:rsidRPr="004561D6">
              <w:rPr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sz w:val="20"/>
                <w:szCs w:val="20"/>
              </w:rPr>
              <w:t>, Ой-</w:t>
            </w:r>
            <w:proofErr w:type="spellStart"/>
            <w:r w:rsidRPr="004561D6">
              <w:rPr>
                <w:sz w:val="20"/>
                <w:szCs w:val="20"/>
              </w:rPr>
              <w:t>Талский</w:t>
            </w:r>
            <w:proofErr w:type="spellEnd"/>
            <w:r w:rsidRPr="004561D6">
              <w:rPr>
                <w:sz w:val="20"/>
                <w:szCs w:val="20"/>
              </w:rPr>
              <w:t>, Сары-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Чалминский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60BA4B4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265FC72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27376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644BBC" w14:textId="77777777" w:rsidR="00B16532" w:rsidRPr="004561D6" w:rsidRDefault="00B16532" w:rsidP="00B16532">
            <w:pPr>
              <w:jc w:val="both"/>
              <w:rPr>
                <w:sz w:val="16"/>
                <w:szCs w:val="20"/>
                <w:highlight w:val="yellow"/>
              </w:rPr>
            </w:pPr>
          </w:p>
        </w:tc>
      </w:tr>
      <w:tr w:rsidR="00B16532" w:rsidRPr="004561D6" w14:paraId="279CD18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E6D6C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A976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24.12.1928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1E9DE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04BEB31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1F18C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7A53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5973D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упразднен. Сельские советы: имени 18-го партсъезда, Первомайский, </w:t>
            </w:r>
            <w:proofErr w:type="spellStart"/>
            <w:r w:rsidRPr="004561D6">
              <w:rPr>
                <w:sz w:val="20"/>
                <w:szCs w:val="20"/>
              </w:rPr>
              <w:t>Джальский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Наукатского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района, Кара-</w:t>
            </w:r>
            <w:proofErr w:type="spellStart"/>
            <w:r w:rsidRPr="004561D6">
              <w:rPr>
                <w:sz w:val="20"/>
                <w:szCs w:val="20"/>
              </w:rPr>
              <w:t>Тюпинский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Майданский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Марказский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в состав Фрунзенского района.</w:t>
            </w:r>
          </w:p>
        </w:tc>
      </w:tr>
      <w:tr w:rsidR="00B16532" w:rsidRPr="004561D6" w14:paraId="07CCC56B" w14:textId="77777777" w:rsidTr="00881BC3">
        <w:trPr>
          <w:trHeight w:val="1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E8351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A49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17.12.1959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799869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 В состав Фрунзенского района передан пгт. </w:t>
            </w:r>
            <w:proofErr w:type="spellStart"/>
            <w:r w:rsidRPr="004561D6">
              <w:rPr>
                <w:sz w:val="20"/>
                <w:szCs w:val="20"/>
              </w:rPr>
              <w:t>Чаувай</w:t>
            </w:r>
            <w:proofErr w:type="spellEnd"/>
            <w:r w:rsidRPr="004561D6">
              <w:rPr>
                <w:sz w:val="20"/>
                <w:szCs w:val="20"/>
              </w:rPr>
              <w:t xml:space="preserve"> (до передачи входил в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район)</w:t>
            </w:r>
            <w:r w:rsidRPr="004561D6">
              <w:rPr>
                <w:sz w:val="18"/>
                <w:szCs w:val="20"/>
              </w:rPr>
              <w:t>.</w:t>
            </w:r>
          </w:p>
        </w:tc>
      </w:tr>
      <w:tr w:rsidR="00B16532" w:rsidRPr="004561D6" w14:paraId="5AF77219" w14:textId="77777777" w:rsidTr="00881BC3">
        <w:trPr>
          <w:trHeight w:val="1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BE51B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0D98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5B4FA6A" w14:textId="77777777" w:rsidR="00B16532" w:rsidRPr="004561D6" w:rsidRDefault="00B16532" w:rsidP="00B16532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16532" w:rsidRPr="004561D6" w14:paraId="5710DCEA" w14:textId="77777777" w:rsidTr="00881BC3">
        <w:tc>
          <w:tcPr>
            <w:tcW w:w="18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1E11A4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Фрунзенский </w:t>
            </w:r>
          </w:p>
          <w:p w14:paraId="13B9512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5D0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02.03.1938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DD765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Фрунзенский район.</w:t>
            </w:r>
          </w:p>
        </w:tc>
      </w:tr>
      <w:tr w:rsidR="00B16532" w:rsidRPr="004561D6" w14:paraId="7CEE7F88" w14:textId="77777777" w:rsidTr="00881BC3">
        <w:trPr>
          <w:trHeight w:val="830"/>
        </w:trPr>
        <w:tc>
          <w:tcPr>
            <w:tcW w:w="180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F7CE9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DE2B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4AFF24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Сельские советы: Кара-</w:t>
            </w:r>
            <w:proofErr w:type="spellStart"/>
            <w:r w:rsidRPr="004561D6">
              <w:rPr>
                <w:sz w:val="20"/>
                <w:szCs w:val="20"/>
              </w:rPr>
              <w:t>Тюпинский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Майданский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Марказский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, а 17.12.1959г. - и пгт. </w:t>
            </w:r>
            <w:proofErr w:type="spellStart"/>
            <w:r w:rsidRPr="004561D6">
              <w:rPr>
                <w:sz w:val="20"/>
                <w:szCs w:val="20"/>
              </w:rPr>
              <w:t>Чаувай</w:t>
            </w:r>
            <w:proofErr w:type="spellEnd"/>
            <w:r w:rsidRPr="004561D6">
              <w:rPr>
                <w:sz w:val="20"/>
                <w:szCs w:val="20"/>
              </w:rPr>
              <w:t xml:space="preserve"> присоединены из </w:t>
            </w:r>
            <w:proofErr w:type="spellStart"/>
            <w:r w:rsidRPr="004561D6">
              <w:rPr>
                <w:sz w:val="20"/>
                <w:szCs w:val="20"/>
              </w:rPr>
              <w:t>Уч-Коргонского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67028D56" w14:textId="77777777" w:rsidTr="00881BC3">
        <w:trPr>
          <w:trHeight w:val="8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9F7A44" w14:textId="77777777" w:rsidR="00B16532" w:rsidRPr="004561D6" w:rsidRDefault="00B16532" w:rsidP="00B16532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2784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30.12.1962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66CA252" w14:textId="77777777" w:rsidR="00B16532" w:rsidRPr="004561D6" w:rsidRDefault="00B16532" w:rsidP="00B16532">
            <w:pPr>
              <w:jc w:val="both"/>
              <w:rPr>
                <w:sz w:val="18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Поселки городского типа Советский, Фрунзе, </w:t>
            </w:r>
            <w:proofErr w:type="spellStart"/>
            <w:r w:rsidRPr="004561D6">
              <w:rPr>
                <w:sz w:val="20"/>
                <w:szCs w:val="20"/>
              </w:rPr>
              <w:t>Хайдаркан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Чаувай</w:t>
            </w:r>
            <w:proofErr w:type="spellEnd"/>
            <w:r w:rsidRPr="004561D6">
              <w:rPr>
                <w:sz w:val="20"/>
                <w:szCs w:val="20"/>
              </w:rPr>
              <w:t xml:space="preserve"> Фрунзенского района переданы в административное подчинение Кызыл-</w:t>
            </w:r>
            <w:proofErr w:type="spellStart"/>
            <w:r w:rsidRPr="004561D6">
              <w:rPr>
                <w:sz w:val="20"/>
                <w:szCs w:val="20"/>
              </w:rPr>
              <w:t>Кийского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городского совета (при укрупнении районов)</w:t>
            </w:r>
            <w:r w:rsidRPr="004561D6">
              <w:rPr>
                <w:sz w:val="18"/>
                <w:szCs w:val="20"/>
              </w:rPr>
              <w:t>.</w:t>
            </w:r>
          </w:p>
          <w:p w14:paraId="309BE08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7578975A" w14:textId="77777777" w:rsidTr="00881BC3">
        <w:trPr>
          <w:trHeight w:val="61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7F50FB4" w14:textId="77777777" w:rsidR="00B16532" w:rsidRPr="004561D6" w:rsidRDefault="00B16532" w:rsidP="00B16532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8691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29.12.1964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93BAF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Дарьинский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Кыштутский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Суу-Башинский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 Фрунзенского района переданы во вновь образованный Баткенский район.</w:t>
            </w:r>
          </w:p>
        </w:tc>
      </w:tr>
      <w:tr w:rsidR="00B16532" w:rsidRPr="004561D6" w14:paraId="15B045B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E53610A" w14:textId="77777777" w:rsidR="00B16532" w:rsidRPr="004561D6" w:rsidRDefault="00B16532" w:rsidP="00B16532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E948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07.01.1965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54B4FD" w14:textId="77777777" w:rsidR="00B16532" w:rsidRPr="004561D6" w:rsidRDefault="00EA2C6B" w:rsidP="00EA2C6B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 xml:space="preserve">гт. Советский, Фрунзе, </w:t>
            </w:r>
            <w:proofErr w:type="spellStart"/>
            <w:r w:rsidR="00B16532" w:rsidRPr="004561D6">
              <w:rPr>
                <w:sz w:val="20"/>
                <w:szCs w:val="20"/>
              </w:rPr>
              <w:t>Хайдаркан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="00B16532" w:rsidRPr="004561D6">
              <w:rPr>
                <w:sz w:val="20"/>
                <w:szCs w:val="20"/>
              </w:rPr>
              <w:t>Чаувай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из Кызыл-</w:t>
            </w:r>
            <w:proofErr w:type="spellStart"/>
            <w:r w:rsidR="00B16532" w:rsidRPr="004561D6">
              <w:rPr>
                <w:sz w:val="20"/>
                <w:szCs w:val="20"/>
              </w:rPr>
              <w:t>Кийского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горсовета переданы в состав района.</w:t>
            </w:r>
          </w:p>
        </w:tc>
      </w:tr>
      <w:tr w:rsidR="00B16532" w:rsidRPr="004561D6" w14:paraId="6873860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6F8EB2" w14:textId="77777777" w:rsidR="00B16532" w:rsidRPr="004561D6" w:rsidRDefault="00B16532" w:rsidP="00B16532">
            <w:pPr>
              <w:rPr>
                <w:color w:val="FF0000"/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1F6E4" w14:textId="77777777" w:rsidR="00B16532" w:rsidRPr="004561D6" w:rsidRDefault="00B16532" w:rsidP="00B16532">
            <w:pPr>
              <w:rPr>
                <w:color w:val="FF0000"/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C295375" w14:textId="77777777" w:rsidR="00B16532" w:rsidRPr="004561D6" w:rsidRDefault="00B16532" w:rsidP="00B16532">
            <w:pPr>
              <w:jc w:val="both"/>
              <w:rPr>
                <w:color w:val="FF0000"/>
                <w:sz w:val="16"/>
                <w:szCs w:val="20"/>
              </w:rPr>
            </w:pPr>
          </w:p>
        </w:tc>
      </w:tr>
      <w:tr w:rsidR="00B16532" w:rsidRPr="004561D6" w14:paraId="617F27C7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EA4C55" w14:textId="77777777" w:rsidR="00B16532" w:rsidRPr="004561D6" w:rsidRDefault="00B16532" w:rsidP="00B16532">
            <w:pPr>
              <w:keepNext/>
              <w:jc w:val="center"/>
              <w:outlineLvl w:val="4"/>
              <w:rPr>
                <w:b/>
                <w:szCs w:val="20"/>
              </w:rPr>
            </w:pPr>
            <w:r w:rsidRPr="004561D6">
              <w:rPr>
                <w:b/>
                <w:szCs w:val="20"/>
              </w:rPr>
              <w:t>Изменения  в административно-территориальном устройстве страны</w:t>
            </w:r>
          </w:p>
        </w:tc>
      </w:tr>
      <w:tr w:rsidR="00B16532" w:rsidRPr="004561D6" w14:paraId="5644D34E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25E165" w14:textId="77777777" w:rsidR="00B16532" w:rsidRPr="004561D6" w:rsidRDefault="00B16532" w:rsidP="00B16532">
            <w:pPr>
              <w:jc w:val="center"/>
              <w:rPr>
                <w:b/>
                <w:szCs w:val="20"/>
              </w:rPr>
            </w:pPr>
            <w:r w:rsidRPr="004561D6">
              <w:rPr>
                <w:b/>
                <w:szCs w:val="20"/>
              </w:rPr>
              <w:t>за 1970-1978гг.</w:t>
            </w:r>
          </w:p>
        </w:tc>
      </w:tr>
      <w:tr w:rsidR="00B16532" w:rsidRPr="004561D6" w14:paraId="5236E5A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6B3B97" w14:textId="77777777" w:rsidR="00B16532" w:rsidRPr="004561D6" w:rsidRDefault="00B16532" w:rsidP="00B16532">
            <w:pPr>
              <w:keepNext/>
              <w:outlineLvl w:val="1"/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EB0C" w14:textId="77777777" w:rsidR="00B16532" w:rsidRPr="004561D6" w:rsidRDefault="00B16532" w:rsidP="00B16532">
            <w:pPr>
              <w:keepNext/>
              <w:outlineLvl w:val="1"/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1AE101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4374D9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157FCE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Киргизская  ССР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4BB89" w14:textId="77777777" w:rsidR="00B16532" w:rsidRPr="004561D6" w:rsidRDefault="00B16532" w:rsidP="00B16532">
            <w:pPr>
              <w:keepNext/>
              <w:outlineLvl w:val="1"/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2B24F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143409E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8A946F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558A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F6414D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7CF153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6BCD96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Иссык-Кульская </w:t>
            </w:r>
          </w:p>
          <w:p w14:paraId="61BACCF4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5A832" w14:textId="77777777" w:rsidR="00B16532" w:rsidRPr="004561D6" w:rsidRDefault="00B16532" w:rsidP="00B16532">
            <w:pPr>
              <w:keepNext/>
              <w:outlineLvl w:val="1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11.12.1970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F22742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 составе Киргизской ССР образована Иссык-Кульская область. </w:t>
            </w:r>
          </w:p>
        </w:tc>
      </w:tr>
      <w:tr w:rsidR="00B16532" w:rsidRPr="004561D6" w14:paraId="53D1DFC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6EEF3F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D2A2A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FA764C5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420AFC4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58221F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Нарынская </w:t>
            </w:r>
          </w:p>
          <w:p w14:paraId="5C5DF0A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6DE9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11.12.1970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F4F94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 составе Киргизской ССР образована Нарынская область.</w:t>
            </w:r>
          </w:p>
        </w:tc>
      </w:tr>
      <w:tr w:rsidR="00B16532" w:rsidRPr="004561D6" w14:paraId="5BD59F91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7CABBF" w14:textId="77777777" w:rsidR="00B16532" w:rsidRPr="004561D6" w:rsidRDefault="00B16532" w:rsidP="00B16532">
            <w:pPr>
              <w:keepNext/>
              <w:jc w:val="both"/>
              <w:outlineLvl w:val="3"/>
              <w:rPr>
                <w:sz w:val="16"/>
                <w:szCs w:val="20"/>
                <w:highlight w:val="yellow"/>
              </w:rPr>
            </w:pPr>
          </w:p>
        </w:tc>
      </w:tr>
      <w:tr w:rsidR="00B16532" w:rsidRPr="004561D6" w14:paraId="0E266DB4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576E12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  <w:highlight w:val="yellow"/>
              </w:rPr>
            </w:pPr>
            <w:r w:rsidRPr="004561D6">
              <w:rPr>
                <w:b/>
                <w:sz w:val="20"/>
                <w:szCs w:val="20"/>
              </w:rPr>
              <w:t>Иссык-Кульская область</w:t>
            </w:r>
          </w:p>
        </w:tc>
      </w:tr>
      <w:tr w:rsidR="00B16532" w:rsidRPr="004561D6" w14:paraId="1B7474E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4B389A" w14:textId="77777777" w:rsidR="00B16532" w:rsidRPr="004561D6" w:rsidRDefault="00B16532" w:rsidP="00B16532">
            <w:pPr>
              <w:rPr>
                <w:sz w:val="10"/>
                <w:szCs w:val="20"/>
                <w:highlight w:val="yellow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75E36" w14:textId="77777777" w:rsidR="00B16532" w:rsidRPr="004561D6" w:rsidRDefault="00B16532" w:rsidP="00B16532">
            <w:pPr>
              <w:rPr>
                <w:sz w:val="10"/>
                <w:szCs w:val="20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676179C" w14:textId="77777777" w:rsidR="00B16532" w:rsidRPr="004561D6" w:rsidRDefault="00B16532" w:rsidP="00B16532">
            <w:pPr>
              <w:jc w:val="both"/>
              <w:rPr>
                <w:sz w:val="10"/>
                <w:szCs w:val="20"/>
                <w:highlight w:val="yellow"/>
              </w:rPr>
            </w:pPr>
          </w:p>
        </w:tc>
      </w:tr>
      <w:tr w:rsidR="00B16532" w:rsidRPr="004561D6" w14:paraId="693C1E2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B62C8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Чолпон-Ата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6B94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11.09.1975 № 128-IX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8F36F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Чолпон-Ата преобразован в город районного подчинения.</w:t>
            </w:r>
          </w:p>
        </w:tc>
      </w:tr>
      <w:tr w:rsidR="00B16532" w:rsidRPr="004561D6" w14:paraId="0233D9C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25CE2F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C8ED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04.11.1975 № 217-IX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581089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Город районного подчинения Чолпон-Ата преобразован в город областного подчинения.</w:t>
            </w:r>
          </w:p>
        </w:tc>
      </w:tr>
      <w:tr w:rsidR="00B16532" w:rsidRPr="004561D6" w14:paraId="18A4B4A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35B64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F851D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C26B8D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91BA3CC" w14:textId="77777777" w:rsidTr="00881BC3">
        <w:trPr>
          <w:trHeight w:val="102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1B40A0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Ак-</w:t>
            </w:r>
            <w:proofErr w:type="spellStart"/>
            <w:r w:rsidRPr="004561D6">
              <w:rPr>
                <w:b/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2F12B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1A8B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13.04.1973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230FA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Ак-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(центр село Теплоключенка). Ак-Булунский, </w:t>
            </w:r>
            <w:proofErr w:type="spellStart"/>
            <w:r w:rsidRPr="004561D6">
              <w:rPr>
                <w:sz w:val="20"/>
                <w:szCs w:val="20"/>
              </w:rPr>
              <w:t>Керегеташский</w:t>
            </w:r>
            <w:proofErr w:type="spellEnd"/>
            <w:r w:rsidRPr="004561D6">
              <w:rPr>
                <w:sz w:val="20"/>
                <w:szCs w:val="20"/>
              </w:rPr>
              <w:t>, Михайловский, Константиновский, Октябрьский, Отрадненский, Соколовский, Тасма-</w:t>
            </w:r>
            <w:proofErr w:type="spellStart"/>
            <w:r w:rsidRPr="004561D6">
              <w:rPr>
                <w:sz w:val="20"/>
                <w:szCs w:val="20"/>
              </w:rPr>
              <w:t>Каранарский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Теплоключенский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Энильчекский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его состав.</w:t>
            </w:r>
          </w:p>
        </w:tc>
      </w:tr>
      <w:tr w:rsidR="00B16532" w:rsidRPr="004561D6" w14:paraId="06919A0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67C35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CDE1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26.05.1976 № 654-IX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A0957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Михайловский сельсовет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</w:t>
            </w:r>
            <w:proofErr w:type="spellStart"/>
            <w:r w:rsidRPr="004561D6">
              <w:rPr>
                <w:sz w:val="20"/>
                <w:szCs w:val="20"/>
              </w:rPr>
              <w:t>Чельпекский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>-Огузского района присоединен к Ак-</w:t>
            </w:r>
            <w:proofErr w:type="spellStart"/>
            <w:r w:rsidRPr="004561D6">
              <w:rPr>
                <w:sz w:val="20"/>
                <w:szCs w:val="20"/>
              </w:rPr>
              <w:t>Суйскому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району.</w:t>
            </w:r>
          </w:p>
        </w:tc>
      </w:tr>
      <w:tr w:rsidR="00B16532" w:rsidRPr="004561D6" w14:paraId="274E2EA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CE6B5D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9957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0E6F4E8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33DAE6F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D60128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Джети</w:t>
            </w:r>
            <w:proofErr w:type="spellEnd"/>
            <w:r w:rsidRPr="004561D6">
              <w:rPr>
                <w:b/>
                <w:sz w:val="20"/>
                <w:szCs w:val="20"/>
              </w:rPr>
              <w:t>-Огузский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4CEA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26.05.1976 № 645-IX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68498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Чельпекский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в состав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1891EE2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DA65EB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 xml:space="preserve">Иссык-Кульский </w:t>
            </w:r>
          </w:p>
          <w:p w14:paraId="2884D55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8627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26.05.1976 № 654- 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5E6212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Кок-</w:t>
            </w:r>
            <w:proofErr w:type="spellStart"/>
            <w:r w:rsidRPr="004561D6">
              <w:rPr>
                <w:sz w:val="20"/>
                <w:szCs w:val="20"/>
              </w:rPr>
              <w:t>Мойнокский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23D5D5B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169BE5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89CC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562369D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A9805C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75900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223F4C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236A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26.05.1976 № 654- 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A7A60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Кок-</w:t>
            </w:r>
            <w:proofErr w:type="spellStart"/>
            <w:r w:rsidRPr="004561D6">
              <w:rPr>
                <w:sz w:val="20"/>
                <w:szCs w:val="20"/>
              </w:rPr>
              <w:t>Мойнокский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Иссык-Кульского района присоединен к </w:t>
            </w:r>
            <w:proofErr w:type="spellStart"/>
            <w:r w:rsidRPr="004561D6">
              <w:rPr>
                <w:sz w:val="20"/>
                <w:szCs w:val="20"/>
              </w:rPr>
              <w:t>Тонскому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району.</w:t>
            </w:r>
          </w:p>
        </w:tc>
      </w:tr>
      <w:tr w:rsidR="00B16532" w:rsidRPr="004561D6" w14:paraId="45158D5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5214FA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85B6E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D86E8A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CE60458" w14:textId="77777777" w:rsidTr="00881BC3">
        <w:trPr>
          <w:trHeight w:val="10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DBD09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Тюпский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19DF15F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A730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13.04.1973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EFBCCA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Ак-Булунский, </w:t>
            </w:r>
            <w:proofErr w:type="spellStart"/>
            <w:r w:rsidRPr="004561D6">
              <w:rPr>
                <w:sz w:val="20"/>
                <w:szCs w:val="20"/>
              </w:rPr>
              <w:t>Керегеташский</w:t>
            </w:r>
            <w:proofErr w:type="spellEnd"/>
            <w:r w:rsidRPr="004561D6">
              <w:rPr>
                <w:sz w:val="20"/>
                <w:szCs w:val="20"/>
              </w:rPr>
              <w:t>, Михайловский, Константиновский, Октябрьский, Отрадненский, Соколовский, Тасма-</w:t>
            </w:r>
            <w:proofErr w:type="spellStart"/>
            <w:r w:rsidRPr="004561D6">
              <w:rPr>
                <w:sz w:val="20"/>
                <w:szCs w:val="20"/>
              </w:rPr>
              <w:t>Каранарский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Теплоключенский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Энильчекский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переданы в состав вновь образованного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156B4080" w14:textId="77777777" w:rsidTr="00881BC3">
        <w:trPr>
          <w:trHeight w:val="81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41853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0D33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 1970г.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D3DA5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Население, входящее в подчинение Ак-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совета населенных пунктов Светлый Мыс и Беловодское, отнесено к категории сельского (до 1970г. - городское).</w:t>
            </w:r>
          </w:p>
        </w:tc>
      </w:tr>
      <w:tr w:rsidR="00B16532" w:rsidRPr="004561D6" w14:paraId="1F28105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E9637B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3DFF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26.05.1976 № 645-IX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14C07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Михайловский сельсовет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 в </w:t>
            </w:r>
            <w:proofErr w:type="spellStart"/>
            <w:r w:rsidRPr="004561D6">
              <w:rPr>
                <w:sz w:val="20"/>
                <w:szCs w:val="20"/>
              </w:rPr>
              <w:t>Тюпский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</w:p>
        </w:tc>
      </w:tr>
      <w:tr w:rsidR="00B16532" w:rsidRPr="004561D6" w14:paraId="361FD7F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087AAD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73635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C776A8" w14:textId="77777777" w:rsidR="00B16532" w:rsidRPr="004561D6" w:rsidRDefault="00B16532" w:rsidP="00B16532">
            <w:pPr>
              <w:keepNext/>
              <w:jc w:val="both"/>
              <w:outlineLvl w:val="1"/>
              <w:rPr>
                <w:sz w:val="16"/>
                <w:szCs w:val="20"/>
              </w:rPr>
            </w:pPr>
          </w:p>
        </w:tc>
      </w:tr>
      <w:tr w:rsidR="00B16532" w:rsidRPr="004561D6" w14:paraId="30220928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ADA6ED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</w:p>
          <w:p w14:paraId="66E9BDC4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Нарынская область</w:t>
            </w:r>
          </w:p>
        </w:tc>
      </w:tr>
      <w:tr w:rsidR="00B16532" w:rsidRPr="004561D6" w14:paraId="60C76D4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C60E29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A116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C1BC7A9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1CC82C3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B8BA5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12D1DBF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FB72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26.11.1973 № 1466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52C7C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Кызыл-Ой из </w:t>
            </w:r>
            <w:proofErr w:type="spellStart"/>
            <w:r w:rsidRPr="004561D6">
              <w:rPr>
                <w:sz w:val="20"/>
                <w:szCs w:val="20"/>
              </w:rPr>
              <w:t>Сусамырского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Калининского района присоединено в административно-хозяйственное подчинение </w:t>
            </w:r>
            <w:proofErr w:type="spellStart"/>
            <w:r w:rsidRPr="004561D6">
              <w:rPr>
                <w:sz w:val="20"/>
                <w:szCs w:val="20"/>
              </w:rPr>
              <w:t>Кавакского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сельсовета. </w:t>
            </w:r>
          </w:p>
        </w:tc>
      </w:tr>
      <w:tr w:rsidR="00B16532" w:rsidRPr="004561D6" w14:paraId="1F210C9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54EF8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6EF8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D0F3AD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E1307B3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EBCC8C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Ошская область</w:t>
            </w:r>
          </w:p>
        </w:tc>
      </w:tr>
      <w:tr w:rsidR="00B16532" w:rsidRPr="004561D6" w14:paraId="37651C1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B1B4D0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5ACD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A4F559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0E6A545" w14:textId="77777777" w:rsidTr="00881BC3">
        <w:trPr>
          <w:trHeight w:val="58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F4868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Город </w:t>
            </w:r>
          </w:p>
          <w:p w14:paraId="0BD8A55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Кара-Куль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B76A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07.01.1977 </w:t>
            </w:r>
            <w:r w:rsidRPr="004561D6">
              <w:rPr>
                <w:sz w:val="18"/>
                <w:szCs w:val="20"/>
              </w:rPr>
              <w:t>№ 1277-IX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130D0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Кара-Куль в Ошской области преобразован в город областного подчинения.</w:t>
            </w:r>
          </w:p>
        </w:tc>
      </w:tr>
      <w:tr w:rsidR="00B16532" w:rsidRPr="004561D6" w14:paraId="3E95A600" w14:textId="77777777" w:rsidTr="00881BC3">
        <w:trPr>
          <w:trHeight w:val="41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B5F33F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  <w:proofErr w:type="spellStart"/>
            <w:r w:rsidRPr="004561D6">
              <w:rPr>
                <w:b/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953C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19.01.1940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F023A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город </w:t>
            </w:r>
            <w:proofErr w:type="spellStart"/>
            <w:r w:rsidRPr="004561D6">
              <w:rPr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59F657E7" w14:textId="77777777" w:rsidTr="00881BC3">
        <w:trPr>
          <w:trHeight w:val="97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E0E150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9B53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22.06.1970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BABD2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Населенный пункт участка открытых работ рудоуправления «</w:t>
            </w:r>
            <w:proofErr w:type="spellStart"/>
            <w:r w:rsidRPr="004561D6">
              <w:rPr>
                <w:sz w:val="20"/>
                <w:szCs w:val="20"/>
              </w:rPr>
              <w:t>Сулюктауголь</w:t>
            </w:r>
            <w:proofErr w:type="spellEnd"/>
            <w:r w:rsidRPr="004561D6">
              <w:rPr>
                <w:sz w:val="20"/>
                <w:szCs w:val="20"/>
              </w:rPr>
              <w:t xml:space="preserve">» отнесен к категории пгт. с присвоением ему названия Восточный и передан в административно-хозяйственное подчинение </w:t>
            </w:r>
            <w:proofErr w:type="spellStart"/>
            <w:r w:rsidRPr="004561D6">
              <w:rPr>
                <w:sz w:val="20"/>
                <w:szCs w:val="20"/>
              </w:rPr>
              <w:t>Сулюктинскому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 депутатов трудящихся.</w:t>
            </w:r>
          </w:p>
        </w:tc>
      </w:tr>
      <w:tr w:rsidR="00B16532" w:rsidRPr="004561D6" w14:paraId="363EAB20" w14:textId="77777777" w:rsidTr="00881BC3">
        <w:trPr>
          <w:trHeight w:val="97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972C9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Базар-</w:t>
            </w:r>
            <w:proofErr w:type="spellStart"/>
            <w:r w:rsidRPr="004561D6">
              <w:rPr>
                <w:b/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497218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E357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04.05.1978 </w:t>
            </w:r>
            <w:r w:rsidRPr="004561D6">
              <w:rPr>
                <w:sz w:val="18"/>
                <w:szCs w:val="20"/>
              </w:rPr>
              <w:t>№ 2530-IX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863F7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Базар-</w:t>
            </w:r>
            <w:proofErr w:type="spellStart"/>
            <w:r w:rsidRPr="004561D6">
              <w:rPr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  <w:proofErr w:type="spellStart"/>
            <w:r w:rsidRPr="004561D6">
              <w:rPr>
                <w:sz w:val="20"/>
                <w:szCs w:val="20"/>
              </w:rPr>
              <w:t>Акманский</w:t>
            </w:r>
            <w:proofErr w:type="spellEnd"/>
            <w:r w:rsidRPr="004561D6">
              <w:rPr>
                <w:sz w:val="20"/>
                <w:szCs w:val="20"/>
              </w:rPr>
              <w:t xml:space="preserve">, Базар-Курганский, </w:t>
            </w:r>
            <w:proofErr w:type="spellStart"/>
            <w:r w:rsidRPr="004561D6">
              <w:rPr>
                <w:sz w:val="20"/>
                <w:szCs w:val="20"/>
              </w:rPr>
              <w:t>Беш-Бадамский</w:t>
            </w:r>
            <w:proofErr w:type="spellEnd"/>
            <w:r w:rsidRPr="004561D6">
              <w:rPr>
                <w:sz w:val="20"/>
                <w:szCs w:val="20"/>
              </w:rPr>
              <w:t>, Кировский, Кызыл-</w:t>
            </w:r>
            <w:proofErr w:type="spellStart"/>
            <w:r w:rsidRPr="004561D6">
              <w:rPr>
                <w:sz w:val="20"/>
                <w:szCs w:val="20"/>
              </w:rPr>
              <w:t>Ункюрский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Могольский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Сейдикумский</w:t>
            </w:r>
            <w:proofErr w:type="spellEnd"/>
            <w:r w:rsidRPr="004561D6">
              <w:rPr>
                <w:sz w:val="20"/>
                <w:szCs w:val="20"/>
              </w:rPr>
              <w:t xml:space="preserve">, Советский и </w:t>
            </w:r>
            <w:proofErr w:type="spellStart"/>
            <w:r w:rsidRPr="004561D6">
              <w:rPr>
                <w:sz w:val="20"/>
                <w:szCs w:val="20"/>
              </w:rPr>
              <w:t>Шайданский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 Ленинского района переданы в его состав. </w:t>
            </w:r>
          </w:p>
        </w:tc>
      </w:tr>
      <w:tr w:rsidR="00B16532" w:rsidRPr="004561D6" w14:paraId="4851767F" w14:textId="77777777" w:rsidTr="00881BC3">
        <w:trPr>
          <w:trHeight w:val="85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37C91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B12E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31.05.1978 </w:t>
            </w:r>
            <w:r w:rsidRPr="004561D6">
              <w:rPr>
                <w:sz w:val="18"/>
                <w:szCs w:val="20"/>
              </w:rPr>
              <w:t>№ 2604-IX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804E8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Шайданский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в состав Ленинского района.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Джаны</w:t>
            </w:r>
            <w:proofErr w:type="spellEnd"/>
            <w:r w:rsidRPr="004561D6">
              <w:rPr>
                <w:sz w:val="20"/>
                <w:szCs w:val="20"/>
              </w:rPr>
              <w:t xml:space="preserve">-Абад, </w:t>
            </w:r>
            <w:proofErr w:type="spellStart"/>
            <w:r w:rsidRPr="004561D6">
              <w:rPr>
                <w:sz w:val="20"/>
                <w:szCs w:val="20"/>
              </w:rPr>
              <w:t>Деш</w:t>
            </w:r>
            <w:proofErr w:type="spellEnd"/>
            <w:r w:rsidRPr="004561D6">
              <w:rPr>
                <w:sz w:val="20"/>
                <w:szCs w:val="20"/>
              </w:rPr>
              <w:t xml:space="preserve">, Дюкер, </w:t>
            </w:r>
            <w:proofErr w:type="spellStart"/>
            <w:r w:rsidRPr="004561D6">
              <w:rPr>
                <w:sz w:val="20"/>
                <w:szCs w:val="20"/>
              </w:rPr>
              <w:t>Хаджир</w:t>
            </w:r>
            <w:proofErr w:type="spellEnd"/>
            <w:r w:rsidRPr="004561D6">
              <w:rPr>
                <w:sz w:val="20"/>
                <w:szCs w:val="20"/>
              </w:rPr>
              <w:t xml:space="preserve">-Абад, Чек из </w:t>
            </w:r>
            <w:proofErr w:type="spellStart"/>
            <w:r w:rsidRPr="004561D6">
              <w:rPr>
                <w:sz w:val="20"/>
                <w:szCs w:val="20"/>
              </w:rPr>
              <w:t>Аралского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Ленинского района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Сейдикумского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сельсовета.</w:t>
            </w:r>
          </w:p>
        </w:tc>
      </w:tr>
      <w:tr w:rsidR="00B16532" w:rsidRPr="004561D6" w14:paraId="3ED331AD" w14:textId="77777777" w:rsidTr="00881BC3">
        <w:trPr>
          <w:trHeight w:val="82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83BCC1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Баткенский </w:t>
            </w:r>
          </w:p>
          <w:p w14:paraId="29119E9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DFA0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21.03.1975 </w:t>
            </w:r>
            <w:r w:rsidRPr="004561D6">
              <w:rPr>
                <w:sz w:val="18"/>
                <w:szCs w:val="20"/>
              </w:rPr>
              <w:t>№ 2413-VIII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16D729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Кара-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в состав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Рават</w:t>
            </w:r>
            <w:proofErr w:type="spellEnd"/>
            <w:r w:rsidRPr="004561D6">
              <w:rPr>
                <w:sz w:val="20"/>
                <w:szCs w:val="20"/>
              </w:rPr>
              <w:t xml:space="preserve"> из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присоединен в состав </w:t>
            </w:r>
            <w:proofErr w:type="spellStart"/>
            <w:r w:rsidRPr="004561D6">
              <w:rPr>
                <w:sz w:val="20"/>
                <w:szCs w:val="20"/>
              </w:rPr>
              <w:t>Самаркандыкского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Баткенского района.</w:t>
            </w:r>
          </w:p>
        </w:tc>
      </w:tr>
      <w:tr w:rsidR="00B16532" w:rsidRPr="004561D6" w14:paraId="1BCCDA05" w14:textId="77777777" w:rsidTr="00881BC3">
        <w:trPr>
          <w:trHeight w:val="9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25939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Ленинский </w:t>
            </w:r>
          </w:p>
          <w:p w14:paraId="079CB8B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8082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04.05.1978 </w:t>
            </w:r>
            <w:r w:rsidRPr="004561D6">
              <w:rPr>
                <w:sz w:val="18"/>
                <w:szCs w:val="20"/>
              </w:rPr>
              <w:t>№ 2530-IX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C0E4DD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Акманский</w:t>
            </w:r>
            <w:proofErr w:type="spellEnd"/>
            <w:r w:rsidRPr="004561D6">
              <w:rPr>
                <w:sz w:val="20"/>
                <w:szCs w:val="20"/>
              </w:rPr>
              <w:t xml:space="preserve">, Базар-Курганский, </w:t>
            </w:r>
            <w:proofErr w:type="spellStart"/>
            <w:r w:rsidRPr="004561D6">
              <w:rPr>
                <w:sz w:val="20"/>
                <w:szCs w:val="20"/>
              </w:rPr>
              <w:t>Беш-Бадамский</w:t>
            </w:r>
            <w:proofErr w:type="spellEnd"/>
            <w:r w:rsidRPr="004561D6">
              <w:rPr>
                <w:sz w:val="20"/>
                <w:szCs w:val="20"/>
              </w:rPr>
              <w:t>, Кировский, Кызыл-</w:t>
            </w:r>
            <w:proofErr w:type="spellStart"/>
            <w:r w:rsidRPr="004561D6">
              <w:rPr>
                <w:sz w:val="20"/>
                <w:szCs w:val="20"/>
              </w:rPr>
              <w:t>Ункюрский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Могольский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Сейдикумский</w:t>
            </w:r>
            <w:proofErr w:type="spellEnd"/>
            <w:r w:rsidRPr="004561D6">
              <w:rPr>
                <w:sz w:val="20"/>
                <w:szCs w:val="20"/>
              </w:rPr>
              <w:t xml:space="preserve">, Советский и </w:t>
            </w:r>
            <w:proofErr w:type="spellStart"/>
            <w:r w:rsidRPr="004561D6">
              <w:rPr>
                <w:sz w:val="20"/>
                <w:szCs w:val="20"/>
              </w:rPr>
              <w:t>Шайданский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 Ленинского района переданы в состав вновь образованного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</w:t>
            </w:r>
          </w:p>
        </w:tc>
      </w:tr>
      <w:tr w:rsidR="00B16532" w:rsidRPr="004561D6" w14:paraId="711C4050" w14:textId="77777777" w:rsidTr="00881BC3">
        <w:trPr>
          <w:trHeight w:val="105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CD4AC0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8B44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31.05.1978 </w:t>
            </w:r>
            <w:r w:rsidRPr="004561D6">
              <w:rPr>
                <w:sz w:val="18"/>
                <w:szCs w:val="20"/>
              </w:rPr>
              <w:t>№ 2604-IX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588EDE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Шайданский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присоединен к Ленинскому району.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Джаны</w:t>
            </w:r>
            <w:proofErr w:type="spellEnd"/>
            <w:r w:rsidRPr="004561D6">
              <w:rPr>
                <w:sz w:val="20"/>
                <w:szCs w:val="20"/>
              </w:rPr>
              <w:t xml:space="preserve">-Абад, </w:t>
            </w:r>
            <w:proofErr w:type="spellStart"/>
            <w:r w:rsidRPr="004561D6">
              <w:rPr>
                <w:sz w:val="20"/>
                <w:szCs w:val="20"/>
              </w:rPr>
              <w:t>Деш</w:t>
            </w:r>
            <w:proofErr w:type="spellEnd"/>
            <w:r w:rsidRPr="004561D6">
              <w:rPr>
                <w:sz w:val="20"/>
                <w:szCs w:val="20"/>
              </w:rPr>
              <w:t xml:space="preserve">, Дюкер, </w:t>
            </w:r>
            <w:proofErr w:type="spellStart"/>
            <w:r w:rsidRPr="004561D6">
              <w:rPr>
                <w:sz w:val="20"/>
                <w:szCs w:val="20"/>
              </w:rPr>
              <w:t>Хаджир</w:t>
            </w:r>
            <w:proofErr w:type="spellEnd"/>
            <w:r w:rsidRPr="004561D6">
              <w:rPr>
                <w:sz w:val="20"/>
                <w:szCs w:val="20"/>
              </w:rPr>
              <w:t xml:space="preserve">-Абад, Чек из </w:t>
            </w:r>
            <w:proofErr w:type="spellStart"/>
            <w:r w:rsidRPr="004561D6">
              <w:rPr>
                <w:sz w:val="20"/>
                <w:szCs w:val="20"/>
              </w:rPr>
              <w:t>Аралского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Ленинского района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Сейдикумского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1B461A9A" w14:textId="77777777" w:rsidTr="00881BC3">
        <w:trPr>
          <w:trHeight w:val="76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DC252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Ляйлякский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F89951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98A5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21.03.1975 </w:t>
            </w:r>
            <w:r w:rsidRPr="004561D6">
              <w:rPr>
                <w:sz w:val="18"/>
                <w:szCs w:val="20"/>
              </w:rPr>
              <w:t>№ 2413-VIII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AD168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Кара-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присоединен в состав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района,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Рават</w:t>
            </w:r>
            <w:proofErr w:type="spellEnd"/>
            <w:r w:rsidRPr="004561D6">
              <w:rPr>
                <w:sz w:val="20"/>
                <w:szCs w:val="20"/>
              </w:rPr>
              <w:t xml:space="preserve"> из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передан в состав </w:t>
            </w:r>
            <w:proofErr w:type="spellStart"/>
            <w:r w:rsidRPr="004561D6">
              <w:rPr>
                <w:sz w:val="20"/>
                <w:szCs w:val="20"/>
              </w:rPr>
              <w:t>Самаркандыкского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Баткенского района.</w:t>
            </w:r>
          </w:p>
        </w:tc>
      </w:tr>
      <w:tr w:rsidR="00B16532" w:rsidRPr="004561D6" w14:paraId="3E194E3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774C7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CD50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9466EE7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33101FE" w14:textId="77777777" w:rsidTr="00881BC3">
        <w:trPr>
          <w:trHeight w:val="77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DA539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Сузакский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31C5D03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20B0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21.10.1971</w:t>
            </w:r>
            <w:r w:rsidRPr="004561D6">
              <w:rPr>
                <w:sz w:val="18"/>
                <w:szCs w:val="20"/>
              </w:rPr>
              <w:t>№ 140-VIII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FDC9B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 в состав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населенный пункт Турк-Абад Курган-</w:t>
            </w:r>
            <w:proofErr w:type="spellStart"/>
            <w:r w:rsidRPr="004561D6">
              <w:rPr>
                <w:sz w:val="20"/>
                <w:szCs w:val="20"/>
              </w:rPr>
              <w:t>Тепинского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Андижанской области Узбекской ССР.</w:t>
            </w:r>
          </w:p>
        </w:tc>
      </w:tr>
      <w:tr w:rsidR="00B16532" w:rsidRPr="004561D6" w14:paraId="5F5F2875" w14:textId="77777777" w:rsidTr="00881BC3">
        <w:trPr>
          <w:trHeight w:val="63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265F3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Токтогульский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08B9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31.01.1972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96FC6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Присоединен в Токтогульский район 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из Калининского района республиканского подчинения.</w:t>
            </w:r>
          </w:p>
        </w:tc>
      </w:tr>
      <w:tr w:rsidR="00B16532" w:rsidRPr="004561D6" w14:paraId="7260FE77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9FED57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Районы республиканского подчинения</w:t>
            </w:r>
          </w:p>
        </w:tc>
      </w:tr>
      <w:tr w:rsidR="00B16532" w:rsidRPr="004561D6" w14:paraId="1F9166A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E0F0F99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6178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A508F2D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4101861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1AC139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</w:p>
          <w:p w14:paraId="25736AEB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Кара-Балта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9909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09.09.1975 № 126-IX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8CB4D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город Кара-Балта республиканского подчинения, включая пгт. Кош-</w:t>
            </w:r>
            <w:proofErr w:type="spellStart"/>
            <w:r w:rsidRPr="004561D6">
              <w:rPr>
                <w:sz w:val="20"/>
                <w:szCs w:val="20"/>
              </w:rPr>
              <w:t>Тегирмен</w:t>
            </w:r>
            <w:proofErr w:type="spellEnd"/>
            <w:r w:rsidRPr="004561D6">
              <w:rPr>
                <w:sz w:val="20"/>
                <w:szCs w:val="20"/>
              </w:rPr>
              <w:t xml:space="preserve"> и часть села Калининское, входящее в состав Калининского и </w:t>
            </w:r>
            <w:proofErr w:type="spellStart"/>
            <w:r w:rsidRPr="004561D6">
              <w:rPr>
                <w:sz w:val="20"/>
                <w:szCs w:val="20"/>
              </w:rPr>
              <w:t>Красновосточного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сельсоветов, и пгт. Кара-Балта Калининского района.</w:t>
            </w:r>
          </w:p>
        </w:tc>
      </w:tr>
      <w:tr w:rsidR="00B16532" w:rsidRPr="004561D6" w14:paraId="36E6031D" w14:textId="77777777" w:rsidTr="00881BC3">
        <w:trPr>
          <w:trHeight w:val="63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82548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2C5D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24.02.1976 № 472-IX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9DC045" w14:textId="77777777" w:rsidR="00B16532" w:rsidRPr="004561D6" w:rsidRDefault="009559B7" w:rsidP="009559B7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>гт. Каинда Калининского района передан в административно-хозяйственное подчинение Кара-</w:t>
            </w:r>
            <w:proofErr w:type="spellStart"/>
            <w:r w:rsidR="00B16532" w:rsidRPr="004561D6">
              <w:rPr>
                <w:sz w:val="20"/>
                <w:szCs w:val="20"/>
              </w:rPr>
              <w:t>Балтинского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горсовета.</w:t>
            </w:r>
          </w:p>
        </w:tc>
      </w:tr>
      <w:tr w:rsidR="00B16532" w:rsidRPr="004561D6" w14:paraId="11A7C2C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112468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87E7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09.01.1974 </w:t>
            </w:r>
            <w:r w:rsidRPr="004561D6">
              <w:rPr>
                <w:sz w:val="18"/>
                <w:szCs w:val="20"/>
              </w:rPr>
              <w:t>№ 1596-VIII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88516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(центр село </w:t>
            </w:r>
            <w:proofErr w:type="spellStart"/>
            <w:r w:rsidRPr="004561D6">
              <w:rPr>
                <w:sz w:val="20"/>
                <w:szCs w:val="20"/>
              </w:rPr>
              <w:t>Аламедин</w:t>
            </w:r>
            <w:proofErr w:type="spellEnd"/>
            <w:r w:rsidRPr="004561D6">
              <w:rPr>
                <w:sz w:val="20"/>
                <w:szCs w:val="20"/>
              </w:rPr>
              <w:t xml:space="preserve">) республиканского подчинения и переданы в его состав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района: Ала-Арчинский,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Арашанский</w:t>
            </w:r>
            <w:proofErr w:type="spellEnd"/>
            <w:r w:rsidRPr="004561D6">
              <w:rPr>
                <w:sz w:val="20"/>
                <w:szCs w:val="20"/>
              </w:rPr>
              <w:t>, Васильевский, Воронцовский, Кара-</w:t>
            </w:r>
            <w:proofErr w:type="spellStart"/>
            <w:r w:rsidRPr="004561D6">
              <w:rPr>
                <w:sz w:val="20"/>
                <w:szCs w:val="20"/>
              </w:rPr>
              <w:t>Джигачский</w:t>
            </w:r>
            <w:proofErr w:type="spellEnd"/>
            <w:r w:rsidRPr="004561D6">
              <w:rPr>
                <w:sz w:val="20"/>
                <w:szCs w:val="20"/>
              </w:rPr>
              <w:t>, Ленинский, Лебединский, Нижне-</w:t>
            </w:r>
            <w:proofErr w:type="spellStart"/>
            <w:r w:rsidRPr="004561D6">
              <w:rPr>
                <w:sz w:val="20"/>
                <w:szCs w:val="20"/>
              </w:rPr>
              <w:t>Аларчинский</w:t>
            </w:r>
            <w:proofErr w:type="spellEnd"/>
            <w:r w:rsidRPr="004561D6">
              <w:rPr>
                <w:sz w:val="20"/>
                <w:szCs w:val="20"/>
              </w:rPr>
              <w:t>, Октябрьский, Орто-</w:t>
            </w:r>
            <w:proofErr w:type="spellStart"/>
            <w:r w:rsidRPr="004561D6">
              <w:rPr>
                <w:sz w:val="20"/>
                <w:szCs w:val="20"/>
              </w:rPr>
              <w:t>Алышский</w:t>
            </w:r>
            <w:proofErr w:type="spellEnd"/>
            <w:r w:rsidRPr="004561D6">
              <w:rPr>
                <w:sz w:val="20"/>
                <w:szCs w:val="20"/>
              </w:rPr>
              <w:t>, Пригородный, Таш-</w:t>
            </w:r>
            <w:proofErr w:type="spellStart"/>
            <w:r w:rsidRPr="004561D6">
              <w:rPr>
                <w:sz w:val="20"/>
                <w:szCs w:val="20"/>
              </w:rPr>
              <w:t>Мойнокский</w:t>
            </w:r>
            <w:proofErr w:type="spellEnd"/>
            <w:r w:rsidRPr="004561D6">
              <w:rPr>
                <w:sz w:val="20"/>
                <w:szCs w:val="20"/>
              </w:rPr>
              <w:t>, Чон-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сельсоветы.</w:t>
            </w:r>
          </w:p>
        </w:tc>
      </w:tr>
      <w:tr w:rsidR="00B16532" w:rsidRPr="004561D6" w14:paraId="70C1273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E7DE0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E747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05ACC1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381E6610" w14:textId="77777777" w:rsidTr="00881BC3">
        <w:trPr>
          <w:trHeight w:val="98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D09CD7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Иссык-Атинский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CCE9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19.04.1977 </w:t>
            </w:r>
            <w:r w:rsidRPr="004561D6">
              <w:rPr>
                <w:sz w:val="18"/>
                <w:szCs w:val="20"/>
              </w:rPr>
              <w:t>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2D2CD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Иссык-Атинский район республиканского подчинения (центр пгт. Ивановка). Из Чуйского района переданы в его состав Ивановский поселковый совет, Калининский, Кен-Булунский, Краснореченский, Октябрьский, Сын-</w:t>
            </w:r>
            <w:proofErr w:type="spellStart"/>
            <w:r w:rsidRPr="004561D6">
              <w:rPr>
                <w:sz w:val="20"/>
                <w:szCs w:val="20"/>
              </w:rPr>
              <w:t>Ташский</w:t>
            </w:r>
            <w:proofErr w:type="spellEnd"/>
            <w:r w:rsidRPr="004561D6">
              <w:rPr>
                <w:sz w:val="20"/>
                <w:szCs w:val="20"/>
              </w:rPr>
              <w:t>, Юрьевский сельсоветы и пгт. Ивановка.</w:t>
            </w:r>
          </w:p>
        </w:tc>
      </w:tr>
      <w:tr w:rsidR="00B16532" w:rsidRPr="004561D6" w14:paraId="6763BC3B" w14:textId="77777777" w:rsidTr="00881BC3">
        <w:trPr>
          <w:trHeight w:val="55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13E368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Калининский </w:t>
            </w:r>
          </w:p>
          <w:p w14:paraId="4ABD994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EFFC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31.01.1972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9774A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Сары-</w:t>
            </w:r>
            <w:proofErr w:type="spellStart"/>
            <w:r w:rsidRPr="004561D6">
              <w:rPr>
                <w:sz w:val="20"/>
                <w:szCs w:val="20"/>
              </w:rPr>
              <w:t>Камышский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в Токтогульский район Ошской области. </w:t>
            </w:r>
          </w:p>
        </w:tc>
      </w:tr>
      <w:tr w:rsidR="00B16532" w:rsidRPr="004561D6" w14:paraId="5CCCFF7A" w14:textId="77777777" w:rsidTr="00881BC3">
        <w:trPr>
          <w:trHeight w:val="7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83903C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34CD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26.11.1973 № 1466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CB8136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Кызыл-Ой из </w:t>
            </w:r>
            <w:proofErr w:type="spellStart"/>
            <w:r w:rsidRPr="004561D6">
              <w:rPr>
                <w:sz w:val="20"/>
                <w:szCs w:val="20"/>
              </w:rPr>
              <w:t>Сусамырского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Калининского района передано в административно–хозяйственное подчинение </w:t>
            </w:r>
            <w:proofErr w:type="spellStart"/>
            <w:r w:rsidRPr="004561D6">
              <w:rPr>
                <w:sz w:val="20"/>
                <w:szCs w:val="20"/>
              </w:rPr>
              <w:t>Кавакского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области.</w:t>
            </w:r>
          </w:p>
        </w:tc>
      </w:tr>
      <w:tr w:rsidR="00B16532" w:rsidRPr="004561D6" w14:paraId="707F955D" w14:textId="77777777" w:rsidTr="00881BC3">
        <w:trPr>
          <w:trHeight w:val="74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71D9D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EE3E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09.09.1975 № 126-IX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38C8E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 город Кара-Балта республиканского подчинения, включая пгт. Кош-</w:t>
            </w:r>
            <w:proofErr w:type="spellStart"/>
            <w:r w:rsidRPr="004561D6">
              <w:rPr>
                <w:sz w:val="20"/>
                <w:szCs w:val="20"/>
              </w:rPr>
              <w:t>Тегирмен</w:t>
            </w:r>
            <w:proofErr w:type="spellEnd"/>
            <w:r w:rsidRPr="004561D6">
              <w:rPr>
                <w:sz w:val="20"/>
                <w:szCs w:val="20"/>
              </w:rPr>
              <w:t xml:space="preserve">, часть села Калининское, входящее в состав Калининского и </w:t>
            </w:r>
            <w:proofErr w:type="spellStart"/>
            <w:r w:rsidRPr="004561D6">
              <w:rPr>
                <w:sz w:val="20"/>
                <w:szCs w:val="20"/>
              </w:rPr>
              <w:t>Красновосточного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сельсоветов, и пгт. Кара-Балта Калининского района.</w:t>
            </w:r>
          </w:p>
        </w:tc>
      </w:tr>
      <w:tr w:rsidR="00B16532" w:rsidRPr="004561D6" w14:paraId="2AC9D970" w14:textId="77777777" w:rsidTr="00881BC3">
        <w:trPr>
          <w:trHeight w:val="84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91F60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7BA3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24.02.1976№ 472-IX.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ACFA3C1" w14:textId="77777777" w:rsidR="00B16532" w:rsidRPr="004561D6" w:rsidRDefault="00211077" w:rsidP="00211077">
            <w:pPr>
              <w:jc w:val="both"/>
              <w:rPr>
                <w:i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>гт. Каинда передан в административно-хозяйственное подчинение Кара-</w:t>
            </w:r>
            <w:proofErr w:type="spellStart"/>
            <w:r w:rsidR="00B16532" w:rsidRPr="004561D6">
              <w:rPr>
                <w:sz w:val="20"/>
                <w:szCs w:val="20"/>
              </w:rPr>
              <w:t>Балтинского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горсовета. Населенный пункт Эфиронос передано в состав Панфиловского сельсовета. </w:t>
            </w:r>
          </w:p>
        </w:tc>
      </w:tr>
      <w:tr w:rsidR="00B16532" w:rsidRPr="004561D6" w14:paraId="06B3390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CA76B9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83C4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19.04.1977 </w:t>
            </w:r>
            <w:r w:rsidRPr="004561D6">
              <w:rPr>
                <w:sz w:val="18"/>
                <w:szCs w:val="20"/>
              </w:rPr>
              <w:t>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B8D4C4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во вновь образованный Панфиловский район </w:t>
            </w:r>
            <w:proofErr w:type="spellStart"/>
            <w:r w:rsidRPr="004561D6">
              <w:rPr>
                <w:sz w:val="20"/>
                <w:szCs w:val="20"/>
              </w:rPr>
              <w:t>Вознесеновский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Курпульдекский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Ортоевский</w:t>
            </w:r>
            <w:proofErr w:type="spellEnd"/>
            <w:r w:rsidRPr="004561D6">
              <w:rPr>
                <w:sz w:val="20"/>
                <w:szCs w:val="20"/>
              </w:rPr>
              <w:t xml:space="preserve">, Панфиловский, </w:t>
            </w:r>
            <w:proofErr w:type="spellStart"/>
            <w:r w:rsidRPr="004561D6">
              <w:rPr>
                <w:sz w:val="20"/>
                <w:szCs w:val="20"/>
              </w:rPr>
              <w:t>Сусамырский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Чалдоварский</w:t>
            </w:r>
            <w:proofErr w:type="spellEnd"/>
            <w:r w:rsidRPr="004561D6">
              <w:rPr>
                <w:sz w:val="20"/>
                <w:szCs w:val="20"/>
              </w:rPr>
              <w:t xml:space="preserve">, Фрунзенский сельсоветы и пгт. Каинда. Присоединен в состав района Полтавский сельсовет Московского района. </w:t>
            </w:r>
          </w:p>
        </w:tc>
      </w:tr>
      <w:tr w:rsidR="00B16532" w:rsidRPr="004561D6" w14:paraId="25533DD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9E713F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B32D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8B0BDF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97CF54F" w14:textId="77777777" w:rsidTr="00881BC3">
        <w:trPr>
          <w:trHeight w:val="128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578DE3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8F1ADC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4CEA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09.01.1974 </w:t>
            </w:r>
            <w:r w:rsidRPr="004561D6">
              <w:rPr>
                <w:sz w:val="18"/>
                <w:szCs w:val="20"/>
              </w:rPr>
              <w:t>№ 1596-VIII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F981C2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республиканского подчинения из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района: Ала-Арчинский, </w:t>
            </w: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Арашанский</w:t>
            </w:r>
            <w:proofErr w:type="spellEnd"/>
            <w:r w:rsidRPr="004561D6">
              <w:rPr>
                <w:sz w:val="20"/>
                <w:szCs w:val="20"/>
              </w:rPr>
              <w:t>, Васильевский, Воронцовский, Кара-</w:t>
            </w:r>
            <w:proofErr w:type="spellStart"/>
            <w:r w:rsidRPr="004561D6">
              <w:rPr>
                <w:sz w:val="20"/>
                <w:szCs w:val="20"/>
              </w:rPr>
              <w:t>Джигачский</w:t>
            </w:r>
            <w:proofErr w:type="spellEnd"/>
            <w:r w:rsidRPr="004561D6">
              <w:rPr>
                <w:sz w:val="20"/>
                <w:szCs w:val="20"/>
              </w:rPr>
              <w:t>, Ленинский, Лебединский, Нижне-</w:t>
            </w:r>
            <w:proofErr w:type="spellStart"/>
            <w:r w:rsidRPr="004561D6">
              <w:rPr>
                <w:sz w:val="20"/>
                <w:szCs w:val="20"/>
              </w:rPr>
              <w:t>Аларчинский</w:t>
            </w:r>
            <w:proofErr w:type="spellEnd"/>
            <w:r w:rsidRPr="004561D6">
              <w:rPr>
                <w:sz w:val="20"/>
                <w:szCs w:val="20"/>
              </w:rPr>
              <w:t>, Октябрьский, Орто-</w:t>
            </w:r>
            <w:proofErr w:type="spellStart"/>
            <w:r w:rsidRPr="004561D6">
              <w:rPr>
                <w:sz w:val="20"/>
                <w:szCs w:val="20"/>
              </w:rPr>
              <w:t>Алышский</w:t>
            </w:r>
            <w:proofErr w:type="spellEnd"/>
            <w:r w:rsidRPr="004561D6">
              <w:rPr>
                <w:sz w:val="20"/>
                <w:szCs w:val="20"/>
              </w:rPr>
              <w:t>, Пригородный, Таш-</w:t>
            </w:r>
            <w:proofErr w:type="spellStart"/>
            <w:r w:rsidRPr="004561D6">
              <w:rPr>
                <w:sz w:val="20"/>
                <w:szCs w:val="20"/>
              </w:rPr>
              <w:t>Мойнокский</w:t>
            </w:r>
            <w:proofErr w:type="spellEnd"/>
            <w:r w:rsidRPr="004561D6">
              <w:rPr>
                <w:sz w:val="20"/>
                <w:szCs w:val="20"/>
              </w:rPr>
              <w:t>, Чон-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сельсоветы.</w:t>
            </w:r>
          </w:p>
        </w:tc>
      </w:tr>
      <w:tr w:rsidR="00B16532" w:rsidRPr="004561D6" w14:paraId="7B3E0029" w14:textId="77777777" w:rsidTr="00881BC3">
        <w:trPr>
          <w:trHeight w:val="76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DBBC2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EFA7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09.02.1976 № 415-IX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6A90B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Зарегистрированы существующие населенные пункты Кировское и Первомайское Киргизской машиностроительной станции на территории пгт. Кант и переданы в состав Ак-</w:t>
            </w:r>
            <w:proofErr w:type="spellStart"/>
            <w:r w:rsidRPr="004561D6">
              <w:rPr>
                <w:sz w:val="20"/>
                <w:szCs w:val="20"/>
              </w:rPr>
              <w:t>Кудукского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0E7DCF76" w14:textId="77777777" w:rsidTr="00881BC3">
        <w:trPr>
          <w:trHeight w:val="59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991CA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Кировский </w:t>
            </w:r>
          </w:p>
          <w:p w14:paraId="50EC308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E249A" w14:textId="77777777" w:rsidR="00B16532" w:rsidRPr="004561D6" w:rsidRDefault="00B16532" w:rsidP="00B16532">
            <w:pPr>
              <w:rPr>
                <w:sz w:val="18"/>
                <w:szCs w:val="20"/>
              </w:rPr>
            </w:pPr>
            <w:r w:rsidRPr="004561D6">
              <w:rPr>
                <w:sz w:val="20"/>
                <w:szCs w:val="20"/>
              </w:rPr>
              <w:t>19.04.1977</w:t>
            </w:r>
          </w:p>
          <w:p w14:paraId="099EE9F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18"/>
                <w:szCs w:val="20"/>
              </w:rPr>
              <w:t>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08236D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Бейшекенский</w:t>
            </w:r>
            <w:proofErr w:type="spellEnd"/>
            <w:r w:rsidRPr="004561D6">
              <w:rPr>
                <w:sz w:val="20"/>
                <w:szCs w:val="20"/>
              </w:rPr>
              <w:t xml:space="preserve"> и Ключевский сельсоветы 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0373D3C3" w14:textId="77777777" w:rsidTr="00881BC3">
        <w:trPr>
          <w:trHeight w:val="65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8CAC0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11B7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27.04.1978 </w:t>
            </w:r>
            <w:r w:rsidRPr="004561D6">
              <w:rPr>
                <w:sz w:val="18"/>
                <w:szCs w:val="20"/>
              </w:rPr>
              <w:t>№ 2471-IX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B771BD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Нылды</w:t>
            </w:r>
            <w:proofErr w:type="spellEnd"/>
            <w:r w:rsidRPr="004561D6">
              <w:rPr>
                <w:sz w:val="20"/>
                <w:szCs w:val="20"/>
              </w:rPr>
              <w:t xml:space="preserve"> и Сары-Булак </w:t>
            </w:r>
            <w:proofErr w:type="spellStart"/>
            <w:r w:rsidRPr="004561D6">
              <w:rPr>
                <w:sz w:val="20"/>
                <w:szCs w:val="20"/>
              </w:rPr>
              <w:t>Каиндинского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>-Алексеевского сельсовета Таласского района.</w:t>
            </w:r>
          </w:p>
        </w:tc>
      </w:tr>
      <w:tr w:rsidR="00B16532" w:rsidRPr="004561D6" w14:paraId="4A1C4153" w14:textId="77777777" w:rsidTr="00881BC3">
        <w:trPr>
          <w:trHeight w:val="100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D8F8C5A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Ленинпольский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80820" w14:textId="77777777" w:rsidR="00B16532" w:rsidRPr="004561D6" w:rsidRDefault="00B16532" w:rsidP="00B16532">
            <w:pPr>
              <w:keepNext/>
              <w:outlineLvl w:val="1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19.04.1977№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2C8CA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республиканского подчинения (центр - село </w:t>
            </w:r>
            <w:proofErr w:type="spellStart"/>
            <w:r w:rsidRPr="004561D6">
              <w:rPr>
                <w:sz w:val="20"/>
                <w:szCs w:val="20"/>
              </w:rPr>
              <w:t>Ленинполь</w:t>
            </w:r>
            <w:proofErr w:type="spellEnd"/>
            <w:r w:rsidRPr="004561D6">
              <w:rPr>
                <w:sz w:val="20"/>
                <w:szCs w:val="20"/>
              </w:rPr>
              <w:t xml:space="preserve">), переданы в его состав </w:t>
            </w:r>
            <w:proofErr w:type="spellStart"/>
            <w:r w:rsidRPr="004561D6">
              <w:rPr>
                <w:sz w:val="20"/>
                <w:szCs w:val="20"/>
              </w:rPr>
              <w:t>Бейшекенский</w:t>
            </w:r>
            <w:proofErr w:type="spellEnd"/>
            <w:r w:rsidRPr="004561D6">
              <w:rPr>
                <w:sz w:val="20"/>
                <w:szCs w:val="20"/>
              </w:rPr>
              <w:t xml:space="preserve"> и Ключевский сельсоветы Кировского района; Барк-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Кызыл-Октябрьский,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>, Орловский сельские советы Таласского района.</w:t>
            </w:r>
          </w:p>
        </w:tc>
      </w:tr>
      <w:tr w:rsidR="00B16532" w:rsidRPr="004561D6" w14:paraId="460C472B" w14:textId="77777777" w:rsidTr="00881BC3">
        <w:trPr>
          <w:trHeight w:val="5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902ED8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Московский </w:t>
            </w:r>
          </w:p>
          <w:p w14:paraId="405E84B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56CC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19.04.1977 </w:t>
            </w:r>
            <w:r w:rsidRPr="004561D6">
              <w:rPr>
                <w:sz w:val="18"/>
                <w:szCs w:val="20"/>
              </w:rPr>
              <w:t>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FB703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Полтавский сельсовет передан в состав Калининского района.</w:t>
            </w:r>
          </w:p>
        </w:tc>
      </w:tr>
      <w:tr w:rsidR="00B16532" w:rsidRPr="004561D6" w14:paraId="13A47295" w14:textId="77777777" w:rsidTr="00881BC3">
        <w:trPr>
          <w:trHeight w:val="82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13130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Панфиловский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D447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19.04.1977 </w:t>
            </w:r>
            <w:r w:rsidRPr="004561D6">
              <w:rPr>
                <w:sz w:val="18"/>
                <w:szCs w:val="20"/>
              </w:rPr>
              <w:t>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BC9468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Панфиловский район.  </w:t>
            </w:r>
            <w:proofErr w:type="spellStart"/>
            <w:r w:rsidRPr="004561D6">
              <w:rPr>
                <w:sz w:val="20"/>
                <w:szCs w:val="20"/>
              </w:rPr>
              <w:t>Вознесеновский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Курпульдекский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Ортоевский</w:t>
            </w:r>
            <w:proofErr w:type="spellEnd"/>
            <w:r w:rsidRPr="004561D6">
              <w:rPr>
                <w:sz w:val="20"/>
                <w:szCs w:val="20"/>
              </w:rPr>
              <w:t xml:space="preserve">, Панфиловский, </w:t>
            </w:r>
            <w:proofErr w:type="spellStart"/>
            <w:r w:rsidRPr="004561D6">
              <w:rPr>
                <w:sz w:val="20"/>
                <w:szCs w:val="20"/>
              </w:rPr>
              <w:t>Сусамырский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Чалдоварский</w:t>
            </w:r>
            <w:proofErr w:type="spellEnd"/>
            <w:r w:rsidRPr="004561D6">
              <w:rPr>
                <w:sz w:val="20"/>
                <w:szCs w:val="20"/>
              </w:rPr>
              <w:t>, Фрунзенский сельсоветы и пгт. Каинды из Калининского района переданы в его состав.</w:t>
            </w:r>
          </w:p>
        </w:tc>
      </w:tr>
      <w:tr w:rsidR="00B16532" w:rsidRPr="004561D6" w14:paraId="2D5429F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CC6C10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B5A628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392A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12.07.1974 </w:t>
            </w:r>
            <w:r w:rsidRPr="004561D6">
              <w:rPr>
                <w:sz w:val="18"/>
                <w:szCs w:val="20"/>
              </w:rPr>
              <w:t>№ 1919-VIII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39E5C9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Опытное хозяйство Киргизского научно-исследовательского института земледелия передано в административно-хозяйственное подчинение Ленинского совета депутатов трудящихся города Фрунзе.</w:t>
            </w:r>
          </w:p>
        </w:tc>
      </w:tr>
      <w:tr w:rsidR="00B16532" w:rsidRPr="004561D6" w14:paraId="0D8191D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D99E6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F84F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BC57D0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FAC6482" w14:textId="77777777" w:rsidTr="00881BC3">
        <w:trPr>
          <w:trHeight w:val="7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C5BA2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Таласский </w:t>
            </w:r>
          </w:p>
          <w:p w14:paraId="428449F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60E4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19.04.1977 </w:t>
            </w:r>
            <w:r w:rsidRPr="004561D6">
              <w:rPr>
                <w:sz w:val="18"/>
                <w:szCs w:val="20"/>
              </w:rPr>
              <w:t>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2E7E3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Барк-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, Кызыл-Октябрьский,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и Орловский сельские советы 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республиканского подчинения.</w:t>
            </w:r>
          </w:p>
        </w:tc>
      </w:tr>
      <w:tr w:rsidR="00B16532" w:rsidRPr="004561D6" w14:paraId="31C89A7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98C45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113C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27.04.1978 </w:t>
            </w:r>
            <w:r w:rsidRPr="004561D6">
              <w:rPr>
                <w:sz w:val="18"/>
                <w:szCs w:val="20"/>
              </w:rPr>
              <w:t>№ 2471-IX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50689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Нылды</w:t>
            </w:r>
            <w:proofErr w:type="spellEnd"/>
            <w:r w:rsidRPr="004561D6">
              <w:rPr>
                <w:sz w:val="20"/>
                <w:szCs w:val="20"/>
              </w:rPr>
              <w:t xml:space="preserve"> и Сары-Булак </w:t>
            </w:r>
            <w:proofErr w:type="spellStart"/>
            <w:r w:rsidRPr="004561D6">
              <w:rPr>
                <w:sz w:val="20"/>
                <w:szCs w:val="20"/>
              </w:rPr>
              <w:t>Каиндинского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Кировского района присоединены в состав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>-Алексеевского сельсовета.</w:t>
            </w:r>
          </w:p>
        </w:tc>
      </w:tr>
      <w:tr w:rsidR="00B16532" w:rsidRPr="004561D6" w14:paraId="7E38B09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DB3AA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6B81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B141DD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7C50853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DCAEF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Чуйский </w:t>
            </w:r>
          </w:p>
          <w:p w14:paraId="3031D0B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FD34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19.04.1977 </w:t>
            </w:r>
            <w:r w:rsidRPr="004561D6">
              <w:rPr>
                <w:sz w:val="18"/>
                <w:szCs w:val="20"/>
              </w:rPr>
              <w:t>№ 1465-IX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9F9B88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Ивановский поселковый совет, Калининский, Кен-Булунский, Краснореченский, Октябрьский, Сын-</w:t>
            </w:r>
            <w:proofErr w:type="spellStart"/>
            <w:r w:rsidRPr="004561D6">
              <w:rPr>
                <w:sz w:val="20"/>
                <w:szCs w:val="20"/>
              </w:rPr>
              <w:t>Ташский</w:t>
            </w:r>
            <w:proofErr w:type="spellEnd"/>
            <w:r w:rsidRPr="004561D6">
              <w:rPr>
                <w:sz w:val="20"/>
                <w:szCs w:val="20"/>
              </w:rPr>
              <w:t>, Юрьевский сельсоветы и пгт. Ивановка переданы во вновь образованный Иссык-Атинский район республиканского подчинения.</w:t>
            </w:r>
          </w:p>
          <w:p w14:paraId="1C296D3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026613DE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146B53" w14:textId="77777777" w:rsidR="00B16532" w:rsidRPr="004561D6" w:rsidRDefault="00B16532" w:rsidP="00B16532">
            <w:pPr>
              <w:keepNext/>
              <w:jc w:val="both"/>
              <w:outlineLvl w:val="3"/>
              <w:rPr>
                <w:sz w:val="10"/>
                <w:szCs w:val="20"/>
              </w:rPr>
            </w:pPr>
          </w:p>
        </w:tc>
      </w:tr>
      <w:tr w:rsidR="00B16532" w:rsidRPr="004561D6" w14:paraId="363F9D24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14CE6B" w14:textId="77777777" w:rsidR="00B16532" w:rsidRPr="004561D6" w:rsidRDefault="00B16532" w:rsidP="00B16532">
            <w:pPr>
              <w:keepNext/>
              <w:jc w:val="center"/>
              <w:outlineLvl w:val="4"/>
              <w:rPr>
                <w:b/>
                <w:szCs w:val="20"/>
              </w:rPr>
            </w:pPr>
            <w:r w:rsidRPr="004561D6">
              <w:rPr>
                <w:b/>
                <w:szCs w:val="20"/>
              </w:rPr>
              <w:t>Изменения  в административно-территориальном устройстве страны</w:t>
            </w:r>
          </w:p>
        </w:tc>
      </w:tr>
      <w:tr w:rsidR="00B16532" w:rsidRPr="004561D6" w14:paraId="553F324E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7C3662" w14:textId="77777777" w:rsidR="00B16532" w:rsidRPr="004561D6" w:rsidRDefault="00B16532" w:rsidP="00B16532">
            <w:pPr>
              <w:jc w:val="center"/>
              <w:rPr>
                <w:b/>
                <w:szCs w:val="20"/>
              </w:rPr>
            </w:pPr>
            <w:r w:rsidRPr="004561D6">
              <w:rPr>
                <w:b/>
                <w:szCs w:val="20"/>
              </w:rPr>
              <w:t>за 1979-1988гг.</w:t>
            </w:r>
          </w:p>
        </w:tc>
      </w:tr>
      <w:tr w:rsidR="00B16532" w:rsidRPr="004561D6" w14:paraId="2181B546" w14:textId="77777777" w:rsidTr="00881BC3">
        <w:trPr>
          <w:trHeight w:val="19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9B8F8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B9EBB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395B6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4B094300" w14:textId="77777777" w:rsidTr="00881BC3">
        <w:trPr>
          <w:cantSplit/>
          <w:trHeight w:val="168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40DB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Иссык-Кульская </w:t>
            </w:r>
          </w:p>
          <w:p w14:paraId="045E92F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39397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5E705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Иссык-Кульская и Нарынская области в одну область с наименованием Иссык-Кульская и определен ее административным центром временно город Пржевальск с последующим переводом в город Рыбачье. Переданы в ее состав Нарынский горсовет (город Нарын, пгт. </w:t>
            </w:r>
            <w:proofErr w:type="spellStart"/>
            <w:r w:rsidRPr="004561D6">
              <w:rPr>
                <w:sz w:val="20"/>
                <w:szCs w:val="20"/>
              </w:rPr>
              <w:t>Достук</w:t>
            </w:r>
            <w:proofErr w:type="spellEnd"/>
            <w:r w:rsidRPr="004561D6">
              <w:rPr>
                <w:sz w:val="20"/>
                <w:szCs w:val="20"/>
              </w:rPr>
              <w:t xml:space="preserve">), </w:t>
            </w: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>, Ак-</w:t>
            </w:r>
            <w:proofErr w:type="spellStart"/>
            <w:r w:rsidRPr="004561D6">
              <w:rPr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sz w:val="20"/>
                <w:szCs w:val="20"/>
              </w:rPr>
              <w:t xml:space="preserve">, Тянь-Шаньский,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 и пгт. Мин-Куш (в составе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района) Нарынской области.</w:t>
            </w:r>
          </w:p>
        </w:tc>
      </w:tr>
      <w:tr w:rsidR="00B16532" w:rsidRPr="004561D6" w14:paraId="69FE8755" w14:textId="77777777" w:rsidTr="00881BC3">
        <w:trPr>
          <w:cantSplit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C3F1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Нарынская </w:t>
            </w:r>
          </w:p>
          <w:p w14:paraId="16ECA13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F137E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FAAE5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Иссык-Кульская и Нарынская области в одну с наименованием Иссык-Кульская, переданы в ее состав Нарынский горсовет (город Нарын, пгт. </w:t>
            </w:r>
            <w:proofErr w:type="spellStart"/>
            <w:r w:rsidRPr="004561D6">
              <w:rPr>
                <w:sz w:val="20"/>
                <w:szCs w:val="20"/>
              </w:rPr>
              <w:t>Достук</w:t>
            </w:r>
            <w:proofErr w:type="spellEnd"/>
            <w:r w:rsidRPr="004561D6">
              <w:rPr>
                <w:sz w:val="20"/>
                <w:szCs w:val="20"/>
              </w:rPr>
              <w:t xml:space="preserve">), </w:t>
            </w:r>
            <w:proofErr w:type="spellStart"/>
            <w:r w:rsidRPr="004561D6">
              <w:rPr>
                <w:sz w:val="20"/>
                <w:szCs w:val="20"/>
              </w:rPr>
              <w:t>Ат-Башинский</w:t>
            </w:r>
            <w:proofErr w:type="spellEnd"/>
            <w:r w:rsidRPr="004561D6">
              <w:rPr>
                <w:sz w:val="20"/>
                <w:szCs w:val="20"/>
              </w:rPr>
              <w:t>, Ак-</w:t>
            </w:r>
            <w:proofErr w:type="spellStart"/>
            <w:r w:rsidRPr="004561D6">
              <w:rPr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sz w:val="20"/>
                <w:szCs w:val="20"/>
              </w:rPr>
              <w:t xml:space="preserve">, Тянь-Шаньский,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 и пгт. Мин-Куш (в составе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района). В состав Ошской области передан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66EC7139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AB84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C1A9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B4DF6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1EFEA5D" w14:textId="77777777" w:rsidTr="00881BC3">
        <w:trPr>
          <w:trHeight w:val="1389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097F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Ошская </w:t>
            </w:r>
          </w:p>
          <w:p w14:paraId="5293773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5041B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7F58B5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Образованы в Киргизской ССР Таласская область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район, частично изменено административно-территориальное </w:t>
            </w:r>
            <w:proofErr w:type="spellStart"/>
            <w:r w:rsidRPr="004561D6">
              <w:rPr>
                <w:sz w:val="20"/>
                <w:szCs w:val="20"/>
              </w:rPr>
              <w:t>устройстов</w:t>
            </w:r>
            <w:proofErr w:type="spellEnd"/>
            <w:r w:rsidRPr="004561D6">
              <w:rPr>
                <w:sz w:val="20"/>
                <w:szCs w:val="20"/>
              </w:rPr>
              <w:t xml:space="preserve"> Ала-Букин-</w:t>
            </w:r>
            <w:proofErr w:type="spellStart"/>
            <w:r w:rsidRPr="004561D6">
              <w:rPr>
                <w:sz w:val="20"/>
                <w:szCs w:val="20"/>
              </w:rPr>
              <w:t>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области. В состав Таласской области переданы: Токтогульский район и пгт. Токтогул, город Кара-Куль; из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- пгт. Сумсар, Терек-Сай, сельсоветы </w:t>
            </w:r>
            <w:proofErr w:type="spellStart"/>
            <w:r w:rsidRPr="004561D6">
              <w:rPr>
                <w:sz w:val="20"/>
                <w:szCs w:val="20"/>
              </w:rPr>
              <w:t>Каныш-Киянский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(во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области).</w:t>
            </w:r>
          </w:p>
        </w:tc>
      </w:tr>
      <w:tr w:rsidR="00B16532" w:rsidRPr="004561D6" w14:paraId="04588313" w14:textId="77777777" w:rsidTr="00881BC3">
        <w:trPr>
          <w:trHeight w:val="547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ED67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77580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15.05.1984 № 5930-X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7987B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с поселками городского типа Сумсар, Терек-Сай из Таласской области переданы в состав Ошской области.</w:t>
            </w:r>
          </w:p>
        </w:tc>
      </w:tr>
      <w:tr w:rsidR="00B16532" w:rsidRPr="004561D6" w14:paraId="69954DA7" w14:textId="77777777" w:rsidTr="00881BC3">
        <w:trPr>
          <w:trHeight w:val="555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9329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0697A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7F4E8D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присоединен в состав Ошской области при упразднении Нарынской области.</w:t>
            </w:r>
          </w:p>
        </w:tc>
      </w:tr>
      <w:tr w:rsidR="00B16532" w:rsidRPr="004561D6" w14:paraId="12A922C2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0FFC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F1FFD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EFAC1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Город Кара-Куль, Токтогульский район и пгт. Токтогул в их существующих границах при упразднении Таласской области переданы в состав Ошской области. </w:t>
            </w:r>
          </w:p>
        </w:tc>
      </w:tr>
      <w:tr w:rsidR="00B16532" w:rsidRPr="004561D6" w14:paraId="53CD5EB8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7157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EF376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2DDEE9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27B98F3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79D0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Таласская </w:t>
            </w:r>
          </w:p>
          <w:p w14:paraId="070FC36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C8003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DBC0D0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Образована в Киргизской ССР Таласская область (центр - город Талас),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районы, частично измен</w:t>
            </w:r>
            <w:r w:rsidR="0073274C" w:rsidRPr="004561D6">
              <w:rPr>
                <w:sz w:val="20"/>
                <w:szCs w:val="20"/>
              </w:rPr>
              <w:t>е</w:t>
            </w:r>
            <w:r w:rsidRPr="004561D6">
              <w:rPr>
                <w:sz w:val="20"/>
                <w:szCs w:val="20"/>
              </w:rPr>
              <w:t>но административно-территориальное устройство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области, районов республиканского подчинения Кировского и Таласского. В состав </w:t>
            </w:r>
            <w:r w:rsidRPr="004561D6">
              <w:rPr>
                <w:sz w:val="20"/>
                <w:szCs w:val="20"/>
              </w:rPr>
              <w:lastRenderedPageBreak/>
              <w:t xml:space="preserve">Таласской области включены: из районов республиканского подчинения Кировский район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Таласский, районы и город Талас; из Ошской области - Токтогульский район и пгт. Токтогул, город Кара-Куль и вновь образованные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с пгт. Сумсар, Терек-Сай. </w:t>
            </w:r>
          </w:p>
          <w:p w14:paraId="424B917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Переданы из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во вновь образован</w:t>
            </w:r>
            <w:r w:rsidR="0073274C" w:rsidRPr="004561D6">
              <w:rPr>
                <w:sz w:val="20"/>
                <w:szCs w:val="20"/>
              </w:rPr>
              <w:t>н</w:t>
            </w:r>
            <w:r w:rsidRPr="004561D6">
              <w:rPr>
                <w:sz w:val="20"/>
                <w:szCs w:val="20"/>
              </w:rPr>
              <w:t xml:space="preserve">ый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 пгт. Сумсар, Терек-Сай, сельсоветы </w:t>
            </w:r>
            <w:proofErr w:type="spellStart"/>
            <w:r w:rsidRPr="004561D6">
              <w:rPr>
                <w:sz w:val="20"/>
                <w:szCs w:val="20"/>
              </w:rPr>
              <w:t>Каныш-Киянский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. </w:t>
            </w:r>
          </w:p>
          <w:p w14:paraId="68196D1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из районов республиканского подчинения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 </w:t>
            </w:r>
            <w:proofErr w:type="spellStart"/>
            <w:r w:rsidRPr="004561D6">
              <w:rPr>
                <w:sz w:val="20"/>
                <w:szCs w:val="20"/>
              </w:rPr>
              <w:t>Каиндинский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Киргизия, Майский, Покровский,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 Кировского района;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Нылды</w:t>
            </w:r>
            <w:proofErr w:type="spellEnd"/>
            <w:r w:rsidRPr="004561D6">
              <w:rPr>
                <w:sz w:val="20"/>
                <w:szCs w:val="20"/>
              </w:rPr>
              <w:t xml:space="preserve"> и Сары-Булак из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 xml:space="preserve">-Алексеевского сельсовета Таласского района - в состав </w:t>
            </w:r>
            <w:proofErr w:type="spellStart"/>
            <w:r w:rsidRPr="004561D6">
              <w:rPr>
                <w:sz w:val="20"/>
                <w:szCs w:val="20"/>
              </w:rPr>
              <w:t>Каиндинского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сельсовета.</w:t>
            </w:r>
          </w:p>
        </w:tc>
      </w:tr>
      <w:tr w:rsidR="00B16532" w:rsidRPr="004561D6" w14:paraId="5562C8BD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76A9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B0BAD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15.05.1984 № 5930-X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FC5C0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с поселками городского типа Сумсар, Терек-Сай переданы в состав Ошской области.</w:t>
            </w:r>
          </w:p>
        </w:tc>
      </w:tr>
      <w:tr w:rsidR="00B16532" w:rsidRPr="004561D6" w14:paraId="703F2E43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BD8F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807C6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A31B6D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Упразднена Таласская область, Кировский район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, Таласский районы и город Талас подчинены в существующих границах непосредственно республиканским органам, город Кара-Куль, Токтогульский район и пгт. Токтогул в их существующих границах переданы в состав Ошской области. </w:t>
            </w:r>
          </w:p>
        </w:tc>
      </w:tr>
      <w:tr w:rsidR="00B16532" w:rsidRPr="004561D6" w14:paraId="0132AEDB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EC55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Районы </w:t>
            </w:r>
          </w:p>
          <w:p w14:paraId="77455DF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республиканс</w:t>
            </w:r>
            <w:proofErr w:type="spellEnd"/>
            <w:r w:rsidRPr="004561D6">
              <w:rPr>
                <w:b/>
                <w:sz w:val="20"/>
                <w:szCs w:val="20"/>
              </w:rPr>
              <w:t>-кого</w:t>
            </w:r>
          </w:p>
          <w:p w14:paraId="3B32B1E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подчинения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DF0D5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0F54B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Образована в Киргизской ССР Таласская область,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и частично изменено административно-территориальное устройство районов республиканского подчинения Кировского и Таласского районов. В состав Таласской области из районов республиканского подчинения переданы Кировский район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>, Таласский районы и город Талас.</w:t>
            </w:r>
          </w:p>
        </w:tc>
      </w:tr>
      <w:tr w:rsidR="00B16532" w:rsidRPr="004561D6" w14:paraId="3FA0A131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AB30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6287C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6FFD52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Упразднена Таласская область. Кировский,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>, Таласский районы и город Талас в существующих границах подчинены непосредственно республиканским органам.</w:t>
            </w:r>
          </w:p>
        </w:tc>
      </w:tr>
      <w:tr w:rsidR="00B16532" w:rsidRPr="004561D6" w14:paraId="1E5CB7D4" w14:textId="77777777" w:rsidTr="00881BC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4A9D9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4A388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C0246A4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22718682" w14:textId="77777777" w:rsidTr="00881BC3">
        <w:trPr>
          <w:trHeight w:val="85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506F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69E958D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Фрунзе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014C6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08.06.1984№ 5059-X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DBE1C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Села Чон-Арык и Орто-Сай Чон-</w:t>
            </w:r>
            <w:proofErr w:type="spellStart"/>
            <w:r w:rsidRPr="004561D6">
              <w:rPr>
                <w:sz w:val="20"/>
                <w:szCs w:val="20"/>
              </w:rPr>
              <w:t>Арыкского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административное подчинение Фрунзенского городского Совета народных депутатов.</w:t>
            </w:r>
          </w:p>
        </w:tc>
      </w:tr>
      <w:tr w:rsidR="00B16532" w:rsidRPr="004561D6" w14:paraId="6BC479F8" w14:textId="77777777" w:rsidTr="00881BC3">
        <w:trPr>
          <w:trHeight w:val="848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1DC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AE57B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04.10.1984 № 6431-X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867A8D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Чон-</w:t>
            </w:r>
            <w:proofErr w:type="spellStart"/>
            <w:r w:rsidRPr="004561D6">
              <w:rPr>
                <w:sz w:val="20"/>
                <w:szCs w:val="20"/>
              </w:rPr>
              <w:t>Арыкский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города Фрунзе передан в административное подчинение Ленинскому районному Совету народных депутатов города Фрунзе.</w:t>
            </w:r>
          </w:p>
        </w:tc>
      </w:tr>
      <w:tr w:rsidR="00B16532" w:rsidRPr="004561D6" w14:paraId="77D40038" w14:textId="77777777" w:rsidTr="00881BC3">
        <w:trPr>
          <w:trHeight w:val="832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81EB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0E796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12.04.1988 </w:t>
            </w:r>
            <w:r w:rsidRPr="004561D6">
              <w:rPr>
                <w:sz w:val="18"/>
                <w:szCs w:val="20"/>
              </w:rPr>
              <w:t>№ 1788-XI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653CC5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Село Чон-Арык Чон-</w:t>
            </w:r>
            <w:proofErr w:type="spellStart"/>
            <w:r w:rsidRPr="004561D6">
              <w:rPr>
                <w:sz w:val="20"/>
                <w:szCs w:val="20"/>
              </w:rPr>
              <w:t>Арыкского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Ленинского района города Фрунзе отнесено к категории пгт. Совет народных депутатов данного поселка именовано Чон-</w:t>
            </w:r>
            <w:proofErr w:type="spellStart"/>
            <w:r w:rsidRPr="004561D6">
              <w:rPr>
                <w:sz w:val="20"/>
                <w:szCs w:val="20"/>
              </w:rPr>
              <w:t>Арыкским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поселковым Советом народных депутатов.</w:t>
            </w:r>
          </w:p>
        </w:tc>
      </w:tr>
      <w:tr w:rsidR="00B16532" w:rsidRPr="004561D6" w14:paraId="39BFCEC3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196EE4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Нарынская область</w:t>
            </w:r>
          </w:p>
        </w:tc>
      </w:tr>
      <w:tr w:rsidR="00B16532" w:rsidRPr="004561D6" w14:paraId="61517223" w14:textId="77777777" w:rsidTr="00881BC3">
        <w:trPr>
          <w:trHeight w:val="75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E6BCF9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5907383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4221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16.03.1982 № 2412-X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A9DC31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передан из Панфиловского района республиканского подчинения в состав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области.</w:t>
            </w:r>
          </w:p>
        </w:tc>
      </w:tr>
      <w:tr w:rsidR="00B16532" w:rsidRPr="004561D6" w14:paraId="21283395" w14:textId="77777777" w:rsidTr="00881BC3">
        <w:trPr>
          <w:trHeight w:val="98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C94987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8AD7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25.02.1988 </w:t>
            </w:r>
            <w:r w:rsidRPr="004561D6">
              <w:rPr>
                <w:sz w:val="18"/>
                <w:szCs w:val="20"/>
              </w:rPr>
              <w:t>№ 1747-XI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14AC7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Часть территории из Сары-</w:t>
            </w:r>
            <w:proofErr w:type="spellStart"/>
            <w:r w:rsidRPr="004561D6">
              <w:rPr>
                <w:sz w:val="20"/>
                <w:szCs w:val="20"/>
              </w:rPr>
              <w:t>Камышского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Токтогульского района Таласской области передана в состав </w:t>
            </w:r>
            <w:proofErr w:type="spellStart"/>
            <w:r w:rsidRPr="004561D6">
              <w:rPr>
                <w:sz w:val="20"/>
                <w:szCs w:val="20"/>
              </w:rPr>
              <w:t>Кайырминского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(зарегистрированы на переданной территории села Кен-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Котур-Суу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Табылгыты</w:t>
            </w:r>
            <w:proofErr w:type="spellEnd"/>
            <w:r w:rsidRPr="004561D6">
              <w:rPr>
                <w:sz w:val="20"/>
                <w:szCs w:val="20"/>
              </w:rPr>
              <w:t xml:space="preserve">). </w:t>
            </w:r>
          </w:p>
        </w:tc>
      </w:tr>
      <w:tr w:rsidR="00B16532" w:rsidRPr="004561D6" w14:paraId="5949F2A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4FAE6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16B2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D8553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Иссык-Кульская и Нарынская область в одну с наименованием Иссык-Кульская, в ее состав передан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и пгт. Мин-Куш (в составе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района).</w:t>
            </w:r>
          </w:p>
        </w:tc>
      </w:tr>
      <w:tr w:rsidR="00B16532" w:rsidRPr="004561D6" w14:paraId="5FDC442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EFACA5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EE89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BEDE0F8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27DB2D03" w14:textId="77777777" w:rsidTr="00881BC3">
        <w:trPr>
          <w:trHeight w:val="56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2FD05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655814E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6114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7259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Иссык-Кульская и Нарынская область в одну,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был передан в состав Ошской области.</w:t>
            </w:r>
          </w:p>
        </w:tc>
      </w:tr>
      <w:tr w:rsidR="00B16532" w:rsidRPr="004561D6" w14:paraId="7378865F" w14:textId="77777777" w:rsidTr="001A60E1">
        <w:trPr>
          <w:trHeight w:val="43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5A990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E036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C4658B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1A316683" w14:textId="77777777" w:rsidTr="001A60E1">
        <w:trPr>
          <w:cantSplit/>
          <w:trHeight w:val="169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C7D488" w14:textId="77777777" w:rsidR="001A60E1" w:rsidRPr="004561D6" w:rsidRDefault="00B16532" w:rsidP="001A60E1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Ошская область</w:t>
            </w:r>
          </w:p>
        </w:tc>
      </w:tr>
      <w:tr w:rsidR="00B16532" w:rsidRPr="004561D6" w14:paraId="57B66474" w14:textId="77777777" w:rsidTr="001A60E1">
        <w:trPr>
          <w:trHeight w:val="120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43661D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Ошский </w:t>
            </w:r>
          </w:p>
          <w:p w14:paraId="655556E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горсовет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4442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23.07.1985 № 411-XI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E62F6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Сельсовет имени 60-летия Киргизстана образован в Ошской области, переданы в его состав села: Арек, </w:t>
            </w:r>
            <w:proofErr w:type="spellStart"/>
            <w:r w:rsidRPr="004561D6">
              <w:rPr>
                <w:sz w:val="20"/>
                <w:szCs w:val="20"/>
              </w:rPr>
              <w:t>Джапалак</w:t>
            </w:r>
            <w:proofErr w:type="spellEnd"/>
            <w:r w:rsidRPr="004561D6">
              <w:rPr>
                <w:sz w:val="20"/>
                <w:szCs w:val="20"/>
              </w:rPr>
              <w:t>, Кенеш, Керме-</w:t>
            </w:r>
            <w:proofErr w:type="spellStart"/>
            <w:r w:rsidRPr="004561D6">
              <w:rPr>
                <w:sz w:val="20"/>
                <w:szCs w:val="20"/>
              </w:rPr>
              <w:t>Тоо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Озгур</w:t>
            </w:r>
            <w:proofErr w:type="spellEnd"/>
            <w:r w:rsidRPr="004561D6">
              <w:rPr>
                <w:sz w:val="20"/>
                <w:szCs w:val="20"/>
              </w:rPr>
              <w:t xml:space="preserve">, Орке, Пятилетка, </w:t>
            </w:r>
            <w:proofErr w:type="spellStart"/>
            <w:r w:rsidRPr="004561D6">
              <w:rPr>
                <w:sz w:val="20"/>
                <w:szCs w:val="20"/>
              </w:rPr>
              <w:t>Телейкен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Тээке</w:t>
            </w:r>
            <w:proofErr w:type="spellEnd"/>
            <w:r w:rsidRPr="004561D6">
              <w:rPr>
                <w:sz w:val="20"/>
                <w:szCs w:val="20"/>
              </w:rPr>
              <w:t xml:space="preserve"> из </w:t>
            </w:r>
            <w:proofErr w:type="spellStart"/>
            <w:r w:rsidRPr="004561D6">
              <w:rPr>
                <w:sz w:val="20"/>
                <w:szCs w:val="20"/>
              </w:rPr>
              <w:t>Телейкенского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сельсовет имени 60-летия Киргизстана передан в административное подчинение Ошского горсовета. </w:t>
            </w:r>
          </w:p>
        </w:tc>
      </w:tr>
      <w:tr w:rsidR="00B16532" w:rsidRPr="004561D6" w14:paraId="675C5E37" w14:textId="77777777" w:rsidTr="00881BC3">
        <w:trPr>
          <w:trHeight w:val="53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3899A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</w:p>
          <w:p w14:paraId="156B312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Кара-Куль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A43D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198DA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в Киргизской ССР Таласская область, в ее состав передан город Кара-Куль.</w:t>
            </w:r>
          </w:p>
        </w:tc>
      </w:tr>
      <w:tr w:rsidR="00B16532" w:rsidRPr="004561D6" w14:paraId="702BE53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974B4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0DBA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68951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Упразднена Таласская область, город Кара-Куль присоединен в состав Ошской области.</w:t>
            </w:r>
          </w:p>
        </w:tc>
      </w:tr>
      <w:tr w:rsidR="00B16532" w:rsidRPr="004561D6" w14:paraId="73B80DA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04B39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973A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86AD6D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B4ABA3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6F1B94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325ED12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Джалал-Абад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AD40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23.07.1985 № 411-XI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F605D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в Ошской области </w:t>
            </w:r>
            <w:proofErr w:type="spellStart"/>
            <w:r w:rsidRPr="004561D6">
              <w:rPr>
                <w:sz w:val="20"/>
                <w:szCs w:val="20"/>
              </w:rPr>
              <w:t>Тайгараевский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сельсовет, села: </w:t>
            </w:r>
            <w:proofErr w:type="spellStart"/>
            <w:r w:rsidRPr="004561D6">
              <w:rPr>
                <w:sz w:val="20"/>
                <w:szCs w:val="20"/>
              </w:rPr>
              <w:t>Качкынчы</w:t>
            </w:r>
            <w:proofErr w:type="spellEnd"/>
            <w:r w:rsidRPr="004561D6">
              <w:rPr>
                <w:sz w:val="20"/>
                <w:szCs w:val="20"/>
              </w:rPr>
              <w:t>, Кельме, Кызыл-Кыргызстан, Кызыл-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>, Таш-</w:t>
            </w:r>
            <w:proofErr w:type="spellStart"/>
            <w:r w:rsidRPr="004561D6">
              <w:rPr>
                <w:sz w:val="20"/>
                <w:szCs w:val="20"/>
              </w:rPr>
              <w:t>Кутчу</w:t>
            </w:r>
            <w:proofErr w:type="spellEnd"/>
            <w:r w:rsidRPr="004561D6">
              <w:rPr>
                <w:sz w:val="20"/>
                <w:szCs w:val="20"/>
              </w:rPr>
              <w:t xml:space="preserve">, имени Тельмана переданы в его состав из Ленинского сельсовета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передан </w:t>
            </w:r>
            <w:proofErr w:type="spellStart"/>
            <w:r w:rsidRPr="004561D6">
              <w:rPr>
                <w:sz w:val="20"/>
                <w:szCs w:val="20"/>
              </w:rPr>
              <w:t>Тайгараевский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в административное подчинение Джалал-Абадского горсовета.</w:t>
            </w:r>
          </w:p>
        </w:tc>
      </w:tr>
      <w:tr w:rsidR="00B16532" w:rsidRPr="004561D6" w14:paraId="6B3D4B8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D575F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A625D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33C4C05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72F79C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879A04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522C5DC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Кызыл-Кия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74CD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11.11.1982 № 4145-X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EC16B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Ак-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</w:t>
            </w:r>
            <w:proofErr w:type="spellStart"/>
            <w:r w:rsidRPr="004561D6">
              <w:rPr>
                <w:sz w:val="20"/>
                <w:szCs w:val="20"/>
              </w:rPr>
              <w:t>Наукатского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административно подчинен Кызыл-</w:t>
            </w:r>
            <w:proofErr w:type="spellStart"/>
            <w:r w:rsidRPr="004561D6">
              <w:rPr>
                <w:sz w:val="20"/>
                <w:szCs w:val="20"/>
              </w:rPr>
              <w:t>Кийскому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горсовету.</w:t>
            </w:r>
          </w:p>
        </w:tc>
      </w:tr>
      <w:tr w:rsidR="00B16532" w:rsidRPr="004561D6" w14:paraId="2137154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600D0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0ACC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51CD2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A8267A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36FCC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2D8D72C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Таш-Кумыр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842F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23.07.1985 № 412-XI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AE947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</w:t>
            </w:r>
            <w:proofErr w:type="spellStart"/>
            <w:r w:rsidRPr="004561D6">
              <w:rPr>
                <w:sz w:val="20"/>
                <w:szCs w:val="20"/>
              </w:rPr>
              <w:t>Тендик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Достукского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Ленинского района передано 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Шамалды-Сайского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совета, находящегося в составе Таш-</w:t>
            </w:r>
            <w:proofErr w:type="spellStart"/>
            <w:r w:rsidRPr="004561D6">
              <w:rPr>
                <w:sz w:val="20"/>
                <w:szCs w:val="20"/>
              </w:rPr>
              <w:t>Кумырского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горсовета.</w:t>
            </w:r>
          </w:p>
        </w:tc>
      </w:tr>
      <w:tr w:rsidR="00B16532" w:rsidRPr="004561D6" w14:paraId="102CEE8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7D05EF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7307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6C5606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344B200" w14:textId="77777777" w:rsidTr="00881BC3">
        <w:trPr>
          <w:trHeight w:val="62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C6D24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Ала-</w:t>
            </w:r>
            <w:proofErr w:type="spellStart"/>
            <w:r w:rsidRPr="004561D6">
              <w:rPr>
                <w:b/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347D106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C3FB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E558E66" w14:textId="77777777" w:rsidR="00B16532" w:rsidRPr="004561D6" w:rsidRDefault="001A60E1" w:rsidP="001A60E1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</w:t>
            </w:r>
            <w:r w:rsidR="00B16532" w:rsidRPr="004561D6">
              <w:rPr>
                <w:sz w:val="20"/>
                <w:szCs w:val="20"/>
              </w:rPr>
              <w:t xml:space="preserve">гт. Сумсар, Терек-Сай, сельсоветы </w:t>
            </w:r>
            <w:proofErr w:type="spellStart"/>
            <w:r w:rsidR="00B16532" w:rsidRPr="004561D6">
              <w:rPr>
                <w:sz w:val="20"/>
                <w:szCs w:val="20"/>
              </w:rPr>
              <w:t>Каныш-Киянский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="00B16532" w:rsidRPr="004561D6">
              <w:rPr>
                <w:sz w:val="20"/>
                <w:szCs w:val="20"/>
              </w:rPr>
              <w:t>Чаткальский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переданы во вновь образованный </w:t>
            </w:r>
            <w:proofErr w:type="spellStart"/>
            <w:r w:rsidR="00B16532" w:rsidRPr="004561D6">
              <w:rPr>
                <w:sz w:val="20"/>
                <w:szCs w:val="20"/>
              </w:rPr>
              <w:t>Чаткальский</w:t>
            </w:r>
            <w:proofErr w:type="spellEnd"/>
            <w:r w:rsidR="00B16532" w:rsidRPr="004561D6">
              <w:rPr>
                <w:sz w:val="20"/>
                <w:szCs w:val="20"/>
              </w:rPr>
              <w:t xml:space="preserve"> район Таласской области.</w:t>
            </w:r>
          </w:p>
        </w:tc>
      </w:tr>
      <w:tr w:rsidR="00B16532" w:rsidRPr="004561D6" w14:paraId="67A9419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D6D86C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Джаны-Джоль-ский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7BBB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28.08.1982 № 2948-X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49ED6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Ленинского района присоединен к </w:t>
            </w:r>
            <w:proofErr w:type="spellStart"/>
            <w:r w:rsidRPr="004561D6">
              <w:rPr>
                <w:sz w:val="20"/>
                <w:szCs w:val="20"/>
              </w:rPr>
              <w:t>Джаны-Джольскому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району. </w:t>
            </w:r>
          </w:p>
          <w:p w14:paraId="5725FEB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13D8835A" w14:textId="77777777" w:rsidTr="00881BC3">
        <w:trPr>
          <w:trHeight w:val="116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47186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397FDE4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EAF0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23.07.1985 № 411-XI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C0E18C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в Ошской области сельсовет имени 60-летия Киргизстана, села: Арек, </w:t>
            </w:r>
            <w:proofErr w:type="spellStart"/>
            <w:r w:rsidRPr="004561D6">
              <w:rPr>
                <w:sz w:val="20"/>
                <w:szCs w:val="20"/>
              </w:rPr>
              <w:t>Джапалак</w:t>
            </w:r>
            <w:proofErr w:type="spellEnd"/>
            <w:r w:rsidRPr="004561D6">
              <w:rPr>
                <w:sz w:val="20"/>
                <w:szCs w:val="20"/>
              </w:rPr>
              <w:t>, Кенеш, Керме-</w:t>
            </w:r>
            <w:proofErr w:type="spellStart"/>
            <w:r w:rsidRPr="004561D6">
              <w:rPr>
                <w:sz w:val="20"/>
                <w:szCs w:val="20"/>
              </w:rPr>
              <w:t>Тоо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Озгур</w:t>
            </w:r>
            <w:proofErr w:type="spellEnd"/>
            <w:r w:rsidRPr="004561D6">
              <w:rPr>
                <w:sz w:val="20"/>
                <w:szCs w:val="20"/>
              </w:rPr>
              <w:t xml:space="preserve">, Орке, Пятилетка, </w:t>
            </w:r>
            <w:proofErr w:type="spellStart"/>
            <w:r w:rsidRPr="004561D6">
              <w:rPr>
                <w:sz w:val="20"/>
                <w:szCs w:val="20"/>
              </w:rPr>
              <w:t>Телейкен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Тээке</w:t>
            </w:r>
            <w:proofErr w:type="spellEnd"/>
            <w:r w:rsidRPr="004561D6">
              <w:rPr>
                <w:sz w:val="20"/>
                <w:szCs w:val="20"/>
              </w:rPr>
              <w:t xml:space="preserve"> из </w:t>
            </w:r>
            <w:proofErr w:type="spellStart"/>
            <w:r w:rsidRPr="004561D6">
              <w:rPr>
                <w:sz w:val="20"/>
                <w:szCs w:val="20"/>
              </w:rPr>
              <w:t>Телейкенского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его состав, сельсовет имени 60-летия Киргизстана передан в административное подчинение Ошского горсовета. </w:t>
            </w:r>
          </w:p>
        </w:tc>
      </w:tr>
      <w:tr w:rsidR="00B16532" w:rsidRPr="004561D6" w14:paraId="1429068E" w14:textId="77777777" w:rsidTr="00881BC3">
        <w:trPr>
          <w:trHeight w:val="55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433C20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0A65D9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0E00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11.11.1982 № 4145-X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7FC15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Ак-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</w:t>
            </w:r>
            <w:proofErr w:type="spellStart"/>
            <w:r w:rsidRPr="004561D6">
              <w:rPr>
                <w:sz w:val="20"/>
                <w:szCs w:val="20"/>
              </w:rPr>
              <w:t>Наукатского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административно подчинен Кызыл-</w:t>
            </w:r>
            <w:proofErr w:type="spellStart"/>
            <w:r w:rsidRPr="004561D6">
              <w:rPr>
                <w:sz w:val="20"/>
                <w:szCs w:val="20"/>
              </w:rPr>
              <w:t>Кийскому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горсовету.</w:t>
            </w:r>
          </w:p>
        </w:tc>
      </w:tr>
      <w:tr w:rsidR="00B16532" w:rsidRPr="004561D6" w14:paraId="72FFCF2D" w14:textId="77777777" w:rsidTr="00881BC3">
        <w:trPr>
          <w:trHeight w:val="52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ED2C9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Ленинский </w:t>
            </w:r>
          </w:p>
          <w:p w14:paraId="19D4366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80B4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28.08.1982 № 2948-X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16427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Ленинского района передан в состав </w:t>
            </w:r>
            <w:proofErr w:type="spellStart"/>
            <w:r w:rsidRPr="004561D6">
              <w:rPr>
                <w:sz w:val="20"/>
                <w:szCs w:val="20"/>
              </w:rPr>
              <w:t>Джаны</w:t>
            </w:r>
            <w:proofErr w:type="spellEnd"/>
            <w:r w:rsidRPr="004561D6">
              <w:rPr>
                <w:sz w:val="20"/>
                <w:szCs w:val="20"/>
              </w:rPr>
              <w:t>–</w:t>
            </w:r>
            <w:proofErr w:type="spellStart"/>
            <w:r w:rsidRPr="004561D6">
              <w:rPr>
                <w:sz w:val="20"/>
                <w:szCs w:val="20"/>
              </w:rPr>
              <w:t>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 </w:t>
            </w:r>
          </w:p>
        </w:tc>
      </w:tr>
      <w:tr w:rsidR="00B16532" w:rsidRPr="004561D6" w14:paraId="34A2F34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BBE14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EBC1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23.07.1985 № 412-XI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4434B0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</w:t>
            </w:r>
            <w:proofErr w:type="spellStart"/>
            <w:r w:rsidRPr="004561D6">
              <w:rPr>
                <w:sz w:val="20"/>
                <w:szCs w:val="20"/>
              </w:rPr>
              <w:t>Тендик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Достукского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Ленинского района передано 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Шамалды-Сайского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совета, находящегося в составе Таш-</w:t>
            </w:r>
            <w:proofErr w:type="spellStart"/>
            <w:r w:rsidRPr="004561D6">
              <w:rPr>
                <w:sz w:val="20"/>
                <w:szCs w:val="20"/>
              </w:rPr>
              <w:t>Кумырского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горсовета.</w:t>
            </w:r>
          </w:p>
        </w:tc>
      </w:tr>
      <w:tr w:rsidR="00B16532" w:rsidRPr="004561D6" w14:paraId="09871BB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A5C0EE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3EC5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97F73B7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999AFF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3EBBA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Сузакский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44B0F74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AB52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23.07.1985 № 411-XI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D3B37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в Ошской области </w:t>
            </w:r>
            <w:proofErr w:type="spellStart"/>
            <w:r w:rsidRPr="004561D6">
              <w:rPr>
                <w:sz w:val="20"/>
                <w:szCs w:val="20"/>
              </w:rPr>
              <w:t>Тайгараевский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сельсовет, переданы в его состав села: </w:t>
            </w:r>
            <w:proofErr w:type="spellStart"/>
            <w:r w:rsidRPr="004561D6">
              <w:rPr>
                <w:sz w:val="20"/>
                <w:szCs w:val="20"/>
              </w:rPr>
              <w:t>Качкынчы</w:t>
            </w:r>
            <w:proofErr w:type="spellEnd"/>
            <w:r w:rsidRPr="004561D6">
              <w:rPr>
                <w:sz w:val="20"/>
                <w:szCs w:val="20"/>
              </w:rPr>
              <w:t>, Кельме, Кызыл-Кыргызстан, Кызыл-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>, Таш-</w:t>
            </w:r>
            <w:proofErr w:type="spellStart"/>
            <w:r w:rsidRPr="004561D6">
              <w:rPr>
                <w:sz w:val="20"/>
                <w:szCs w:val="20"/>
              </w:rPr>
              <w:t>Кутчу</w:t>
            </w:r>
            <w:proofErr w:type="spellEnd"/>
            <w:r w:rsidRPr="004561D6">
              <w:rPr>
                <w:sz w:val="20"/>
                <w:szCs w:val="20"/>
              </w:rPr>
              <w:t xml:space="preserve">, имени Тельмана из Ленинского сельсовета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передан </w:t>
            </w:r>
            <w:proofErr w:type="spellStart"/>
            <w:r w:rsidRPr="004561D6">
              <w:rPr>
                <w:sz w:val="20"/>
                <w:szCs w:val="20"/>
              </w:rPr>
              <w:t>Тайгараевский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в административное подчинение Джалал-Абадского горсовета.</w:t>
            </w:r>
          </w:p>
        </w:tc>
      </w:tr>
      <w:tr w:rsidR="00B16532" w:rsidRPr="004561D6" w14:paraId="3BD7E0F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0012E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2445E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65AE2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7B591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DF58A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A58B31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C657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</w:p>
          <w:p w14:paraId="2D2C1D8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74B0F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Упразднена Нарынская область, </w:t>
            </w:r>
            <w:proofErr w:type="spellStart"/>
            <w:r w:rsidRPr="004561D6">
              <w:rPr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присоединен в состав Ошской области.</w:t>
            </w:r>
          </w:p>
        </w:tc>
      </w:tr>
      <w:tr w:rsidR="00B16532" w:rsidRPr="004561D6" w14:paraId="6CB6B11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BA3730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13FD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17BFD7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1019C51" w14:textId="77777777" w:rsidTr="00881BC3">
        <w:trPr>
          <w:trHeight w:val="54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7B3AAE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Токтогульский </w:t>
            </w:r>
          </w:p>
          <w:p w14:paraId="02B1002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042B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6EB6EA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в Киргизской ССР Таласская область, Токтогульский район и пгт. Токтогул переданы из Ошской области</w:t>
            </w:r>
          </w:p>
        </w:tc>
      </w:tr>
      <w:tr w:rsidR="00B16532" w:rsidRPr="004561D6" w14:paraId="443EBAF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5D6B57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CF24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AE8137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Упразднена Таласская область, Токтогульский район и пгт. Токтогул присоединены в состав Ошской области.</w:t>
            </w:r>
          </w:p>
        </w:tc>
      </w:tr>
      <w:tr w:rsidR="00B16532" w:rsidRPr="004561D6" w14:paraId="33C3267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597FC5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932B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DB2910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207CD5E" w14:textId="77777777" w:rsidTr="00881BC3">
        <w:trPr>
          <w:trHeight w:val="99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A6E93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E4E8C5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BEFB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5D89CE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Образованы Таласская область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Пгт. Сумсар, Терек-Сай, сельсоветы </w:t>
            </w:r>
            <w:proofErr w:type="spellStart"/>
            <w:r w:rsidRPr="004561D6">
              <w:rPr>
                <w:sz w:val="20"/>
                <w:szCs w:val="20"/>
              </w:rPr>
              <w:t>Каныш-Киянский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из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области. </w:t>
            </w:r>
          </w:p>
        </w:tc>
      </w:tr>
      <w:tr w:rsidR="00B16532" w:rsidRPr="004561D6" w14:paraId="6E328D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05E504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9EE4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15.05.1984 № 5930-X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76449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с поселками городского типа Сумсар, Терек-Сай переданы в состав Ошской области.</w:t>
            </w:r>
          </w:p>
        </w:tc>
      </w:tr>
      <w:tr w:rsidR="00B16532" w:rsidRPr="004561D6" w14:paraId="588D9FD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73105A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71E2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C5C35ED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BBA7DFF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39AD4F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Таласская область</w:t>
            </w:r>
          </w:p>
        </w:tc>
      </w:tr>
      <w:tr w:rsidR="00B16532" w:rsidRPr="004561D6" w14:paraId="7A738F8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C8098B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Талас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FB91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1B7C1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 образовании в Киргизской ССР Таласской области город Талас передан из республиканского подчинения в состав вновь образованной Таласской области.</w:t>
            </w:r>
          </w:p>
        </w:tc>
      </w:tr>
      <w:tr w:rsidR="00B16532" w:rsidRPr="004561D6" w14:paraId="617F7759" w14:textId="77777777" w:rsidTr="00881BC3">
        <w:trPr>
          <w:trHeight w:val="52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56622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0FEF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02.02.1987 </w:t>
            </w:r>
            <w:r w:rsidRPr="004561D6">
              <w:rPr>
                <w:sz w:val="18"/>
                <w:szCs w:val="20"/>
              </w:rPr>
              <w:t>№ 1286-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41059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</w:t>
            </w:r>
            <w:proofErr w:type="spellStart"/>
            <w:r w:rsidRPr="004561D6">
              <w:rPr>
                <w:sz w:val="20"/>
                <w:szCs w:val="20"/>
              </w:rPr>
              <w:t>Джаны</w:t>
            </w:r>
            <w:proofErr w:type="spellEnd"/>
            <w:r w:rsidRPr="004561D6">
              <w:rPr>
                <w:sz w:val="20"/>
                <w:szCs w:val="20"/>
              </w:rPr>
              <w:t>-Чек из сельсовета “Сорок лет Октября” Таласского района включено в черту города Талас.</w:t>
            </w:r>
          </w:p>
        </w:tc>
      </w:tr>
      <w:tr w:rsidR="00B16532" w:rsidRPr="004561D6" w14:paraId="7739652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126BD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0277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B7E78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 упразднении Таласской области, город Талас подчинен в существующих границах непосредственно республиканским органам.</w:t>
            </w:r>
          </w:p>
        </w:tc>
      </w:tr>
      <w:tr w:rsidR="00B16532" w:rsidRPr="004561D6" w14:paraId="60C22CF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EA7DD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A272E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EEDB83F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15BC8163" w14:textId="77777777" w:rsidTr="00881BC3">
        <w:trPr>
          <w:trHeight w:val="141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44D98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Кировский </w:t>
            </w:r>
          </w:p>
          <w:p w14:paraId="3059CDE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E250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1EC01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образовании в Киргизской ССР Таласской области и </w:t>
            </w:r>
            <w:proofErr w:type="spellStart"/>
            <w:r w:rsidRPr="004561D6">
              <w:rPr>
                <w:sz w:val="20"/>
                <w:szCs w:val="20"/>
              </w:rPr>
              <w:t>Манасского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частично изменено административно-территориальное устройство Кировского района республиканского подчинения. </w:t>
            </w:r>
            <w:proofErr w:type="spellStart"/>
            <w:r w:rsidRPr="004561D6">
              <w:rPr>
                <w:sz w:val="20"/>
                <w:szCs w:val="20"/>
              </w:rPr>
              <w:t>Каиндинский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Киргизия, Майский, Покровский,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 Кировского района республиканского подчинения переданы в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области.</w:t>
            </w:r>
          </w:p>
        </w:tc>
      </w:tr>
      <w:tr w:rsidR="00B16532" w:rsidRPr="004561D6" w14:paraId="52345D80" w14:textId="77777777" w:rsidTr="00881BC3">
        <w:trPr>
          <w:trHeight w:val="43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BBC700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2BE2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6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AE65AC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Кировский район и </w:t>
            </w:r>
            <w:proofErr w:type="spellStart"/>
            <w:r w:rsidRPr="004561D6">
              <w:rPr>
                <w:sz w:val="20"/>
                <w:szCs w:val="20"/>
              </w:rPr>
              <w:t>пгт.Маймак</w:t>
            </w:r>
            <w:proofErr w:type="spellEnd"/>
            <w:r w:rsidRPr="004561D6">
              <w:rPr>
                <w:sz w:val="20"/>
                <w:szCs w:val="20"/>
              </w:rPr>
              <w:t xml:space="preserve"> Таласской области, подчинены в существующих границах непосредственно республиканским органам.</w:t>
            </w:r>
          </w:p>
        </w:tc>
      </w:tr>
      <w:tr w:rsidR="00B16532" w:rsidRPr="004561D6" w14:paraId="26DBEFEC" w14:textId="77777777" w:rsidTr="00881BC3">
        <w:trPr>
          <w:trHeight w:val="52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DF3EAF7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5189DC0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B9BC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E246FA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Образована Таласская область в Киргизской ССР в ее состав передан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из районов республиканского подчинения.</w:t>
            </w:r>
          </w:p>
        </w:tc>
      </w:tr>
      <w:tr w:rsidR="00B16532" w:rsidRPr="004561D6" w14:paraId="795CD2FE" w14:textId="77777777" w:rsidTr="00881BC3">
        <w:trPr>
          <w:trHeight w:val="41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90088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4DE9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FB363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 подчинен в существующих границах непосредственно республиканским органам.</w:t>
            </w:r>
          </w:p>
        </w:tc>
      </w:tr>
      <w:tr w:rsidR="00B16532" w:rsidRPr="004561D6" w14:paraId="4622A03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175EB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109AA4A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A3C8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8E00B6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Образованы в Киргизской ССР Таласская область и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Переданы в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области: </w:t>
            </w:r>
            <w:proofErr w:type="spellStart"/>
            <w:r w:rsidRPr="004561D6">
              <w:rPr>
                <w:sz w:val="20"/>
                <w:szCs w:val="20"/>
              </w:rPr>
              <w:t>Каиндинский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Киргизия, Майский, Покровский,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 Кировского района;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Нылды</w:t>
            </w:r>
            <w:proofErr w:type="spellEnd"/>
            <w:r w:rsidRPr="004561D6">
              <w:rPr>
                <w:sz w:val="20"/>
                <w:szCs w:val="20"/>
              </w:rPr>
              <w:t xml:space="preserve"> и Сары-Булак из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 xml:space="preserve">-Алексеевского сельсовета Таласского района (территория районов республиканского подчинения) в состав </w:t>
            </w:r>
            <w:proofErr w:type="spellStart"/>
            <w:r w:rsidRPr="004561D6">
              <w:rPr>
                <w:sz w:val="20"/>
                <w:szCs w:val="20"/>
              </w:rPr>
              <w:t>Каиндинского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образованного района.</w:t>
            </w:r>
          </w:p>
        </w:tc>
      </w:tr>
      <w:tr w:rsidR="00B16532" w:rsidRPr="004561D6" w14:paraId="6F8BD5F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96985E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27E3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F06CD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Упразднена Таласская область,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подчинен в существующих границах непосредственно республиканским органам.</w:t>
            </w:r>
          </w:p>
        </w:tc>
      </w:tr>
      <w:tr w:rsidR="00B16532" w:rsidRPr="004561D6" w14:paraId="06DFD367" w14:textId="77777777" w:rsidTr="00881BC3">
        <w:trPr>
          <w:trHeight w:val="6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9CFDA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B2F0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071C92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2E43FBA2" w14:textId="77777777" w:rsidTr="00881BC3">
        <w:trPr>
          <w:trHeight w:val="4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BDB90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Токтогульский </w:t>
            </w:r>
          </w:p>
          <w:p w14:paraId="307064F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E114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49977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в Киргизской ССР Таласская область, Токтогульский район и пгт. Токтогул переданы из Ошской области.</w:t>
            </w:r>
          </w:p>
        </w:tc>
      </w:tr>
      <w:tr w:rsidR="00B16532" w:rsidRPr="004561D6" w14:paraId="434FA8CD" w14:textId="77777777" w:rsidTr="00881BC3">
        <w:trPr>
          <w:trHeight w:val="101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1193C3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7AC9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25.02.1988 </w:t>
            </w:r>
            <w:r w:rsidRPr="004561D6">
              <w:rPr>
                <w:sz w:val="18"/>
                <w:szCs w:val="20"/>
              </w:rPr>
              <w:t>№ 1747-XI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D15404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Передана часть территории из Сары-</w:t>
            </w:r>
            <w:proofErr w:type="spellStart"/>
            <w:r w:rsidRPr="004561D6">
              <w:rPr>
                <w:sz w:val="20"/>
                <w:szCs w:val="20"/>
              </w:rPr>
              <w:t>Камышского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Токтогульского района Таласской области в состав </w:t>
            </w:r>
            <w:proofErr w:type="spellStart"/>
            <w:r w:rsidRPr="004561D6">
              <w:rPr>
                <w:sz w:val="20"/>
                <w:szCs w:val="20"/>
              </w:rPr>
              <w:t>Кайырминского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(зарегистрированы на переданной территории села Кен-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Котур-Суу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Табылгыты</w:t>
            </w:r>
            <w:proofErr w:type="spellEnd"/>
            <w:r w:rsidRPr="004561D6">
              <w:rPr>
                <w:sz w:val="20"/>
                <w:szCs w:val="20"/>
              </w:rPr>
              <w:t>).</w:t>
            </w:r>
          </w:p>
        </w:tc>
      </w:tr>
      <w:tr w:rsidR="00B16532" w:rsidRPr="004561D6" w14:paraId="2C506D87" w14:textId="77777777" w:rsidTr="00881BC3">
        <w:trPr>
          <w:trHeight w:val="52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0BA57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80D7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89676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Упразднена Таласская область, Токтогульский район и пгт. Токтогул переданы в состав Ошской области. </w:t>
            </w:r>
          </w:p>
        </w:tc>
      </w:tr>
      <w:tr w:rsidR="00B16532" w:rsidRPr="004561D6" w14:paraId="7638966C" w14:textId="77777777" w:rsidTr="00881BC3">
        <w:trPr>
          <w:trHeight w:val="11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8693B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Таласский </w:t>
            </w:r>
          </w:p>
          <w:p w14:paraId="59DE55E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2917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E3DA4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Образованы в Киргизской ССР Таласская область и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 xml:space="preserve">район.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Нылды</w:t>
            </w:r>
            <w:proofErr w:type="spellEnd"/>
            <w:r w:rsidRPr="004561D6">
              <w:rPr>
                <w:sz w:val="20"/>
                <w:szCs w:val="20"/>
              </w:rPr>
              <w:t xml:space="preserve"> и Сары-Булак из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 xml:space="preserve">-Алексеевского сельсовета Таласского района (территория районов республиканского подчинения)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Каиндинского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Манасского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области.</w:t>
            </w:r>
          </w:p>
        </w:tc>
      </w:tr>
      <w:tr w:rsidR="00B16532" w:rsidRPr="004561D6" w14:paraId="12AAD1E1" w14:textId="77777777" w:rsidTr="00881BC3">
        <w:trPr>
          <w:trHeight w:val="5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EFB0E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1AD7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02.02.1987 №1286-XI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4950B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</w:t>
            </w:r>
            <w:proofErr w:type="spellStart"/>
            <w:r w:rsidRPr="004561D6">
              <w:rPr>
                <w:sz w:val="20"/>
                <w:szCs w:val="20"/>
              </w:rPr>
              <w:t>Джаны</w:t>
            </w:r>
            <w:proofErr w:type="spellEnd"/>
            <w:r w:rsidRPr="004561D6">
              <w:rPr>
                <w:sz w:val="20"/>
                <w:szCs w:val="20"/>
              </w:rPr>
              <w:t xml:space="preserve">-Чек (включен в г. Талас) исключено из учетных данных сельсовета “Сорок лет Октября” Таласского района. </w:t>
            </w:r>
          </w:p>
        </w:tc>
      </w:tr>
      <w:tr w:rsidR="00B16532" w:rsidRPr="004561D6" w14:paraId="3B6B0D1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42643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AF2F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317999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Упразднена Таласская область. Таласский район подчинен в существующих границах непосредственно республиканским органам.</w:t>
            </w:r>
          </w:p>
        </w:tc>
      </w:tr>
      <w:tr w:rsidR="00B16532" w:rsidRPr="004561D6" w14:paraId="0157730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E30FA5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EBF4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F7E6A1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F05F3A4" w14:textId="77777777" w:rsidTr="00881BC3">
        <w:trPr>
          <w:trHeight w:val="98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2E574E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7C321E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7972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6EB6A2" w14:textId="77777777" w:rsidR="004204A3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Образованы в Киргизской ССР Таласская область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</w:p>
          <w:p w14:paraId="2E611F9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Сумсар, Терек-Сай, сельсоветы </w:t>
            </w:r>
            <w:proofErr w:type="spellStart"/>
            <w:r w:rsidRPr="004561D6">
              <w:rPr>
                <w:sz w:val="20"/>
                <w:szCs w:val="20"/>
              </w:rPr>
              <w:t>Каныш-Киянский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переданы из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области.</w:t>
            </w:r>
          </w:p>
        </w:tc>
      </w:tr>
      <w:tr w:rsidR="00B16532" w:rsidRPr="004561D6" w14:paraId="66F49BB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60CA3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AB8E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15.05.1984 № 5930-X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D4921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с поселками городского типа Сумсар, Терек-Сай переданы в состав Ошской области.</w:t>
            </w:r>
          </w:p>
        </w:tc>
      </w:tr>
      <w:tr w:rsidR="00B16532" w:rsidRPr="004561D6" w14:paraId="01BFD62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105EFBA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A9A45" w14:textId="77777777" w:rsidR="00B16532" w:rsidRPr="004561D6" w:rsidRDefault="00B16532" w:rsidP="00B16532">
            <w:pPr>
              <w:keepNext/>
              <w:outlineLvl w:val="1"/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8D31E4" w14:textId="77777777" w:rsidR="00B16532" w:rsidRPr="004561D6" w:rsidRDefault="00B16532" w:rsidP="00B16532">
            <w:pPr>
              <w:keepNext/>
              <w:jc w:val="both"/>
              <w:outlineLvl w:val="1"/>
              <w:rPr>
                <w:sz w:val="16"/>
                <w:szCs w:val="20"/>
              </w:rPr>
            </w:pPr>
          </w:p>
        </w:tc>
      </w:tr>
      <w:tr w:rsidR="00B16532" w:rsidRPr="004561D6" w14:paraId="548DCF1C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7D709" w14:textId="77777777" w:rsidR="004204A3" w:rsidRPr="004561D6" w:rsidRDefault="004204A3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</w:p>
          <w:p w14:paraId="71513C93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Районы республиканского подчинения</w:t>
            </w:r>
          </w:p>
        </w:tc>
      </w:tr>
      <w:tr w:rsidR="00B16532" w:rsidRPr="004561D6" w14:paraId="76BB436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4F3AD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02F0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68135B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795497A" w14:textId="77777777" w:rsidTr="00881BC3">
        <w:trPr>
          <w:trHeight w:val="81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914B85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Талас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145E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513E7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Образована в Киргизской ССР Таласская область, город Талас передан из республиканского подчинения в состав вновь образованной Таласской области.</w:t>
            </w:r>
          </w:p>
        </w:tc>
      </w:tr>
      <w:tr w:rsidR="00B16532" w:rsidRPr="004561D6" w14:paraId="0AEBA26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530AB4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7BA7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28D12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Город Талас Таласской области подчинен в существующих границах непосредственно республиканским органам.</w:t>
            </w:r>
          </w:p>
        </w:tc>
      </w:tr>
      <w:tr w:rsidR="00B16532" w:rsidRPr="004561D6" w14:paraId="08C7F47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CC2F55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B820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C7CB1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7E955B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F99C3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7EBE6C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0CAF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08.06.1984 № 5059-X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9763C0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Села Чон-Арык и Орто-Сай Чон-</w:t>
            </w:r>
            <w:proofErr w:type="spellStart"/>
            <w:r w:rsidRPr="004561D6">
              <w:rPr>
                <w:sz w:val="20"/>
                <w:szCs w:val="20"/>
              </w:rPr>
              <w:t>Арыкского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переданы в административное подчинение Фрунзенского городского Совета народных депутатов.</w:t>
            </w:r>
          </w:p>
        </w:tc>
      </w:tr>
      <w:tr w:rsidR="00B16532" w:rsidRPr="004561D6" w14:paraId="72F3B35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D896B4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44B1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020BCB2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CCC398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33A65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A80FEC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B8B8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25.02.1985 № 6890-X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2E3EB7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Кант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отнесен к категории городов районного подчинения.</w:t>
            </w:r>
          </w:p>
        </w:tc>
      </w:tr>
      <w:tr w:rsidR="00B16532" w:rsidRPr="004561D6" w14:paraId="1B334F8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1C6A91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2673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4DC2B4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760DE2B9" w14:textId="77777777" w:rsidTr="00881BC3">
        <w:trPr>
          <w:trHeight w:val="150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7FBE1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Кировский </w:t>
            </w:r>
          </w:p>
          <w:p w14:paraId="31AC91C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28C0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3A32D4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Образованы в Киргизской ССР Таласская область и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район, частично изменено административно-территориальное устройство Кировского района республиканского подчинения. </w:t>
            </w:r>
            <w:proofErr w:type="spellStart"/>
            <w:r w:rsidRPr="004561D6">
              <w:rPr>
                <w:sz w:val="20"/>
                <w:szCs w:val="20"/>
              </w:rPr>
              <w:t>Каиндинский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Киргизия, Майский, Покровский, </w:t>
            </w:r>
            <w:proofErr w:type="spellStart"/>
            <w:r w:rsidRPr="004561D6">
              <w:rPr>
                <w:sz w:val="20"/>
                <w:szCs w:val="20"/>
              </w:rPr>
              <w:t>Уч-Коргонский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 Кировского района республиканского подчинения переданы в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области. </w:t>
            </w:r>
          </w:p>
        </w:tc>
      </w:tr>
      <w:tr w:rsidR="00B16532" w:rsidRPr="004561D6" w14:paraId="246CD539" w14:textId="77777777" w:rsidTr="00881BC3">
        <w:trPr>
          <w:trHeight w:val="70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DBFC7C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0A8D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3AF243" w14:textId="77777777" w:rsidR="00B16532" w:rsidRPr="004561D6" w:rsidRDefault="00B16532" w:rsidP="004204A3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Кировский район и пгт.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 в Таласской области</w:t>
            </w:r>
            <w:r w:rsidR="004204A3" w:rsidRPr="004561D6">
              <w:rPr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>подчинены в существующих границах непосредственно республиканским органам.</w:t>
            </w:r>
          </w:p>
        </w:tc>
      </w:tr>
      <w:tr w:rsidR="00B16532" w:rsidRPr="004561D6" w14:paraId="529A788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E3CC03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BA746B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0A5A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EF18E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</w:t>
            </w:r>
          </w:p>
        </w:tc>
      </w:tr>
      <w:tr w:rsidR="00B16532" w:rsidRPr="004561D6" w14:paraId="3C5468F6" w14:textId="77777777" w:rsidTr="00881BC3">
        <w:trPr>
          <w:trHeight w:val="40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0FD35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BEF8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 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90BAA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 </w:t>
            </w:r>
            <w:proofErr w:type="spellStart"/>
            <w:r w:rsidRPr="004561D6">
              <w:rPr>
                <w:sz w:val="20"/>
                <w:szCs w:val="20"/>
              </w:rPr>
              <w:t>Манасский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области, подчинен в существующих границах непосредственно республиканским органам.</w:t>
            </w:r>
          </w:p>
        </w:tc>
      </w:tr>
      <w:tr w:rsidR="00B16532" w:rsidRPr="004561D6" w14:paraId="073C32EF" w14:textId="77777777" w:rsidTr="00881BC3">
        <w:trPr>
          <w:trHeight w:val="55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D4B813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24A9827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DB98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C3951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образовании в Кыргызской ССР Таласской области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передан в ее состав из районов республиканского подчинения.</w:t>
            </w:r>
          </w:p>
        </w:tc>
      </w:tr>
      <w:tr w:rsidR="00B16532" w:rsidRPr="004561D6" w14:paraId="3413B94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7AB38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6C89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05.10.1988 </w:t>
            </w:r>
            <w:r w:rsidRPr="004561D6">
              <w:rPr>
                <w:sz w:val="18"/>
                <w:szCs w:val="20"/>
              </w:rPr>
              <w:t>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8A34A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упразднении Таласской области </w:t>
            </w: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подчинен в существующих границах непосредственно республиканским органам.</w:t>
            </w:r>
          </w:p>
        </w:tc>
      </w:tr>
      <w:tr w:rsidR="00B16532" w:rsidRPr="004561D6" w14:paraId="4893855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B87A6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C29BF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A1A2894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230DED52" w14:textId="77777777" w:rsidTr="00881BC3">
        <w:trPr>
          <w:trHeight w:val="59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6F30B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Московский </w:t>
            </w:r>
          </w:p>
          <w:p w14:paraId="6AAC118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A35D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25.02.1985 № 6890-X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60A7A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Первомайский Московского района отнесен к категории городов районного подчинения с наименованием город Ак-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4FA787F0" w14:textId="77777777" w:rsidTr="00881BC3">
        <w:trPr>
          <w:trHeight w:val="54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56294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Панфиловский </w:t>
            </w:r>
          </w:p>
          <w:p w14:paraId="4C7B1F8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54C7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16.03.1982 № 2412-X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045E6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 </w:t>
            </w: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 в состав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24014C0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16E44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2E3FFB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2F95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25.02.1985 № 6890-X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14760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пгт. Краснооктябрьский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отнесен к категории городов районного подчинения с наименованием город </w:t>
            </w:r>
            <w:proofErr w:type="spellStart"/>
            <w:r w:rsidRPr="004561D6">
              <w:rPr>
                <w:sz w:val="20"/>
                <w:szCs w:val="20"/>
              </w:rPr>
              <w:t>Шопоков</w:t>
            </w:r>
            <w:proofErr w:type="spellEnd"/>
            <w:r w:rsidRPr="004561D6">
              <w:rPr>
                <w:b/>
                <w:sz w:val="20"/>
                <w:szCs w:val="20"/>
              </w:rPr>
              <w:t>.</w:t>
            </w:r>
          </w:p>
        </w:tc>
      </w:tr>
      <w:tr w:rsidR="00B16532" w:rsidRPr="004561D6" w14:paraId="1E6ACA9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CD8B3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1C5E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F2B085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4E4C9551" w14:textId="77777777" w:rsidTr="00881BC3">
        <w:trPr>
          <w:trHeight w:val="146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1EAC86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Таласский </w:t>
            </w:r>
          </w:p>
          <w:p w14:paraId="27166D6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F264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03.09.1980 № 614-IX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1BCB2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При образовании в Киргизской ССР Таласской области и </w:t>
            </w:r>
            <w:proofErr w:type="spellStart"/>
            <w:r w:rsidRPr="004561D6">
              <w:rPr>
                <w:sz w:val="20"/>
                <w:szCs w:val="20"/>
              </w:rPr>
              <w:t>Манасского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частично изменено административно-территориальное устройство Таласского района республиканского подчинения.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Нылды</w:t>
            </w:r>
            <w:proofErr w:type="spellEnd"/>
            <w:r w:rsidRPr="004561D6">
              <w:rPr>
                <w:sz w:val="20"/>
                <w:szCs w:val="20"/>
              </w:rPr>
              <w:t xml:space="preserve"> и Сары-Булак из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 xml:space="preserve">-Алексеевского сельсовета Таласского района республиканского подчинения переданы в состав </w:t>
            </w:r>
            <w:proofErr w:type="spellStart"/>
            <w:r w:rsidRPr="004561D6">
              <w:rPr>
                <w:sz w:val="20"/>
                <w:szCs w:val="20"/>
              </w:rPr>
              <w:t>Каиндинского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Манасского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области.</w:t>
            </w:r>
          </w:p>
        </w:tc>
      </w:tr>
      <w:tr w:rsidR="00B16532" w:rsidRPr="004561D6" w14:paraId="1D25994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09269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9FA0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05.10.1988 № 1945-XI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4996E3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 упразднении Таласской области Таласский район подчинен в существующих границах непосредственно республиканским органам.</w:t>
            </w:r>
          </w:p>
        </w:tc>
      </w:tr>
      <w:tr w:rsidR="00B16532" w:rsidRPr="004561D6" w14:paraId="64E23CC6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772C10" w14:textId="77777777" w:rsidR="00B16532" w:rsidRPr="004561D6" w:rsidRDefault="00B16532" w:rsidP="00B16532">
            <w:pPr>
              <w:keepNext/>
              <w:jc w:val="both"/>
              <w:outlineLvl w:val="4"/>
              <w:rPr>
                <w:b/>
                <w:szCs w:val="20"/>
              </w:rPr>
            </w:pPr>
          </w:p>
        </w:tc>
      </w:tr>
      <w:tr w:rsidR="00B16532" w:rsidRPr="004561D6" w14:paraId="4C38E25B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426566" w14:textId="77777777" w:rsidR="00B16532" w:rsidRPr="004561D6" w:rsidRDefault="00B16532" w:rsidP="00B16532">
            <w:pPr>
              <w:keepNext/>
              <w:jc w:val="center"/>
              <w:outlineLvl w:val="4"/>
              <w:rPr>
                <w:b/>
                <w:szCs w:val="20"/>
              </w:rPr>
            </w:pPr>
            <w:r w:rsidRPr="004561D6">
              <w:rPr>
                <w:b/>
                <w:szCs w:val="20"/>
              </w:rPr>
              <w:t>Изменения  в административно-территориальном устройстве страны</w:t>
            </w:r>
          </w:p>
        </w:tc>
      </w:tr>
      <w:tr w:rsidR="00B16532" w:rsidRPr="004561D6" w14:paraId="56D3D192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5090E7" w14:textId="77777777" w:rsidR="00B16532" w:rsidRPr="004561D6" w:rsidRDefault="00B16532" w:rsidP="00B16532">
            <w:pPr>
              <w:jc w:val="center"/>
              <w:rPr>
                <w:b/>
                <w:szCs w:val="20"/>
              </w:rPr>
            </w:pPr>
            <w:r w:rsidRPr="004561D6">
              <w:rPr>
                <w:b/>
                <w:szCs w:val="20"/>
              </w:rPr>
              <w:t>за 1989-1998гг.</w:t>
            </w:r>
          </w:p>
        </w:tc>
      </w:tr>
      <w:tr w:rsidR="00B16532" w:rsidRPr="004561D6" w14:paraId="2627A76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71BBE3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CCDE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52BCF3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21C2ACF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4E985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Киргизская ССР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77E6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05.02.1991 № 386-XII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FF9EB3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Принято наименование Республика Кыргызстан.</w:t>
            </w:r>
          </w:p>
        </w:tc>
      </w:tr>
      <w:tr w:rsidR="00B16532" w:rsidRPr="004561D6" w14:paraId="23CEE26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71B0A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3EB3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05.05.1993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B354F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С принятием Конституции Республика Кыргызстан именуется Кыргызская Республика.</w:t>
            </w:r>
          </w:p>
        </w:tc>
      </w:tr>
      <w:tr w:rsidR="00B16532" w:rsidRPr="004561D6" w14:paraId="07F10BB6" w14:textId="77777777" w:rsidTr="00881BC3">
        <w:trPr>
          <w:trHeight w:val="30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D0EB2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B020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05.05.1993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3EA8B5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 принятием Конституции сельский совет именуется </w:t>
            </w:r>
            <w:proofErr w:type="spellStart"/>
            <w:r w:rsidRPr="004561D6">
              <w:rPr>
                <w:sz w:val="20"/>
                <w:szCs w:val="20"/>
              </w:rPr>
              <w:t>айыл</w:t>
            </w:r>
            <w:proofErr w:type="spellEnd"/>
            <w:r w:rsidRPr="004561D6">
              <w:rPr>
                <w:sz w:val="20"/>
                <w:szCs w:val="20"/>
              </w:rPr>
              <w:t xml:space="preserve"> кенеш.</w:t>
            </w:r>
          </w:p>
        </w:tc>
      </w:tr>
      <w:tr w:rsidR="00B16532" w:rsidRPr="004561D6" w14:paraId="0650E4EF" w14:textId="77777777" w:rsidTr="00881BC3">
        <w:trPr>
          <w:trHeight w:val="141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55AFD1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Джалал-Абадская</w:t>
            </w:r>
          </w:p>
          <w:p w14:paraId="4EAC292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2C5A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14.12.1990 № 263-XII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E55A2B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“О совершенствовании областного деления Киргизской ССР и образовании новых областей”. Образовано (из Ошской) Джалал-Абадская область в составе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>,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Джаны-Джольского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, Ленинского,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Тогуз-Тороуского</w:t>
            </w:r>
            <w:proofErr w:type="spellEnd"/>
            <w:r w:rsidRPr="004561D6">
              <w:rPr>
                <w:sz w:val="20"/>
                <w:szCs w:val="20"/>
              </w:rPr>
              <w:t xml:space="preserve">, Токтогульского,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районов и городов Джалал-Абад, Кара-Куль, Кок-</w:t>
            </w:r>
            <w:proofErr w:type="spellStart"/>
            <w:r w:rsidRPr="004561D6">
              <w:rPr>
                <w:sz w:val="20"/>
                <w:szCs w:val="20"/>
              </w:rPr>
              <w:t>Янгак</w:t>
            </w:r>
            <w:proofErr w:type="spellEnd"/>
            <w:r w:rsidRPr="004561D6">
              <w:rPr>
                <w:sz w:val="20"/>
                <w:szCs w:val="20"/>
              </w:rPr>
              <w:t>, Майли-Сай, Таш-Кумыр с центром в городе Джалал-Абад.</w:t>
            </w:r>
          </w:p>
        </w:tc>
      </w:tr>
      <w:tr w:rsidR="00B16532" w:rsidRPr="004561D6" w14:paraId="589F37E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6B681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Иссык-Кульская 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5D85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14.12.1990 № 263-XII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CA014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“О совершенствовании областного деления Киргизской ССР и образовании новых областей”. Восстановлена Нарынская область из Иссык-Кульской области, переданы Ак-</w:t>
            </w:r>
            <w:proofErr w:type="spellStart"/>
            <w:r w:rsidRPr="004561D6">
              <w:rPr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Ат-Башынский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sz w:val="20"/>
                <w:szCs w:val="20"/>
              </w:rPr>
              <w:t>, Тянь-Шаньский районы и город Нарын.</w:t>
            </w:r>
          </w:p>
        </w:tc>
      </w:tr>
      <w:tr w:rsidR="00B16532" w:rsidRPr="004561D6" w14:paraId="646C955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2FE36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4658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28986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CAC2D5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4AB161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Нарынская </w:t>
            </w:r>
          </w:p>
          <w:p w14:paraId="227B02C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6CD1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14.12.1990 № 263-XII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96865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“О совершенствовании областного деления Киргизской ССР и образовании новых областей”. Восстановлена Нарынская область из Иссык-Кульской области в составе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Ат-Башынского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>, Тянь-Шаньского районов с центром в городе Нарын.</w:t>
            </w:r>
          </w:p>
        </w:tc>
      </w:tr>
      <w:tr w:rsidR="00B16532" w:rsidRPr="004561D6" w14:paraId="6797F5C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5440DE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94B7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E093E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90FEE3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BBD288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Ошская </w:t>
            </w:r>
          </w:p>
          <w:p w14:paraId="32C90E0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BD87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14.12.1990 № 263-XII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1D2B3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“О совершенствовании областного деления Киргизской ССР и образовании новых областей”. (Примечание: после выделения Джалал-Абадской области из Ошской, состав Ошской области следующий: горсовет Ош, гг. Кара-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 и Узген (города областного подчинения), горсовет Кызыл-Кия, горсовет </w:t>
            </w:r>
            <w:proofErr w:type="spellStart"/>
            <w:r w:rsidRPr="004561D6">
              <w:rPr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sz w:val="20"/>
                <w:szCs w:val="20"/>
              </w:rPr>
              <w:t xml:space="preserve"> (включая пгт. Восточный), районы – </w:t>
            </w:r>
            <w:proofErr w:type="spellStart"/>
            <w:r w:rsidRPr="004561D6">
              <w:rPr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sz w:val="20"/>
                <w:szCs w:val="20"/>
              </w:rPr>
              <w:t xml:space="preserve"> (включая пгт. Сары-Таш), Араванский, Баткенский, Кара-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Лейлекский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Наукатский</w:t>
            </w:r>
            <w:proofErr w:type="spellEnd"/>
            <w:r w:rsidRPr="004561D6">
              <w:rPr>
                <w:sz w:val="20"/>
                <w:szCs w:val="20"/>
              </w:rPr>
              <w:t xml:space="preserve"> (включая пгт. Найман), Советский, </w:t>
            </w:r>
            <w:proofErr w:type="spellStart"/>
            <w:r w:rsidRPr="004561D6">
              <w:rPr>
                <w:sz w:val="20"/>
                <w:szCs w:val="20"/>
              </w:rPr>
              <w:t>Узгенский</w:t>
            </w:r>
            <w:proofErr w:type="spellEnd"/>
            <w:r w:rsidRPr="004561D6">
              <w:rPr>
                <w:sz w:val="20"/>
                <w:szCs w:val="20"/>
              </w:rPr>
              <w:t xml:space="preserve">, Фрунзенский (включая пгт. Советский, пгт. Фрунзе, пгт. Хайдаркен, пгт. </w:t>
            </w:r>
            <w:proofErr w:type="spellStart"/>
            <w:r w:rsidRPr="004561D6">
              <w:rPr>
                <w:sz w:val="20"/>
                <w:szCs w:val="20"/>
              </w:rPr>
              <w:t>Чаувай</w:t>
            </w:r>
            <w:proofErr w:type="spellEnd"/>
            <w:r w:rsidRPr="004561D6">
              <w:rPr>
                <w:sz w:val="20"/>
                <w:szCs w:val="20"/>
              </w:rPr>
              <w:t>). Областной центр – город Ош.</w:t>
            </w:r>
          </w:p>
        </w:tc>
      </w:tr>
      <w:tr w:rsidR="00B16532" w:rsidRPr="004561D6" w14:paraId="4E44C3D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31A86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5CEF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6B1638C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D5C8C8C" w14:textId="77777777" w:rsidTr="00881BC3">
        <w:trPr>
          <w:trHeight w:val="116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19914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Таласская </w:t>
            </w:r>
          </w:p>
          <w:p w14:paraId="52E734E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528C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14.12.1990 № 263-XII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5B4B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совершенствовании областного деления Киргизской ССР и образовании новых областей”. Восстановлена Таласская область (часть территории, входящей в районы республиканского подчинения) в составе Кировского, </w:t>
            </w:r>
            <w:proofErr w:type="spellStart"/>
            <w:r w:rsidRPr="004561D6">
              <w:rPr>
                <w:sz w:val="20"/>
                <w:szCs w:val="20"/>
              </w:rPr>
              <w:t>Ленинпольского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Манасского</w:t>
            </w:r>
            <w:proofErr w:type="spellEnd"/>
            <w:r w:rsidRPr="004561D6">
              <w:rPr>
                <w:sz w:val="20"/>
                <w:szCs w:val="20"/>
              </w:rPr>
              <w:t>, Таласского районов и города Талас (центр - город Талас).</w:t>
            </w:r>
          </w:p>
        </w:tc>
      </w:tr>
      <w:tr w:rsidR="00B16532" w:rsidRPr="004561D6" w14:paraId="176E3E9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2888C8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Чуйская </w:t>
            </w:r>
          </w:p>
          <w:p w14:paraId="3B83332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EA73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14.12.1990 № 263-XII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72352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совершенствовании областного деления Киргизской ССР и образовании новых областей”. Образована Чуйская область (часть территории, входящей в районы республиканского подчинения) в составе </w:t>
            </w:r>
            <w:proofErr w:type="spellStart"/>
            <w:r w:rsidRPr="004561D6">
              <w:rPr>
                <w:sz w:val="20"/>
                <w:szCs w:val="20"/>
              </w:rPr>
              <w:t>Аламединского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, Иссык-Атинского, Калининского, </w:t>
            </w:r>
            <w:proofErr w:type="spellStart"/>
            <w:r w:rsidRPr="004561D6">
              <w:rPr>
                <w:sz w:val="20"/>
                <w:szCs w:val="20"/>
              </w:rPr>
              <w:t>Кантского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, Кеминского, Московского, Панфиловского,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>, Чуйского районов и городов Кара-Балта и Токмак (центр - город Фрунзе).</w:t>
            </w:r>
          </w:p>
        </w:tc>
      </w:tr>
      <w:tr w:rsidR="00B16532" w:rsidRPr="004561D6" w14:paraId="2F141C6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B64C2E8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62F1F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39AA76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572798CD" w14:textId="77777777" w:rsidTr="00881BC3">
        <w:trPr>
          <w:trHeight w:val="59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191EE3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466D5FB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Фрунзе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CF8B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05.02.1991 № 374-XII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DE888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 связи с восстановлением исторического названия город Фрунзе переименован в город Бишкек.</w:t>
            </w:r>
          </w:p>
        </w:tc>
      </w:tr>
      <w:tr w:rsidR="00B16532" w:rsidRPr="004561D6" w14:paraId="7F6051F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51DC57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C592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05.02.1991 № 386-XII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6492C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Бишкек (горсовет).</w:t>
            </w:r>
          </w:p>
        </w:tc>
      </w:tr>
      <w:tr w:rsidR="00B16532" w:rsidRPr="004561D6" w14:paraId="59DBDC52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61208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</w:p>
          <w:p w14:paraId="0E5E7C86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Джалал-Абадская область</w:t>
            </w:r>
          </w:p>
        </w:tc>
      </w:tr>
      <w:tr w:rsidR="00B16532" w:rsidRPr="004561D6" w14:paraId="1AA44E9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A0261B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2BE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9ADC67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7CBABC0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C673AD7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Горкенеш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F4910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Кара-Куль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D8D4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20.04.1991 № 481-XII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C2C98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Кетмен</w:t>
            </w:r>
            <w:proofErr w:type="spellEnd"/>
            <w:r w:rsidRPr="004561D6">
              <w:rPr>
                <w:sz w:val="20"/>
                <w:szCs w:val="20"/>
              </w:rPr>
              <w:t>-Тебе зарегистрирован в Токтогульском районе. Отнесен к категории пгт. и передан в административное подчинение Кара-Кульскому городскому Совету народных депутатов.</w:t>
            </w:r>
          </w:p>
        </w:tc>
      </w:tr>
      <w:tr w:rsidR="00B16532" w:rsidRPr="004561D6" w14:paraId="206C41A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CC386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BA10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7C6CF1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B3A375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41E7C6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  <w:proofErr w:type="spellStart"/>
            <w:r w:rsidRPr="004561D6">
              <w:rPr>
                <w:b/>
                <w:sz w:val="20"/>
                <w:szCs w:val="20"/>
              </w:rPr>
              <w:t>Майлуу-Суу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(Майли-Сай)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8519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23.07.1992№ 962-XI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7FE32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Уточнено наименование города Майли-Сай – </w:t>
            </w:r>
            <w:proofErr w:type="spellStart"/>
            <w:r w:rsidRPr="004561D6">
              <w:rPr>
                <w:sz w:val="20"/>
                <w:szCs w:val="20"/>
              </w:rPr>
              <w:t>Майлуу-Суу</w:t>
            </w:r>
            <w:proofErr w:type="spellEnd"/>
            <w:r w:rsidRPr="004561D6">
              <w:rPr>
                <w:sz w:val="20"/>
                <w:szCs w:val="20"/>
              </w:rPr>
              <w:t xml:space="preserve">. </w:t>
            </w:r>
          </w:p>
        </w:tc>
      </w:tr>
      <w:tr w:rsidR="00B16532" w:rsidRPr="004561D6" w14:paraId="7B28E74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690AD9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1FA4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7C4326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50D791D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3DDD9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Аксыйский район</w:t>
            </w:r>
          </w:p>
          <w:p w14:paraId="3F6AF6A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</w:t>
            </w:r>
            <w:proofErr w:type="spellStart"/>
            <w:r w:rsidRPr="004561D6">
              <w:rPr>
                <w:b/>
                <w:sz w:val="20"/>
                <w:szCs w:val="20"/>
              </w:rPr>
              <w:t>Джаны-Джольский</w:t>
            </w:r>
            <w:proofErr w:type="spellEnd"/>
            <w:r w:rsidRPr="004561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4FD7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817-XII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9FCC32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Переименован </w:t>
            </w:r>
            <w:proofErr w:type="spellStart"/>
            <w:r w:rsidRPr="004561D6">
              <w:rPr>
                <w:sz w:val="20"/>
                <w:szCs w:val="20"/>
              </w:rPr>
              <w:t>Джаны-Джольский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в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>Аксыйский.</w:t>
            </w:r>
          </w:p>
        </w:tc>
      </w:tr>
      <w:tr w:rsidR="00B16532" w:rsidRPr="004561D6" w14:paraId="37D11CB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903142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8688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73F70A4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41BCDB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C4884B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Ноокенский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(Ленинский)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7EBD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827-XII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C094D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Переименован Ленинский район в </w:t>
            </w:r>
            <w:proofErr w:type="spellStart"/>
            <w:r w:rsidRPr="004561D6">
              <w:rPr>
                <w:sz w:val="20"/>
                <w:szCs w:val="20"/>
              </w:rPr>
              <w:t>Ноокенский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53E818F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9B06B0E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7D60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AB5BA9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103AAF9F" w14:textId="77777777" w:rsidTr="00881BC3">
        <w:trPr>
          <w:trHeight w:val="81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11B863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Токтогульский </w:t>
            </w:r>
          </w:p>
          <w:p w14:paraId="64DB517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1B94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07.02.1992 № 942-XII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BD60E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Переданы во вновь образованный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Кызыл-</w:t>
            </w:r>
            <w:proofErr w:type="spellStart"/>
            <w:r w:rsidRPr="004561D6">
              <w:rPr>
                <w:sz w:val="20"/>
                <w:szCs w:val="20"/>
              </w:rPr>
              <w:t>Озгерюшский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сельсоветы, а село Кара-</w:t>
            </w:r>
            <w:proofErr w:type="spellStart"/>
            <w:r w:rsidRPr="004561D6">
              <w:rPr>
                <w:sz w:val="20"/>
                <w:szCs w:val="20"/>
              </w:rPr>
              <w:t>Джигач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Уч-Терекского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присоединено в состав </w:t>
            </w:r>
            <w:proofErr w:type="spellStart"/>
            <w:r w:rsidRPr="004561D6">
              <w:rPr>
                <w:sz w:val="20"/>
                <w:szCs w:val="20"/>
              </w:rPr>
              <w:t>Торкенского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Токтогульского района.</w:t>
            </w:r>
          </w:p>
        </w:tc>
      </w:tr>
      <w:tr w:rsidR="00B16532" w:rsidRPr="004561D6" w14:paraId="30762A0E" w14:textId="77777777" w:rsidTr="00881BC3">
        <w:trPr>
          <w:trHeight w:val="99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670215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C7B8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30.09.1998 № 129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DC7B6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с Токтогульским в одну административно- территориальную единицу, присоединено из </w:t>
            </w:r>
            <w:proofErr w:type="spellStart"/>
            <w:r w:rsidRPr="004561D6">
              <w:rPr>
                <w:sz w:val="20"/>
                <w:szCs w:val="20"/>
              </w:rPr>
              <w:t>Уч-Терекского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состав Токтогульского </w:t>
            </w:r>
            <w:proofErr w:type="spellStart"/>
            <w:r w:rsidRPr="004561D6">
              <w:rPr>
                <w:sz w:val="20"/>
                <w:szCs w:val="20"/>
              </w:rPr>
              <w:t>Жазы-Кечууский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Ничке-Сайский</w:t>
            </w:r>
            <w:proofErr w:type="spellEnd"/>
            <w:r w:rsidRPr="004561D6">
              <w:rPr>
                <w:sz w:val="20"/>
                <w:szCs w:val="20"/>
              </w:rPr>
              <w:t>, Кызыл-</w:t>
            </w:r>
            <w:proofErr w:type="spellStart"/>
            <w:r w:rsidRPr="004561D6">
              <w:rPr>
                <w:sz w:val="20"/>
                <w:szCs w:val="20"/>
              </w:rPr>
              <w:t>Озгерюшский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сельсоветы.</w:t>
            </w:r>
          </w:p>
        </w:tc>
      </w:tr>
      <w:tr w:rsidR="00B16532" w:rsidRPr="004561D6" w14:paraId="4D5D03A8" w14:textId="77777777" w:rsidTr="00881BC3">
        <w:trPr>
          <w:trHeight w:val="98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038318E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46D1DF97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B76D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07.02.1992 № 942-XII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8C531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Переданы в его состав Кызыл-</w:t>
            </w:r>
            <w:proofErr w:type="spellStart"/>
            <w:r w:rsidRPr="004561D6">
              <w:rPr>
                <w:sz w:val="20"/>
                <w:szCs w:val="20"/>
              </w:rPr>
              <w:t>Озгерюш</w:t>
            </w:r>
            <w:proofErr w:type="spellEnd"/>
            <w:r w:rsidRPr="004561D6">
              <w:rPr>
                <w:sz w:val="20"/>
                <w:szCs w:val="20"/>
              </w:rPr>
              <w:t>-</w:t>
            </w:r>
            <w:proofErr w:type="spellStart"/>
            <w:r w:rsidRPr="004561D6">
              <w:rPr>
                <w:sz w:val="20"/>
                <w:szCs w:val="20"/>
              </w:rPr>
              <w:t>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сельсоветы, а село Кара-</w:t>
            </w:r>
            <w:proofErr w:type="spellStart"/>
            <w:r w:rsidRPr="004561D6">
              <w:rPr>
                <w:sz w:val="20"/>
                <w:szCs w:val="20"/>
              </w:rPr>
              <w:t>Джигач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Уч-Терекского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присоединено в состав </w:t>
            </w:r>
            <w:proofErr w:type="spellStart"/>
            <w:r w:rsidRPr="004561D6">
              <w:rPr>
                <w:sz w:val="20"/>
                <w:szCs w:val="20"/>
              </w:rPr>
              <w:t>Торкенского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Токтогульского района.</w:t>
            </w:r>
          </w:p>
        </w:tc>
      </w:tr>
      <w:tr w:rsidR="00B16532" w:rsidRPr="004561D6" w14:paraId="15BD77F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621D8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2665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30.09.1998 № 129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3EC928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с Токтогульским в одну административно- территориальную единицу, переданы из </w:t>
            </w:r>
            <w:proofErr w:type="spellStart"/>
            <w:r w:rsidRPr="004561D6">
              <w:rPr>
                <w:sz w:val="20"/>
                <w:szCs w:val="20"/>
              </w:rPr>
              <w:t>Уч-Терекского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в состав Токтогульского </w:t>
            </w:r>
            <w:proofErr w:type="spellStart"/>
            <w:r w:rsidRPr="004561D6">
              <w:rPr>
                <w:sz w:val="20"/>
                <w:szCs w:val="20"/>
              </w:rPr>
              <w:t>Жазы-Кечууский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Ничке-Сайский</w:t>
            </w:r>
            <w:proofErr w:type="spellEnd"/>
            <w:r w:rsidRPr="004561D6">
              <w:rPr>
                <w:sz w:val="20"/>
                <w:szCs w:val="20"/>
              </w:rPr>
              <w:t>, Кызыл-</w:t>
            </w:r>
            <w:proofErr w:type="spellStart"/>
            <w:r w:rsidRPr="004561D6">
              <w:rPr>
                <w:sz w:val="20"/>
                <w:szCs w:val="20"/>
              </w:rPr>
              <w:t>Озгерюшский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Уч-Терекский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сельсоветы.</w:t>
            </w:r>
          </w:p>
        </w:tc>
      </w:tr>
      <w:tr w:rsidR="00B16532" w:rsidRPr="004561D6" w14:paraId="2C66111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AF35E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11EB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20624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374D5430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AA38AE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Иссык-Кульская область</w:t>
            </w:r>
          </w:p>
        </w:tc>
      </w:tr>
      <w:tr w:rsidR="00B16532" w:rsidRPr="004561D6" w14:paraId="783BD9D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CA37B4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CEAFF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89005D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1D1C2F6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21392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Горсовет</w:t>
            </w:r>
          </w:p>
          <w:p w14:paraId="3499F5B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Каракол </w:t>
            </w:r>
          </w:p>
          <w:p w14:paraId="11744CF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(Пржевальск)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87CC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813-XII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1971C0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Восстановлено историческое название города Пржевальск с наименованием Каракол.</w:t>
            </w:r>
          </w:p>
        </w:tc>
      </w:tr>
      <w:tr w:rsidR="00B16532" w:rsidRPr="004561D6" w14:paraId="124DEC85" w14:textId="77777777" w:rsidTr="00881BC3">
        <w:trPr>
          <w:trHeight w:val="61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539F5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3D96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03.07.1992 № 964-XII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88270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Перенесен административный центр Иссык-Кульской области из города Иссык-Куль в город Каракол.</w:t>
            </w:r>
          </w:p>
        </w:tc>
      </w:tr>
      <w:tr w:rsidR="00B16532" w:rsidRPr="004561D6" w14:paraId="32796EC3" w14:textId="77777777" w:rsidTr="00881BC3">
        <w:trPr>
          <w:trHeight w:val="55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776DE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Горсовет </w:t>
            </w:r>
          </w:p>
          <w:p w14:paraId="4AC00A9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Балыкчы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3FEC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28.07.1989 </w:t>
            </w:r>
            <w:r w:rsidRPr="004561D6">
              <w:rPr>
                <w:sz w:val="18"/>
                <w:szCs w:val="20"/>
              </w:rPr>
              <w:t>№ 2141-XI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B31042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Переименован город Рыбачье в город Иссык-Куль и установлен центром Иссык-Кульской области.</w:t>
            </w:r>
          </w:p>
        </w:tc>
      </w:tr>
      <w:tr w:rsidR="00B16532" w:rsidRPr="004561D6" w14:paraId="28D807A1" w14:textId="77777777" w:rsidTr="00881BC3">
        <w:trPr>
          <w:trHeight w:val="5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9B0ED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4824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03.07.1992 № 964-XII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656BE8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Перенесен административный центр Иссык-Кульской области из города Иссык-Куль в город Каракол.</w:t>
            </w:r>
          </w:p>
        </w:tc>
      </w:tr>
      <w:tr w:rsidR="00B16532" w:rsidRPr="004561D6" w14:paraId="415B106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A9630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8346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18.12.1993 </w:t>
            </w:r>
            <w:r w:rsidRPr="004561D6">
              <w:rPr>
                <w:sz w:val="18"/>
                <w:szCs w:val="20"/>
              </w:rPr>
              <w:t>№ 1118-XII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80FCDE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Восстановлено исконное название города Иссык-Куль с </w:t>
            </w:r>
            <w:proofErr w:type="spellStart"/>
            <w:r w:rsidRPr="004561D6">
              <w:rPr>
                <w:sz w:val="20"/>
                <w:szCs w:val="20"/>
              </w:rPr>
              <w:t>наименованеием</w:t>
            </w:r>
            <w:proofErr w:type="spellEnd"/>
            <w:r w:rsidRPr="004561D6">
              <w:rPr>
                <w:sz w:val="20"/>
                <w:szCs w:val="20"/>
              </w:rPr>
              <w:t xml:space="preserve"> Балыкчы.</w:t>
            </w:r>
          </w:p>
        </w:tc>
      </w:tr>
      <w:tr w:rsidR="00B16532" w:rsidRPr="004561D6" w14:paraId="28D3F0F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901D9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B5D0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0BDB4F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5F6EA9E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CF5AD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</w:p>
          <w:p w14:paraId="5EDDC02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Чолпон-Ата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1794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847-XII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B365BD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Передан город областного подчинения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>Чолпон-Ата в подчинение Иссык-Кульскому районному Совету народных депутатов.</w:t>
            </w:r>
          </w:p>
        </w:tc>
      </w:tr>
      <w:tr w:rsidR="00B16532" w:rsidRPr="004561D6" w14:paraId="744070C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37949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93503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73A2F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6118166E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33EE04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</w:p>
          <w:p w14:paraId="4E3EFA60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Нарынская область</w:t>
            </w:r>
          </w:p>
        </w:tc>
      </w:tr>
      <w:tr w:rsidR="00B16532" w:rsidRPr="004561D6" w14:paraId="17FA9A1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42166D4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2D04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ADC210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37267100" w14:textId="77777777" w:rsidTr="00881BC3">
        <w:trPr>
          <w:trHeight w:val="52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3F6E3CA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Джумгальский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318D780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26E8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20.04.1991 № 483-XII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E95E2B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Передано село Кызыл-Ой </w:t>
            </w:r>
            <w:proofErr w:type="spellStart"/>
            <w:r w:rsidRPr="004561D6">
              <w:rPr>
                <w:sz w:val="20"/>
                <w:szCs w:val="20"/>
              </w:rPr>
              <w:t>Кабакского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в состав </w:t>
            </w:r>
            <w:proofErr w:type="spellStart"/>
            <w:r w:rsidRPr="004561D6">
              <w:rPr>
                <w:sz w:val="20"/>
                <w:szCs w:val="20"/>
              </w:rPr>
              <w:t>Суусамырского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2FBBDF13" w14:textId="77777777" w:rsidTr="00881BC3">
        <w:trPr>
          <w:trHeight w:val="55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C9D88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907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831-XII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A7859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Образован </w:t>
            </w: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(центр - село </w:t>
            </w:r>
            <w:proofErr w:type="spellStart"/>
            <w:r w:rsidRPr="004561D6">
              <w:rPr>
                <w:sz w:val="20"/>
                <w:szCs w:val="20"/>
              </w:rPr>
              <w:t>Суусамыр</w:t>
            </w:r>
            <w:proofErr w:type="spellEnd"/>
            <w:r w:rsidRPr="004561D6">
              <w:rPr>
                <w:sz w:val="20"/>
                <w:szCs w:val="20"/>
              </w:rPr>
              <w:t xml:space="preserve">) в границах </w:t>
            </w:r>
            <w:proofErr w:type="spellStart"/>
            <w:r w:rsidRPr="004561D6">
              <w:rPr>
                <w:sz w:val="20"/>
                <w:szCs w:val="20"/>
              </w:rPr>
              <w:t>Суусамырского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561D6">
              <w:rPr>
                <w:sz w:val="20"/>
                <w:szCs w:val="20"/>
              </w:rPr>
              <w:t>Джумгальского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4A8A71B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6995B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2A2E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28.05.1994 </w:t>
            </w:r>
            <w:r w:rsidRPr="004561D6">
              <w:rPr>
                <w:sz w:val="18"/>
                <w:szCs w:val="20"/>
              </w:rPr>
              <w:t>№ 1560-XII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50E5B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 </w:t>
            </w: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Нарынской области в состав Чуйской области.</w:t>
            </w:r>
          </w:p>
        </w:tc>
      </w:tr>
      <w:tr w:rsidR="00B16532" w:rsidRPr="004561D6" w14:paraId="148C49D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39E64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324D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E9A5D8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AB25DE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F91551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42B3B35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3240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28.05.1994 </w:t>
            </w:r>
            <w:r w:rsidRPr="004561D6">
              <w:rPr>
                <w:sz w:val="18"/>
                <w:szCs w:val="20"/>
              </w:rPr>
              <w:t>№ 1560-XII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BA3F8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 </w:t>
            </w: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в состав Чуйской области. </w:t>
            </w:r>
          </w:p>
          <w:p w14:paraId="38247BE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исключен из учетных данных Нарынской области.</w:t>
            </w:r>
          </w:p>
        </w:tc>
      </w:tr>
      <w:tr w:rsidR="00B16532" w:rsidRPr="004561D6" w14:paraId="610930A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7C952F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0A4B8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3C22A1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1F4F3AE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89CA9B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Нарынский </w:t>
            </w:r>
          </w:p>
          <w:p w14:paraId="6D28E2D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  <w:p w14:paraId="549460B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(Тянь-Шаньский)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F7FA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3E04F4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В постановлении Жогорку Кенеша от 20.12.1996г. № 572 «Об утверждении Перечня населенных пунктов, расположенных в высокогорных отдаленных зонах Кыргызской Республики» - район именуется Нарынский.</w:t>
            </w:r>
          </w:p>
        </w:tc>
      </w:tr>
      <w:tr w:rsidR="00B16532" w:rsidRPr="004561D6" w14:paraId="3EE91E5E" w14:textId="77777777" w:rsidTr="00881BC3">
        <w:trPr>
          <w:trHeight w:val="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D947CE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8657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FAA2F6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5439ECE0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3ECC8D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Ошская область</w:t>
            </w:r>
          </w:p>
        </w:tc>
      </w:tr>
      <w:tr w:rsidR="00B16532" w:rsidRPr="004561D6" w14:paraId="040DEA7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D413B4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Ошский </w:t>
            </w:r>
          </w:p>
          <w:p w14:paraId="5A8C97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горсовет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FCCC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824-XII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94EEE0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Переименован сельсовет имени 60-летия Кыргызстана, находящийся в административном подчинении Ошского горсовета, в </w:t>
            </w:r>
            <w:proofErr w:type="spellStart"/>
            <w:r w:rsidRPr="004561D6">
              <w:rPr>
                <w:sz w:val="20"/>
                <w:szCs w:val="20"/>
              </w:rPr>
              <w:t>Жапалакский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497A67D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E9B1DA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8B603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A4B654F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48E9F7C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EE31F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Сулюктинский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7FEC30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горсовет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D446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814-XII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D86013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Передано село Кольцо Кулундинского сельсовета 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Сулюктинского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городского Совета народных депутатов.</w:t>
            </w:r>
          </w:p>
        </w:tc>
      </w:tr>
      <w:tr w:rsidR="00B16532" w:rsidRPr="004561D6" w14:paraId="0DB80D5B" w14:textId="77777777" w:rsidTr="00881BC3">
        <w:trPr>
          <w:trHeight w:val="5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D40BF9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C3882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70A007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3B2C2408" w14:textId="77777777" w:rsidTr="00881BC3">
        <w:trPr>
          <w:trHeight w:val="62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E5033E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34BA61A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10E5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27.02.1992 № 764-XII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3D1300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Джекендинский</w:t>
            </w:r>
            <w:proofErr w:type="spellEnd"/>
            <w:r w:rsidRPr="004561D6">
              <w:rPr>
                <w:sz w:val="20"/>
                <w:szCs w:val="20"/>
              </w:rPr>
              <w:t>, Кашка-</w:t>
            </w:r>
            <w:proofErr w:type="spellStart"/>
            <w:r w:rsidRPr="004561D6">
              <w:rPr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sz w:val="20"/>
                <w:szCs w:val="20"/>
              </w:rPr>
              <w:t>, Чон-</w:t>
            </w:r>
            <w:proofErr w:type="spellStart"/>
            <w:r w:rsidRPr="004561D6">
              <w:rPr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сельские Советы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во вновь образованный Чон-</w:t>
            </w:r>
            <w:proofErr w:type="spellStart"/>
            <w:r w:rsidRPr="004561D6">
              <w:rPr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район. </w:t>
            </w:r>
          </w:p>
        </w:tc>
      </w:tr>
      <w:tr w:rsidR="00B16532" w:rsidRPr="004561D6" w14:paraId="109F3B0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76F164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5A32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30.10.1996 № 58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415D2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Сёла Нура и </w:t>
            </w:r>
            <w:proofErr w:type="spellStart"/>
            <w:r w:rsidRPr="004561D6">
              <w:rPr>
                <w:sz w:val="20"/>
                <w:szCs w:val="20"/>
              </w:rPr>
              <w:t>Кек-Суу</w:t>
            </w:r>
            <w:proofErr w:type="spellEnd"/>
            <w:r w:rsidRPr="004561D6">
              <w:rPr>
                <w:sz w:val="20"/>
                <w:szCs w:val="20"/>
              </w:rPr>
              <w:t xml:space="preserve"> Талды-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переданы в административно-территориальное подчинение Сары-</w:t>
            </w:r>
            <w:proofErr w:type="spellStart"/>
            <w:r w:rsidRPr="004561D6">
              <w:rPr>
                <w:sz w:val="20"/>
                <w:szCs w:val="20"/>
              </w:rPr>
              <w:t>Ташского</w:t>
            </w:r>
            <w:proofErr w:type="spellEnd"/>
            <w:r w:rsidRPr="004561D6">
              <w:rPr>
                <w:sz w:val="20"/>
                <w:szCs w:val="20"/>
              </w:rPr>
              <w:t xml:space="preserve"> (пгт. этого же района) поселкового кенеша Ошской области. </w:t>
            </w:r>
          </w:p>
        </w:tc>
      </w:tr>
      <w:tr w:rsidR="00B16532" w:rsidRPr="004561D6" w14:paraId="51B7143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A7FBD8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55CD2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76A57A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48A6E08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8F1BC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Кадамжайский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  <w:p w14:paraId="4828A7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(Фрунзенский)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006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821-XII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EF193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Переименован Фрунзенский район Ошской области в </w:t>
            </w:r>
            <w:proofErr w:type="spellStart"/>
            <w:r w:rsidRPr="004561D6">
              <w:rPr>
                <w:sz w:val="20"/>
                <w:szCs w:val="20"/>
              </w:rPr>
              <w:t>Кадамжайский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0B7FF68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501099D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AB310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143D4A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1ED6CB5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209CA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Кульджин</w:t>
            </w:r>
            <w:proofErr w:type="spellEnd"/>
            <w:r w:rsidRPr="004561D6">
              <w:rPr>
                <w:b/>
                <w:sz w:val="20"/>
                <w:szCs w:val="20"/>
              </w:rPr>
              <w:t>-</w:t>
            </w:r>
            <w:proofErr w:type="spellStart"/>
            <w:r w:rsidRPr="004561D6">
              <w:rPr>
                <w:b/>
                <w:sz w:val="20"/>
                <w:szCs w:val="20"/>
              </w:rPr>
              <w:t>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  <w:p w14:paraId="4926EB8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(Советский)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604E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826-XII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E97564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Переименован Советский район Ошской области в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>Кара-</w:t>
            </w:r>
            <w:proofErr w:type="spellStart"/>
            <w:r w:rsidRPr="004561D6">
              <w:rPr>
                <w:sz w:val="20"/>
                <w:szCs w:val="20"/>
              </w:rPr>
              <w:t>Кульджинский</w:t>
            </w:r>
            <w:proofErr w:type="spellEnd"/>
            <w:r w:rsidRPr="004561D6">
              <w:rPr>
                <w:sz w:val="20"/>
                <w:szCs w:val="20"/>
              </w:rPr>
              <w:t>.</w:t>
            </w:r>
          </w:p>
        </w:tc>
      </w:tr>
      <w:tr w:rsidR="00B16532" w:rsidRPr="004561D6" w14:paraId="22BB2C1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142F29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1509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5E74FE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791D189D" w14:textId="77777777" w:rsidTr="00881BC3">
        <w:trPr>
          <w:trHeight w:val="57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1970C7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1AC67EE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F7B4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22.06.1990 № 87-XII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290E7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Город Кара-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отнесен к категории городов областного подчинения.</w:t>
            </w:r>
          </w:p>
        </w:tc>
      </w:tr>
      <w:tr w:rsidR="00B16532" w:rsidRPr="004561D6" w14:paraId="3C2EC29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C46250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6C62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847-XII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ED56F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Город областного подчинения Кара-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 передан в подчинение Кара-</w:t>
            </w:r>
            <w:proofErr w:type="spellStart"/>
            <w:r w:rsidRPr="004561D6">
              <w:rPr>
                <w:sz w:val="20"/>
                <w:szCs w:val="20"/>
              </w:rPr>
              <w:t>Суйскому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районному Совету народных депутатов.</w:t>
            </w:r>
          </w:p>
        </w:tc>
      </w:tr>
      <w:tr w:rsidR="00B16532" w:rsidRPr="004561D6" w14:paraId="70C3C86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EBC17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8FAC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6A296B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BDE2AD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EB41A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Ляйлякский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594171D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A03D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814-XII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132908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Село Кольцо Кулундинского сельсовета передано в административное подчинение </w:t>
            </w:r>
            <w:proofErr w:type="spellStart"/>
            <w:r w:rsidRPr="004561D6">
              <w:rPr>
                <w:sz w:val="20"/>
                <w:szCs w:val="20"/>
              </w:rPr>
              <w:t>Сулюктинского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городского Совета народных депутатов.</w:t>
            </w:r>
          </w:p>
        </w:tc>
      </w:tr>
      <w:tr w:rsidR="00B16532" w:rsidRPr="004561D6" w14:paraId="0C9DD40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1F01C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41C0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A04FE54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68521A46" w14:textId="77777777" w:rsidTr="00881BC3">
        <w:trPr>
          <w:trHeight w:val="51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DBDF8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Узгенский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171AB60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5F3A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22.06.1990 № 87-XII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21F21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Город Узген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отнесен к категории городов областного подчинения.</w:t>
            </w:r>
          </w:p>
        </w:tc>
      </w:tr>
      <w:tr w:rsidR="00B16532" w:rsidRPr="004561D6" w14:paraId="57308AB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C6E42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1F4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847-XII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CBA03C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Город Узген областного подчинения передан в подчинение </w:t>
            </w:r>
            <w:proofErr w:type="spellStart"/>
            <w:r w:rsidRPr="004561D6">
              <w:rPr>
                <w:sz w:val="20"/>
                <w:szCs w:val="20"/>
              </w:rPr>
              <w:t>Узгенскому</w:t>
            </w:r>
            <w:proofErr w:type="spellEnd"/>
            <w:r w:rsidRPr="004561D6">
              <w:rPr>
                <w:sz w:val="20"/>
                <w:szCs w:val="20"/>
              </w:rPr>
              <w:t xml:space="preserve"> районному Совету народных депутатов.</w:t>
            </w:r>
          </w:p>
        </w:tc>
      </w:tr>
      <w:tr w:rsidR="00B16532" w:rsidRPr="004561D6" w14:paraId="24D95A5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C47687F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0C94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9B73783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C9F5EE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16B3C21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Чон-</w:t>
            </w:r>
            <w:proofErr w:type="spellStart"/>
            <w:r w:rsidRPr="004561D6">
              <w:rPr>
                <w:b/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49EEA23E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2FFB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27.02.1992 № 764-XII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A8C521" w14:textId="77777777" w:rsidR="00B16532" w:rsidRPr="004561D6" w:rsidRDefault="00B16532" w:rsidP="00433061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Чон-</w:t>
            </w:r>
            <w:proofErr w:type="spellStart"/>
            <w:r w:rsidRPr="004561D6">
              <w:rPr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образован из </w:t>
            </w:r>
            <w:proofErr w:type="spellStart"/>
            <w:r w:rsidRPr="004561D6">
              <w:rPr>
                <w:sz w:val="20"/>
                <w:szCs w:val="20"/>
              </w:rPr>
              <w:t>Джекендинского</w:t>
            </w:r>
            <w:proofErr w:type="spellEnd"/>
            <w:r w:rsidRPr="004561D6">
              <w:rPr>
                <w:sz w:val="20"/>
                <w:szCs w:val="20"/>
              </w:rPr>
              <w:t>, Кашка-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>, Чон-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сельских </w:t>
            </w:r>
            <w:proofErr w:type="spellStart"/>
            <w:r w:rsidR="00433061" w:rsidRPr="004561D6">
              <w:rPr>
                <w:sz w:val="20"/>
                <w:szCs w:val="20"/>
              </w:rPr>
              <w:t>c</w:t>
            </w:r>
            <w:r w:rsidRPr="004561D6">
              <w:rPr>
                <w:sz w:val="20"/>
                <w:szCs w:val="20"/>
              </w:rPr>
              <w:t>оветов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района.</w:t>
            </w:r>
          </w:p>
        </w:tc>
      </w:tr>
      <w:tr w:rsidR="00B16532" w:rsidRPr="004561D6" w14:paraId="2ADFF21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097F1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C8844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E4716B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03385D47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57E6A6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Таласская область</w:t>
            </w:r>
          </w:p>
        </w:tc>
      </w:tr>
      <w:tr w:rsidR="00B16532" w:rsidRPr="004561D6" w14:paraId="495A1E9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5F20B8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707F6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796666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</w:p>
        </w:tc>
      </w:tr>
      <w:tr w:rsidR="00B16532" w:rsidRPr="004561D6" w14:paraId="308DB8E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55326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Бакай-Атинский </w:t>
            </w:r>
          </w:p>
          <w:p w14:paraId="5C7C145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район </w:t>
            </w:r>
          </w:p>
          <w:p w14:paraId="1F25A69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</w:t>
            </w:r>
            <w:proofErr w:type="spellStart"/>
            <w:r w:rsidRPr="004561D6">
              <w:rPr>
                <w:b/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516A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822-XII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F19FD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Ленинпольский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переименован в Бакай-Атинский.</w:t>
            </w:r>
          </w:p>
        </w:tc>
      </w:tr>
      <w:tr w:rsidR="00B16532" w:rsidRPr="004561D6" w14:paraId="22BCF66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FC20F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Бууринский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2E892E1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район </w:t>
            </w:r>
          </w:p>
          <w:p w14:paraId="5FB944E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(Кировский)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6108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822-XII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504585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Кировский район переименован в Кара-</w:t>
            </w:r>
            <w:proofErr w:type="spellStart"/>
            <w:r w:rsidRPr="004561D6">
              <w:rPr>
                <w:sz w:val="20"/>
                <w:szCs w:val="20"/>
              </w:rPr>
              <w:t>Бууринский</w:t>
            </w:r>
            <w:proofErr w:type="spellEnd"/>
            <w:r w:rsidRPr="004561D6">
              <w:rPr>
                <w:sz w:val="20"/>
                <w:szCs w:val="20"/>
              </w:rPr>
              <w:t>. Административный центр с. Кировское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переименовано в село Кызыл-Адыр. </w:t>
            </w:r>
          </w:p>
        </w:tc>
      </w:tr>
      <w:tr w:rsidR="00B16532" w:rsidRPr="004561D6" w14:paraId="6520879F" w14:textId="77777777" w:rsidTr="00881BC3">
        <w:trPr>
          <w:cantSplit/>
          <w:trHeight w:val="88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5216F" w14:textId="77777777" w:rsidR="00B16532" w:rsidRPr="004561D6" w:rsidRDefault="00B16532" w:rsidP="00B16532">
            <w:pPr>
              <w:keepNext/>
              <w:jc w:val="both"/>
              <w:outlineLvl w:val="1"/>
              <w:rPr>
                <w:sz w:val="10"/>
                <w:szCs w:val="20"/>
              </w:rPr>
            </w:pPr>
          </w:p>
        </w:tc>
      </w:tr>
      <w:tr w:rsidR="00B16532" w:rsidRPr="004561D6" w14:paraId="113385C0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FFD8F9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Чуйская область</w:t>
            </w:r>
          </w:p>
        </w:tc>
      </w:tr>
      <w:tr w:rsidR="00B16532" w:rsidRPr="004561D6" w14:paraId="23E7E6A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09EE08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97E3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0B69D4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89536B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2873E4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Аламудунский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  <w:p w14:paraId="696DCFF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</w:t>
            </w:r>
            <w:proofErr w:type="spellStart"/>
            <w:r w:rsidRPr="004561D6">
              <w:rPr>
                <w:b/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FEED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12.18.1992 </w:t>
            </w:r>
            <w:r w:rsidRPr="004561D6">
              <w:rPr>
                <w:sz w:val="18"/>
                <w:szCs w:val="20"/>
              </w:rPr>
              <w:t>№ 1120-XII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0AFCE9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Аламединский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транскрибировать на русском языке наименование как </w:t>
            </w:r>
            <w:proofErr w:type="spellStart"/>
            <w:r w:rsidRPr="004561D6">
              <w:rPr>
                <w:sz w:val="20"/>
                <w:szCs w:val="20"/>
              </w:rPr>
              <w:t>Аламудунский</w:t>
            </w:r>
            <w:proofErr w:type="spellEnd"/>
            <w:r w:rsidRPr="004561D6">
              <w:rPr>
                <w:sz w:val="20"/>
                <w:szCs w:val="20"/>
              </w:rPr>
              <w:t xml:space="preserve">. </w:t>
            </w:r>
          </w:p>
        </w:tc>
      </w:tr>
      <w:tr w:rsidR="00B16532" w:rsidRPr="004561D6" w14:paraId="7AFB80F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60A33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1FFD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A0E846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C621E1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909FF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Жайылский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50566F5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B6DC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08.05.1993 </w:t>
            </w:r>
            <w:r w:rsidRPr="004561D6">
              <w:rPr>
                <w:sz w:val="18"/>
                <w:szCs w:val="20"/>
              </w:rPr>
              <w:t>№ 1226-XII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AF0BB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Калининский район переименован в </w:t>
            </w:r>
            <w:proofErr w:type="spellStart"/>
            <w:r w:rsidRPr="004561D6">
              <w:rPr>
                <w:sz w:val="20"/>
                <w:szCs w:val="20"/>
              </w:rPr>
              <w:t>Жайылский</w:t>
            </w:r>
            <w:proofErr w:type="spellEnd"/>
            <w:r w:rsidRPr="004561D6">
              <w:rPr>
                <w:sz w:val="20"/>
                <w:szCs w:val="20"/>
              </w:rPr>
              <w:t xml:space="preserve">. </w:t>
            </w:r>
          </w:p>
        </w:tc>
      </w:tr>
      <w:tr w:rsidR="00B16532" w:rsidRPr="004561D6" w14:paraId="5DAF724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2916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(Калининский)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A29F1" w14:textId="77777777" w:rsidR="00B16532" w:rsidRPr="004561D6" w:rsidRDefault="00B16532" w:rsidP="00B16532">
            <w:pPr>
              <w:rPr>
                <w:sz w:val="16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28.09.1995 </w:t>
            </w:r>
            <w:r w:rsidRPr="004561D6">
              <w:rPr>
                <w:sz w:val="16"/>
                <w:szCs w:val="20"/>
              </w:rPr>
              <w:t xml:space="preserve">№ 170-1«П»; </w:t>
            </w:r>
            <w:r w:rsidRPr="004561D6">
              <w:rPr>
                <w:sz w:val="20"/>
                <w:szCs w:val="20"/>
              </w:rPr>
              <w:t>28.08.95.</w:t>
            </w:r>
            <w:r w:rsidRPr="004561D6">
              <w:rPr>
                <w:sz w:val="16"/>
                <w:szCs w:val="20"/>
              </w:rPr>
              <w:t xml:space="preserve"> </w:t>
            </w:r>
          </w:p>
          <w:p w14:paraId="523800C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16"/>
                <w:szCs w:val="20"/>
              </w:rPr>
              <w:t>№ 183-1«З»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83BB2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</w:t>
            </w:r>
            <w:proofErr w:type="spellStart"/>
            <w:r w:rsidRPr="004561D6">
              <w:rPr>
                <w:sz w:val="20"/>
                <w:szCs w:val="20"/>
              </w:rPr>
              <w:t>Жайылский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 в единый административно- территориальный район - </w:t>
            </w:r>
            <w:proofErr w:type="spellStart"/>
            <w:r w:rsidRPr="004561D6">
              <w:rPr>
                <w:sz w:val="20"/>
                <w:szCs w:val="20"/>
              </w:rPr>
              <w:t>Жайылский</w:t>
            </w:r>
            <w:proofErr w:type="spellEnd"/>
            <w:r w:rsidRPr="004561D6">
              <w:rPr>
                <w:sz w:val="20"/>
                <w:szCs w:val="20"/>
              </w:rPr>
              <w:t xml:space="preserve"> в составе Чуйской области (центр - город Кара-Балта).</w:t>
            </w:r>
          </w:p>
        </w:tc>
      </w:tr>
      <w:tr w:rsidR="00B16532" w:rsidRPr="004561D6" w14:paraId="6FB1991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EBEEC19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455A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07721D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B27689E" w14:textId="77777777" w:rsidTr="00881BC3">
        <w:trPr>
          <w:trHeight w:val="45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4A663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Ысык-Атинский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1013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12.18.1992 </w:t>
            </w:r>
            <w:r w:rsidRPr="004561D6">
              <w:rPr>
                <w:sz w:val="18"/>
                <w:szCs w:val="20"/>
              </w:rPr>
              <w:t>№ 1120-XII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8D8404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Иссык-Атинский транскрибировать на русском языке наименование как Ысык-Атинский.</w:t>
            </w:r>
          </w:p>
        </w:tc>
      </w:tr>
      <w:tr w:rsidR="00B16532" w:rsidRPr="004561D6" w14:paraId="4C43FDE0" w14:textId="77777777" w:rsidTr="00881BC3">
        <w:trPr>
          <w:trHeight w:val="55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1E55A6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(Иссык-Атинский)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9F59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08.05.1993 </w:t>
            </w:r>
            <w:r w:rsidRPr="004561D6">
              <w:rPr>
                <w:sz w:val="18"/>
                <w:szCs w:val="20"/>
              </w:rPr>
              <w:t>№ 1227-XII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CDE6E8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пгт. Ивановка Ысык-Атинского района отнесен к категории сельсовета, переименован в Ивановский сельсовет.</w:t>
            </w:r>
          </w:p>
        </w:tc>
      </w:tr>
      <w:tr w:rsidR="00B16532" w:rsidRPr="004561D6" w14:paraId="513968D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76F4E5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E5DB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03.09.1998 № 128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FF039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Ысык-Атинский и </w:t>
            </w:r>
            <w:proofErr w:type="spellStart"/>
            <w:r w:rsidRPr="004561D6">
              <w:rPr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 в единую административно-территориальную единицу в составе Чуйской области. </w:t>
            </w:r>
            <w:r w:rsidRPr="004561D6">
              <w:rPr>
                <w:sz w:val="20"/>
                <w:szCs w:val="20"/>
              </w:rPr>
              <w:lastRenderedPageBreak/>
              <w:t>Присвоено объединенному району наименование Ысык-Атинский (центр -город Кант).</w:t>
            </w:r>
          </w:p>
        </w:tc>
      </w:tr>
      <w:tr w:rsidR="00B16532" w:rsidRPr="004561D6" w14:paraId="3CC85EE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7891D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EED39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E5F6592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8F3D97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EE1EC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631FCE7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FEBE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03.09.1998 № 128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D4A5D8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Ысык-Атинский и </w:t>
            </w:r>
            <w:proofErr w:type="spellStart"/>
            <w:r w:rsidRPr="004561D6">
              <w:rPr>
                <w:sz w:val="20"/>
                <w:szCs w:val="20"/>
              </w:rPr>
              <w:t>Кантский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 в единую административно-территориальную единицу в составе Чуйской области. Присвоено объединенному району наименование Ысык-Атинский (центр -город Кант).</w:t>
            </w:r>
          </w:p>
        </w:tc>
      </w:tr>
      <w:tr w:rsidR="00B16532" w:rsidRPr="004561D6" w14:paraId="4836BB9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EB869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67A09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D493CB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35BDD450" w14:textId="77777777" w:rsidTr="00881BC3">
        <w:trPr>
          <w:trHeight w:val="56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6C6AE5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Кеминский </w:t>
            </w:r>
          </w:p>
          <w:p w14:paraId="3F1C66A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ADD2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06.03.1992 № 829-XI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321E0E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Переименован пгт. Быстровка в пгт. Кемин.</w:t>
            </w:r>
          </w:p>
        </w:tc>
      </w:tr>
      <w:tr w:rsidR="00B16532" w:rsidRPr="004561D6" w14:paraId="6E0B25E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E86C51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Московский </w:t>
            </w:r>
          </w:p>
          <w:p w14:paraId="2344273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1991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08.05.1993 </w:t>
            </w:r>
            <w:r w:rsidRPr="004561D6">
              <w:rPr>
                <w:sz w:val="18"/>
                <w:szCs w:val="20"/>
              </w:rPr>
              <w:t>№ 1227-XII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79CF1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Город районного подчинения Ак-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 отнесен к категории сельсовета, переименован в Первомайский сельсовет. Город районного подчинения Ак-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 исключен из учетных данных Московского района.</w:t>
            </w:r>
          </w:p>
        </w:tc>
      </w:tr>
      <w:tr w:rsidR="00B16532" w:rsidRPr="004561D6" w14:paraId="69898A6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BA331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ABEE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3EBA9B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7ED6F730" w14:textId="77777777" w:rsidTr="00881BC3">
        <w:trPr>
          <w:trHeight w:val="50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C9041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7032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28.05.1994 </w:t>
            </w:r>
            <w:r w:rsidRPr="004561D6">
              <w:rPr>
                <w:sz w:val="18"/>
                <w:szCs w:val="20"/>
              </w:rPr>
              <w:t>№ 1560-XII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B13F5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передан из Нарынской области в состав Чуйской области.</w:t>
            </w:r>
          </w:p>
        </w:tc>
      </w:tr>
      <w:tr w:rsidR="00B16532" w:rsidRPr="004561D6" w14:paraId="18BE3121" w14:textId="77777777" w:rsidTr="00881BC3">
        <w:trPr>
          <w:trHeight w:val="88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7D5FAC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368D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28.09.1995 </w:t>
            </w:r>
            <w:r w:rsidRPr="004561D6">
              <w:rPr>
                <w:sz w:val="16"/>
                <w:szCs w:val="20"/>
              </w:rPr>
              <w:t xml:space="preserve">«П»№ 170-1; </w:t>
            </w:r>
            <w:r w:rsidRPr="004561D6">
              <w:rPr>
                <w:sz w:val="20"/>
                <w:szCs w:val="20"/>
              </w:rPr>
              <w:t>22.08.1995</w:t>
            </w:r>
            <w:r w:rsidRPr="004561D6">
              <w:rPr>
                <w:sz w:val="16"/>
                <w:szCs w:val="20"/>
              </w:rPr>
              <w:t xml:space="preserve"> «З» №183-1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D89AF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Объединены </w:t>
            </w:r>
            <w:proofErr w:type="spellStart"/>
            <w:r w:rsidRPr="004561D6">
              <w:rPr>
                <w:sz w:val="20"/>
                <w:szCs w:val="20"/>
              </w:rPr>
              <w:t>Жайылский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Суусамырский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 в единый административно-территориальный район - </w:t>
            </w:r>
            <w:proofErr w:type="spellStart"/>
            <w:r w:rsidRPr="004561D6">
              <w:rPr>
                <w:sz w:val="20"/>
                <w:szCs w:val="20"/>
              </w:rPr>
              <w:t>Жайылский</w:t>
            </w:r>
            <w:proofErr w:type="spellEnd"/>
            <w:r w:rsidRPr="004561D6">
              <w:rPr>
                <w:sz w:val="20"/>
                <w:szCs w:val="20"/>
              </w:rPr>
              <w:t xml:space="preserve"> в составе Чуйской области (центр - город Кара-Балта).</w:t>
            </w:r>
          </w:p>
        </w:tc>
      </w:tr>
      <w:tr w:rsidR="00B16532" w:rsidRPr="004561D6" w14:paraId="5315DD7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6F7D5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7DE2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824174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17FD7C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8DE5F1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Чуйский</w:t>
            </w:r>
          </w:p>
          <w:p w14:paraId="55F30A6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25CA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16.04.1994 </w:t>
            </w:r>
            <w:r w:rsidRPr="004561D6">
              <w:rPr>
                <w:sz w:val="18"/>
                <w:szCs w:val="20"/>
              </w:rPr>
              <w:t>№ 1507-XII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09EAC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Упразднены Чуйский район Чуйской области, все </w:t>
            </w:r>
            <w:proofErr w:type="spellStart"/>
            <w:r w:rsidRPr="004561D6">
              <w:rPr>
                <w:sz w:val="20"/>
                <w:szCs w:val="20"/>
              </w:rPr>
              <w:t>айыльные</w:t>
            </w:r>
            <w:proofErr w:type="spellEnd"/>
            <w:r w:rsidRPr="004561D6">
              <w:rPr>
                <w:sz w:val="20"/>
                <w:szCs w:val="20"/>
              </w:rPr>
              <w:t xml:space="preserve"> кенеши переданы в административно-территориальное подчинение городскому кенешу и городской администрации Токмак.</w:t>
            </w:r>
          </w:p>
        </w:tc>
      </w:tr>
      <w:tr w:rsidR="00B16532" w:rsidRPr="004561D6" w14:paraId="1A7D185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85322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2B62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471BD70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102E6C3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1A941C" w14:textId="77777777" w:rsidR="00B16532" w:rsidRPr="004561D6" w:rsidRDefault="00B16532" w:rsidP="00B16532">
            <w:pPr>
              <w:rPr>
                <w:szCs w:val="20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14"/>
            </w:tblGrid>
            <w:tr w:rsidR="00B16532" w:rsidRPr="004561D6" w14:paraId="53F1D445" w14:textId="77777777" w:rsidTr="00881BC3">
              <w:trPr>
                <w:cantSplit/>
              </w:trPr>
              <w:tc>
                <w:tcPr>
                  <w:tcW w:w="103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0CC9A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  <w:r w:rsidRPr="004561D6">
                    <w:rPr>
                      <w:b/>
                      <w:szCs w:val="20"/>
                    </w:rPr>
                    <w:t>Изменения  в административно-территориальном устройстве страны</w:t>
                  </w:r>
                </w:p>
                <w:p w14:paraId="43A60A9C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  <w:r w:rsidRPr="004561D6">
                    <w:rPr>
                      <w:b/>
                      <w:szCs w:val="20"/>
                    </w:rPr>
                    <w:t>за 1999-2008гг.</w:t>
                  </w:r>
                </w:p>
              </w:tc>
            </w:tr>
          </w:tbl>
          <w:p w14:paraId="7F692D7C" w14:textId="77777777" w:rsidR="00B16532" w:rsidRPr="004561D6" w:rsidRDefault="00B16532" w:rsidP="00B16532">
            <w:pPr>
              <w:jc w:val="center"/>
              <w:rPr>
                <w:b/>
                <w:szCs w:val="20"/>
              </w:rPr>
            </w:pPr>
          </w:p>
        </w:tc>
      </w:tr>
      <w:tr w:rsidR="00B16532" w:rsidRPr="004561D6" w14:paraId="77C48C7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75B6BED" w14:textId="77777777" w:rsidR="00B16532" w:rsidRPr="004561D6" w:rsidRDefault="00B16532" w:rsidP="00B16532">
            <w:pPr>
              <w:jc w:val="center"/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85FEE" w14:textId="77777777" w:rsidR="00B16532" w:rsidRPr="004561D6" w:rsidRDefault="00B16532" w:rsidP="00B16532">
            <w:pPr>
              <w:jc w:val="center"/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9503EE" w14:textId="77777777" w:rsidR="00B16532" w:rsidRPr="004561D6" w:rsidRDefault="00B16532" w:rsidP="00B16532">
            <w:pPr>
              <w:jc w:val="center"/>
              <w:rPr>
                <w:sz w:val="10"/>
                <w:szCs w:val="20"/>
              </w:rPr>
            </w:pPr>
          </w:p>
        </w:tc>
      </w:tr>
      <w:tr w:rsidR="00B16532" w:rsidRPr="004561D6" w14:paraId="1AD76EFB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D8440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>Баткенск</w:t>
            </w:r>
            <w:r w:rsidRPr="004561D6">
              <w:rPr>
                <w:b/>
                <w:sz w:val="20"/>
                <w:szCs w:val="20"/>
              </w:rPr>
              <w:t>ая область</w:t>
            </w:r>
          </w:p>
        </w:tc>
      </w:tr>
      <w:tr w:rsidR="00B16532" w:rsidRPr="004561D6" w14:paraId="7529242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5C963F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C808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CAA87D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E5709B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5DEEF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Баткенская </w:t>
            </w:r>
          </w:p>
          <w:p w14:paraId="1CA4AC0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87AE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13.10.1999 № 110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73F10F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образовании Баткенской области Кыргызской Республики»</w:t>
            </w:r>
          </w:p>
          <w:p w14:paraId="797B682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</w:t>
            </w: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Образовать Баткенскую область, включив в ее состав, из Ошской области в существующих границах Баткенский, </w:t>
            </w:r>
            <w:proofErr w:type="spellStart"/>
            <w:r w:rsidRPr="004561D6">
              <w:rPr>
                <w:sz w:val="20"/>
                <w:szCs w:val="20"/>
              </w:rPr>
              <w:t>Кадамжайский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Ляйлякский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районы и города Кызыл-Кия, </w:t>
            </w:r>
            <w:proofErr w:type="spellStart"/>
            <w:r w:rsidRPr="004561D6">
              <w:rPr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2948A23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1B924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6C85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D008DB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2BC9CD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839C1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Баткен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86AE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18.02.2000 № 42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FA41D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образовании города Баткен Баткенской области Кыргызской Республики» (придании ему статуса города районного значения).</w:t>
            </w:r>
          </w:p>
        </w:tc>
      </w:tr>
      <w:tr w:rsidR="00B16532" w:rsidRPr="004561D6" w14:paraId="49F6E8F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D8AAE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0795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01.12.2008 № 247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DBE54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выводе города Баткен из состава Баткенского района Баткенской области Кыргызской Республики и придании ему статуса города областного значения».</w:t>
            </w:r>
          </w:p>
        </w:tc>
      </w:tr>
      <w:tr w:rsidR="00B16532" w:rsidRPr="004561D6" w14:paraId="35EE0FC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5463C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3F85E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DC27C2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7D9F814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8DEFD2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Баткенский </w:t>
            </w:r>
          </w:p>
          <w:p w14:paraId="6DA2E18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горкенеш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53B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05.02.2001 № 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041F6A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передаче сел Булак-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>, Кызыл-Жол и Базар-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аильных</w:t>
            </w:r>
            <w:proofErr w:type="spellEnd"/>
            <w:r w:rsidRPr="004561D6">
              <w:rPr>
                <w:sz w:val="20"/>
                <w:szCs w:val="20"/>
              </w:rPr>
              <w:t xml:space="preserve"> кенешей Баткенского района Баткенскому городскому кенешу Баткенской области Кыргызской Республики».</w:t>
            </w:r>
          </w:p>
        </w:tc>
      </w:tr>
      <w:tr w:rsidR="00B16532" w:rsidRPr="004561D6" w14:paraId="2D3A1AE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30B97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73B7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C1BB46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D865B8E" w14:textId="77777777" w:rsidTr="00881BC3">
        <w:trPr>
          <w:trHeight w:val="205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26419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  <w:proofErr w:type="spellStart"/>
            <w:r w:rsidRPr="004561D6">
              <w:rPr>
                <w:b/>
                <w:sz w:val="20"/>
                <w:szCs w:val="20"/>
              </w:rPr>
              <w:t>Исфана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02B5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05.02.2001 № 21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7C1D8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образовании города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6486556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«Образовать город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на базе села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с прилегающими границами существующих административно-территориальных образований сел Мырза-Патча, Самат, </w:t>
            </w:r>
            <w:proofErr w:type="spellStart"/>
            <w:r w:rsidRPr="004561D6">
              <w:rPr>
                <w:sz w:val="20"/>
                <w:szCs w:val="20"/>
              </w:rPr>
              <w:t>Чимген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Тайлан</w:t>
            </w:r>
            <w:proofErr w:type="spellEnd"/>
            <w:r w:rsidRPr="004561D6">
              <w:rPr>
                <w:sz w:val="20"/>
                <w:szCs w:val="20"/>
              </w:rPr>
              <w:t xml:space="preserve">, Ак-Булак, </w:t>
            </w:r>
            <w:proofErr w:type="spellStart"/>
            <w:r w:rsidRPr="004561D6">
              <w:rPr>
                <w:sz w:val="20"/>
                <w:szCs w:val="20"/>
              </w:rPr>
              <w:t>Голбо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10865C0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</w:t>
            </w:r>
            <w:r w:rsidRPr="004561D6">
              <w:rPr>
                <w:sz w:val="20"/>
                <w:szCs w:val="20"/>
              </w:rPr>
              <w:t xml:space="preserve">. «Придать городу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статус города районного подчинения».</w:t>
            </w:r>
          </w:p>
        </w:tc>
      </w:tr>
      <w:tr w:rsidR="00B16532" w:rsidRPr="004561D6" w14:paraId="08941FA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673219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C70E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 № 97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E3251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внесении изменений и дополнений в закон Кыргызской Республики "Об образовании города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1D134D9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1. </w:t>
            </w:r>
            <w:r w:rsidRPr="004561D6">
              <w:rPr>
                <w:sz w:val="20"/>
                <w:szCs w:val="20"/>
              </w:rPr>
              <w:t xml:space="preserve">"Образовать город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на базе села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с прилегающими границами существующих административно-территориальных образований сел Мырза-Патча, Самат, </w:t>
            </w:r>
            <w:proofErr w:type="spellStart"/>
            <w:r w:rsidRPr="004561D6">
              <w:rPr>
                <w:sz w:val="20"/>
                <w:szCs w:val="20"/>
              </w:rPr>
              <w:t>Чимген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Тайлан</w:t>
            </w:r>
            <w:proofErr w:type="spellEnd"/>
            <w:r w:rsidRPr="004561D6">
              <w:rPr>
                <w:sz w:val="20"/>
                <w:szCs w:val="20"/>
              </w:rPr>
              <w:t xml:space="preserve">, Ак-Булак, </w:t>
            </w:r>
            <w:proofErr w:type="spellStart"/>
            <w:r w:rsidRPr="004561D6">
              <w:rPr>
                <w:sz w:val="20"/>
                <w:szCs w:val="20"/>
              </w:rPr>
              <w:t>Голбо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и сохранить для   населения вышеуказанных сел все существующие льготы".</w:t>
            </w:r>
          </w:p>
        </w:tc>
      </w:tr>
      <w:tr w:rsidR="00B16532" w:rsidRPr="004561D6" w14:paraId="4E63750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58E167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FB44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B50A93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14C08E35" w14:textId="77777777" w:rsidTr="00881BC3">
        <w:trPr>
          <w:trHeight w:val="81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8C8BC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  <w:proofErr w:type="spellStart"/>
            <w:r w:rsidRPr="004561D6">
              <w:rPr>
                <w:b/>
                <w:sz w:val="20"/>
                <w:szCs w:val="20"/>
              </w:rPr>
              <w:t>Сулюкта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AC75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18.02.2000 № 41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E1DB54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города </w:t>
            </w:r>
            <w:proofErr w:type="spellStart"/>
            <w:r w:rsidRPr="004561D6">
              <w:rPr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и придании ему статуса города областного подчинения Баткенской области Кыргызской Республики».</w:t>
            </w:r>
          </w:p>
        </w:tc>
      </w:tr>
      <w:tr w:rsidR="00B16532" w:rsidRPr="004561D6" w14:paraId="3EF810F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1C552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C9BF3" w14:textId="77777777" w:rsidR="00B16532" w:rsidRPr="004561D6" w:rsidRDefault="00B16532" w:rsidP="00B16532">
            <w:pPr>
              <w:rPr>
                <w:sz w:val="16"/>
                <w:szCs w:val="20"/>
              </w:rPr>
            </w:pPr>
            <w:r w:rsidRPr="004561D6">
              <w:rPr>
                <w:sz w:val="20"/>
                <w:szCs w:val="20"/>
              </w:rPr>
              <w:t>05.12.2003 № 230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4F7BC1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внесении изменений в некоторые законодательные акты Кыргызской Республики (</w:t>
            </w:r>
            <w:r w:rsidRPr="004561D6">
              <w:rPr>
                <w:b/>
                <w:sz w:val="20"/>
                <w:szCs w:val="20"/>
              </w:rPr>
              <w:t xml:space="preserve">Статья 2. </w:t>
            </w:r>
            <w:r w:rsidRPr="004561D6">
              <w:rPr>
                <w:sz w:val="20"/>
                <w:szCs w:val="20"/>
              </w:rPr>
              <w:t xml:space="preserve">Признать утратившим силу Закон Кыргызской Республики «Об объединении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города </w:t>
            </w:r>
            <w:proofErr w:type="spellStart"/>
            <w:r w:rsidRPr="004561D6">
              <w:rPr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sz w:val="20"/>
                <w:szCs w:val="20"/>
              </w:rPr>
              <w:t xml:space="preserve"> Ошской области Кыргызской Республики в единую административно-территориальную единицу»)».</w:t>
            </w:r>
          </w:p>
        </w:tc>
      </w:tr>
      <w:tr w:rsidR="00B16532" w:rsidRPr="004561D6" w14:paraId="32BFD45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DB0375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8BDE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A94B71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0D12E374" w14:textId="77777777" w:rsidTr="00881BC3">
        <w:trPr>
          <w:trHeight w:val="83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41E07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Баткенский </w:t>
            </w:r>
          </w:p>
          <w:p w14:paraId="6E4D7E1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BF78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05.02.2001 № 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84ADF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передаче сел Булак-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>, Кызыл-Жол и Базар-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кенешей Баткенского района Баткенскому городскому кенешу Баткенской области Кыргызской Республики».</w:t>
            </w:r>
          </w:p>
        </w:tc>
      </w:tr>
      <w:tr w:rsidR="00B16532" w:rsidRPr="004561D6" w14:paraId="21A807ED" w14:textId="77777777" w:rsidTr="00881BC3">
        <w:trPr>
          <w:trHeight w:val="98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ACA33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F740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12.05.2001 № 40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1285E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создании на базе </w:t>
            </w:r>
            <w:proofErr w:type="spellStart"/>
            <w:r w:rsidRPr="004561D6">
              <w:rPr>
                <w:sz w:val="20"/>
                <w:szCs w:val="20"/>
              </w:rPr>
              <w:t>Самаркандекского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Самаркандекского</w:t>
            </w:r>
            <w:proofErr w:type="spellEnd"/>
            <w:r w:rsidRPr="004561D6">
              <w:rPr>
                <w:sz w:val="20"/>
                <w:szCs w:val="20"/>
              </w:rPr>
              <w:t>, Ак-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>, Ак-</w:t>
            </w:r>
            <w:proofErr w:type="spellStart"/>
            <w:r w:rsidRPr="004561D6">
              <w:rPr>
                <w:sz w:val="20"/>
                <w:szCs w:val="20"/>
              </w:rPr>
              <w:t>Татырского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кенешей и одноименных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окмотов</w:t>
            </w:r>
            <w:proofErr w:type="spellEnd"/>
            <w:r w:rsidRPr="004561D6">
              <w:rPr>
                <w:sz w:val="20"/>
                <w:szCs w:val="20"/>
              </w:rPr>
              <w:t xml:space="preserve"> Баткенского района Баткенской области Кыргызской Республики».</w:t>
            </w:r>
          </w:p>
        </w:tc>
      </w:tr>
      <w:tr w:rsidR="00B16532" w:rsidRPr="004561D6" w14:paraId="0D7EA566" w14:textId="77777777" w:rsidTr="00881BC3">
        <w:trPr>
          <w:trHeight w:val="65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44D62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7915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12.05.2001 № 41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EECEC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отдельных сел Баткенского района Баткенской области Кыргызской Республики».</w:t>
            </w:r>
          </w:p>
        </w:tc>
      </w:tr>
      <w:tr w:rsidR="00B16532" w:rsidRPr="004561D6" w14:paraId="311ACD65" w14:textId="77777777" w:rsidTr="00881BC3">
        <w:trPr>
          <w:trHeight w:val="8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E9BE10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41A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12.05.2001 № 42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2860E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образовании населенного на территории </w:t>
            </w:r>
            <w:proofErr w:type="spellStart"/>
            <w:r w:rsidRPr="004561D6">
              <w:rPr>
                <w:sz w:val="20"/>
                <w:szCs w:val="20"/>
              </w:rPr>
              <w:t>Суу-Башинского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Баткенского района Баткенской области Кыргызской Республики и присвоении ему наименования село Айгуль-Таш».</w:t>
            </w:r>
          </w:p>
        </w:tc>
      </w:tr>
      <w:tr w:rsidR="00B16532" w:rsidRPr="004561D6" w14:paraId="7FD0B34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C46741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1168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 № 40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2A60D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образовании села </w:t>
            </w:r>
            <w:proofErr w:type="spellStart"/>
            <w:r w:rsidRPr="004561D6">
              <w:rPr>
                <w:sz w:val="20"/>
                <w:szCs w:val="20"/>
              </w:rPr>
              <w:t>Таштумшук</w:t>
            </w:r>
            <w:proofErr w:type="spellEnd"/>
            <w:r w:rsidRPr="004561D6">
              <w:rPr>
                <w:sz w:val="20"/>
                <w:szCs w:val="20"/>
              </w:rPr>
              <w:t xml:space="preserve"> на территории села </w:t>
            </w:r>
            <w:proofErr w:type="spellStart"/>
            <w:r w:rsidRPr="004561D6">
              <w:rPr>
                <w:sz w:val="20"/>
                <w:szCs w:val="20"/>
              </w:rPr>
              <w:t>Учдобо</w:t>
            </w:r>
            <w:proofErr w:type="spellEnd"/>
            <w:r w:rsidRPr="004561D6">
              <w:rPr>
                <w:sz w:val="20"/>
                <w:szCs w:val="20"/>
              </w:rPr>
              <w:t xml:space="preserve"> Аксайского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Баткенского района Баткенской области Кыргызской Республики».</w:t>
            </w:r>
          </w:p>
        </w:tc>
      </w:tr>
      <w:tr w:rsidR="00B16532" w:rsidRPr="004561D6" w14:paraId="2A7FA0D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7A689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BFCF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F476D5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1C1C0B7B" w14:textId="77777777" w:rsidTr="00881BC3">
        <w:trPr>
          <w:trHeight w:val="100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D49712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Кадамжайский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6CF5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 № 91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CD254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села Кара-Добо из состава </w:t>
            </w:r>
            <w:proofErr w:type="spellStart"/>
            <w:r w:rsidRPr="004561D6">
              <w:rPr>
                <w:sz w:val="20"/>
                <w:szCs w:val="20"/>
              </w:rPr>
              <w:t>Марказского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и передаче его </w:t>
            </w:r>
            <w:proofErr w:type="spellStart"/>
            <w:r w:rsidRPr="004561D6">
              <w:rPr>
                <w:sz w:val="20"/>
                <w:szCs w:val="20"/>
              </w:rPr>
              <w:t>Майданскому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айыльному</w:t>
            </w:r>
            <w:proofErr w:type="spellEnd"/>
            <w:r w:rsidRPr="004561D6">
              <w:rPr>
                <w:sz w:val="20"/>
                <w:szCs w:val="20"/>
              </w:rPr>
              <w:t xml:space="preserve"> кенешу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1D4EF3C3" w14:textId="77777777" w:rsidTr="00881BC3">
        <w:trPr>
          <w:trHeight w:val="83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AF13CB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3C3F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15.03.2005 № 53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7212F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Карадобинского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Абсамат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Масалиевский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07894CCA" w14:textId="77777777" w:rsidTr="00881BC3">
        <w:trPr>
          <w:trHeight w:val="49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8EA4BE4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E51A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28.12.2006</w:t>
            </w:r>
          </w:p>
          <w:p w14:paraId="564050C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67066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отдельных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и поселковых кенешей, поселков городского типа и сел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176E8FA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«Переименовать Фрунзенский поселковый кенеш в </w:t>
            </w:r>
            <w:proofErr w:type="spellStart"/>
            <w:r w:rsidRPr="004561D6">
              <w:rPr>
                <w:sz w:val="20"/>
                <w:szCs w:val="20"/>
              </w:rPr>
              <w:t>Кадамжайский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кенеш, </w:t>
            </w:r>
            <w:proofErr w:type="spellStart"/>
            <w:r w:rsidRPr="004561D6">
              <w:rPr>
                <w:sz w:val="20"/>
                <w:szCs w:val="20"/>
              </w:rPr>
              <w:t>Хайдарканский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кенеш - в </w:t>
            </w:r>
            <w:proofErr w:type="spellStart"/>
            <w:r w:rsidRPr="004561D6">
              <w:rPr>
                <w:sz w:val="20"/>
                <w:szCs w:val="20"/>
              </w:rPr>
              <w:t>Айдаркенский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поселковый кенеш, </w:t>
            </w:r>
            <w:proofErr w:type="spellStart"/>
            <w:r w:rsidRPr="004561D6">
              <w:rPr>
                <w:sz w:val="20"/>
                <w:szCs w:val="20"/>
              </w:rPr>
              <w:t>Кетерминский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- в </w:t>
            </w:r>
            <w:proofErr w:type="spellStart"/>
            <w:r w:rsidRPr="004561D6">
              <w:rPr>
                <w:sz w:val="20"/>
                <w:szCs w:val="20"/>
              </w:rPr>
              <w:t>Котормоский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кенеш, поселок городского типа Фрунзе Фрунзенского поселкового кенеша - в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Кадамжай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кенеша,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Хайдаркан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Хайдарканского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кенеша - в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Айдаркен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Айдаркенского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кенеша, село Факел Ак-</w:t>
            </w:r>
            <w:proofErr w:type="spellStart"/>
            <w:r w:rsidRPr="004561D6">
              <w:rPr>
                <w:sz w:val="20"/>
                <w:szCs w:val="20"/>
              </w:rPr>
              <w:t>Турпакского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Жаныжер</w:t>
            </w:r>
            <w:proofErr w:type="spellEnd"/>
            <w:r w:rsidRPr="004561D6">
              <w:rPr>
                <w:sz w:val="20"/>
                <w:szCs w:val="20"/>
              </w:rPr>
              <w:t xml:space="preserve">, село </w:t>
            </w:r>
            <w:proofErr w:type="spellStart"/>
            <w:r w:rsidRPr="004561D6">
              <w:rPr>
                <w:sz w:val="20"/>
                <w:szCs w:val="20"/>
              </w:rPr>
              <w:t>Валакиш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Абсамат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Масалиевского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Олагыш</w:t>
            </w:r>
            <w:proofErr w:type="spellEnd"/>
            <w:r w:rsidRPr="004561D6">
              <w:rPr>
                <w:sz w:val="20"/>
                <w:szCs w:val="20"/>
              </w:rPr>
              <w:t xml:space="preserve">, село </w:t>
            </w:r>
            <w:proofErr w:type="spellStart"/>
            <w:r w:rsidRPr="004561D6">
              <w:rPr>
                <w:sz w:val="20"/>
                <w:szCs w:val="20"/>
              </w:rPr>
              <w:t>Кичи-Хайдаркан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Бирликского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Кичи-Айдаркен</w:t>
            </w:r>
            <w:proofErr w:type="spellEnd"/>
            <w:r w:rsidRPr="004561D6">
              <w:rPr>
                <w:sz w:val="20"/>
                <w:szCs w:val="20"/>
              </w:rPr>
              <w:t xml:space="preserve">, село Сур-Таш </w:t>
            </w:r>
            <w:proofErr w:type="spellStart"/>
            <w:r w:rsidRPr="004561D6">
              <w:rPr>
                <w:sz w:val="20"/>
                <w:szCs w:val="20"/>
              </w:rPr>
              <w:t>Бирликского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Сур, село </w:t>
            </w:r>
            <w:proofErr w:type="spellStart"/>
            <w:r w:rsidRPr="004561D6">
              <w:rPr>
                <w:sz w:val="20"/>
                <w:szCs w:val="20"/>
              </w:rPr>
              <w:t>Маданий-Курулуш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Кетерминского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Тамаша </w:t>
            </w:r>
            <w:proofErr w:type="spellStart"/>
            <w:r w:rsidRPr="004561D6">
              <w:rPr>
                <w:sz w:val="20"/>
                <w:szCs w:val="20"/>
              </w:rPr>
              <w:t>Котормоского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кенеша, село </w:t>
            </w:r>
            <w:proofErr w:type="spellStart"/>
            <w:r w:rsidRPr="004561D6">
              <w:rPr>
                <w:sz w:val="20"/>
                <w:szCs w:val="20"/>
              </w:rPr>
              <w:t>Насирабад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Уч-Коргонского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Разъезд, село </w:t>
            </w:r>
            <w:proofErr w:type="spellStart"/>
            <w:r w:rsidRPr="004561D6">
              <w:rPr>
                <w:sz w:val="20"/>
                <w:szCs w:val="20"/>
              </w:rPr>
              <w:t>Кунгей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Уч-Коргонского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Сулайманабад</w:t>
            </w:r>
            <w:proofErr w:type="spellEnd"/>
            <w:r w:rsidRPr="004561D6">
              <w:rPr>
                <w:sz w:val="20"/>
                <w:szCs w:val="20"/>
              </w:rPr>
              <w:t>, село Узбек-</w:t>
            </w:r>
            <w:proofErr w:type="spellStart"/>
            <w:r w:rsidRPr="004561D6">
              <w:rPr>
                <w:sz w:val="20"/>
                <w:szCs w:val="20"/>
              </w:rPr>
              <w:t>Маала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Халмионского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Ташдобо</w:t>
            </w:r>
            <w:proofErr w:type="spellEnd"/>
            <w:r w:rsidRPr="004561D6">
              <w:rPr>
                <w:sz w:val="20"/>
                <w:szCs w:val="20"/>
              </w:rPr>
              <w:t xml:space="preserve">, село </w:t>
            </w:r>
            <w:proofErr w:type="spellStart"/>
            <w:r w:rsidRPr="004561D6">
              <w:rPr>
                <w:sz w:val="20"/>
                <w:szCs w:val="20"/>
              </w:rPr>
              <w:t>Новгардан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Халмионского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Ноогардан</w:t>
            </w:r>
            <w:proofErr w:type="spellEnd"/>
            <w:r w:rsidRPr="004561D6">
              <w:rPr>
                <w:sz w:val="20"/>
                <w:szCs w:val="20"/>
              </w:rPr>
              <w:t xml:space="preserve">, село </w:t>
            </w:r>
            <w:proofErr w:type="spellStart"/>
            <w:r w:rsidRPr="004561D6">
              <w:rPr>
                <w:sz w:val="20"/>
                <w:szCs w:val="20"/>
              </w:rPr>
              <w:t>Гульдерама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Халмионского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Гулдоромо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6160C47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9539C6D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4E08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29.12.2006</w:t>
            </w:r>
          </w:p>
          <w:p w14:paraId="6B46A09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8AA86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придании статуса села отдельным участкам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 </w:t>
            </w:r>
          </w:p>
          <w:p w14:paraId="556A52A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Статья 1. «</w:t>
            </w:r>
            <w:r w:rsidRPr="004561D6">
              <w:rPr>
                <w:sz w:val="20"/>
                <w:szCs w:val="20"/>
              </w:rPr>
              <w:t xml:space="preserve">Придать статус села участкам </w:t>
            </w:r>
            <w:proofErr w:type="spellStart"/>
            <w:r w:rsidRPr="004561D6">
              <w:rPr>
                <w:sz w:val="20"/>
                <w:szCs w:val="20"/>
              </w:rPr>
              <w:t>Жаштилек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Орукзар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Минчынар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Келечек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Турпакского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 </w:t>
            </w:r>
          </w:p>
          <w:p w14:paraId="6AF19A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 «</w:t>
            </w:r>
            <w:r w:rsidRPr="004561D6">
              <w:rPr>
                <w:sz w:val="20"/>
                <w:szCs w:val="20"/>
              </w:rPr>
              <w:t xml:space="preserve">Придать статус села участкам </w:t>
            </w:r>
            <w:proofErr w:type="spellStart"/>
            <w:r w:rsidRPr="004561D6">
              <w:rPr>
                <w:sz w:val="20"/>
                <w:szCs w:val="20"/>
              </w:rPr>
              <w:t>Алыш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Ташкоргон</w:t>
            </w:r>
            <w:proofErr w:type="spellEnd"/>
            <w:r w:rsidRPr="004561D6">
              <w:rPr>
                <w:sz w:val="20"/>
                <w:szCs w:val="20"/>
              </w:rPr>
              <w:t xml:space="preserve">, Лесхоз </w:t>
            </w:r>
            <w:proofErr w:type="spellStart"/>
            <w:r w:rsidRPr="004561D6">
              <w:rPr>
                <w:sz w:val="20"/>
                <w:szCs w:val="20"/>
              </w:rPr>
              <w:t>Абсамат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Масалиевского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51B18B3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3. «</w:t>
            </w:r>
            <w:r w:rsidRPr="004561D6">
              <w:rPr>
                <w:sz w:val="20"/>
                <w:szCs w:val="20"/>
              </w:rPr>
              <w:t xml:space="preserve">Придать статус села участкам Боз, </w:t>
            </w:r>
            <w:proofErr w:type="spellStart"/>
            <w:r w:rsidRPr="004561D6">
              <w:rPr>
                <w:sz w:val="20"/>
                <w:szCs w:val="20"/>
              </w:rPr>
              <w:t>Камбарабад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Тажиккыштак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Уч-Коргонского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2336D0F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4. «</w:t>
            </w:r>
            <w:r w:rsidRPr="004561D6">
              <w:rPr>
                <w:sz w:val="20"/>
                <w:szCs w:val="20"/>
              </w:rPr>
              <w:t xml:space="preserve">Придать статус села участкам </w:t>
            </w:r>
            <w:proofErr w:type="spellStart"/>
            <w:r w:rsidRPr="004561D6">
              <w:rPr>
                <w:sz w:val="20"/>
                <w:szCs w:val="20"/>
              </w:rPr>
              <w:t>Исфайрам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Сарыалтын</w:t>
            </w:r>
            <w:proofErr w:type="spellEnd"/>
            <w:r w:rsidRPr="004561D6">
              <w:rPr>
                <w:sz w:val="20"/>
                <w:szCs w:val="20"/>
              </w:rPr>
              <w:t xml:space="preserve">, Бак, </w:t>
            </w:r>
            <w:proofErr w:type="spellStart"/>
            <w:r w:rsidRPr="004561D6">
              <w:rPr>
                <w:sz w:val="20"/>
                <w:szCs w:val="20"/>
              </w:rPr>
              <w:t>Акимбек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Жаныабад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Майданского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08FB639C" w14:textId="77777777" w:rsidR="00B16532" w:rsidRPr="004561D6" w:rsidRDefault="00B16532" w:rsidP="00B16532">
            <w:pPr>
              <w:spacing w:after="120"/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5. «</w:t>
            </w:r>
            <w:r w:rsidRPr="004561D6">
              <w:rPr>
                <w:sz w:val="20"/>
                <w:szCs w:val="20"/>
              </w:rPr>
              <w:t xml:space="preserve">Придать статус села участку </w:t>
            </w:r>
            <w:proofErr w:type="spellStart"/>
            <w:r w:rsidRPr="004561D6">
              <w:rPr>
                <w:sz w:val="20"/>
                <w:szCs w:val="20"/>
              </w:rPr>
              <w:t>Шады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Халмионского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  <w:p w14:paraId="2F28FCEA" w14:textId="77777777" w:rsidR="00B16532" w:rsidRPr="004561D6" w:rsidRDefault="00B16532" w:rsidP="00B16532">
            <w:pPr>
              <w:spacing w:after="120"/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6. «</w:t>
            </w:r>
            <w:r w:rsidRPr="004561D6">
              <w:rPr>
                <w:sz w:val="20"/>
                <w:szCs w:val="20"/>
              </w:rPr>
              <w:t xml:space="preserve">Придать статус села участку </w:t>
            </w:r>
            <w:proofErr w:type="spellStart"/>
            <w:r w:rsidRPr="004561D6">
              <w:rPr>
                <w:sz w:val="20"/>
                <w:szCs w:val="20"/>
              </w:rPr>
              <w:t>Жанычек</w:t>
            </w:r>
            <w:proofErr w:type="spellEnd"/>
            <w:r w:rsidRPr="004561D6">
              <w:rPr>
                <w:sz w:val="20"/>
                <w:szCs w:val="20"/>
              </w:rPr>
              <w:t xml:space="preserve"> Алгинского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  </w:t>
            </w:r>
          </w:p>
          <w:p w14:paraId="527B5B0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7. «</w:t>
            </w:r>
            <w:r w:rsidRPr="004561D6">
              <w:rPr>
                <w:sz w:val="20"/>
                <w:szCs w:val="20"/>
              </w:rPr>
              <w:t xml:space="preserve">Придать статус села участку </w:t>
            </w:r>
            <w:proofErr w:type="spellStart"/>
            <w:r w:rsidRPr="004561D6">
              <w:rPr>
                <w:sz w:val="20"/>
                <w:szCs w:val="20"/>
              </w:rPr>
              <w:t>Лангар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Котормоского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593B619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5E9CD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2DA9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7986F6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385079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61C7A2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Лейлекский</w:t>
            </w:r>
            <w:proofErr w:type="spellEnd"/>
          </w:p>
          <w:p w14:paraId="1D8649B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793E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18.02.2000 № 41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A81E04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города </w:t>
            </w:r>
            <w:proofErr w:type="spellStart"/>
            <w:r w:rsidRPr="004561D6">
              <w:rPr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и придании ему статуса города областного значения Кыргызской Республики».</w:t>
            </w:r>
          </w:p>
        </w:tc>
      </w:tr>
      <w:tr w:rsidR="00B16532" w:rsidRPr="004561D6" w14:paraId="5906E0BC" w14:textId="77777777" w:rsidTr="00881BC3">
        <w:trPr>
          <w:trHeight w:val="101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17FF301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A6973" w14:textId="77777777" w:rsidR="00B16532" w:rsidRPr="004561D6" w:rsidRDefault="00B16532" w:rsidP="00B16532">
            <w:pPr>
              <w:rPr>
                <w:sz w:val="16"/>
                <w:szCs w:val="20"/>
              </w:rPr>
            </w:pPr>
            <w:r w:rsidRPr="004561D6">
              <w:rPr>
                <w:sz w:val="20"/>
                <w:szCs w:val="20"/>
              </w:rPr>
              <w:t>31.01.2002 № 16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CC0C76" w14:textId="77777777" w:rsidR="00B16532" w:rsidRPr="004561D6" w:rsidRDefault="00B16532" w:rsidP="00B16532">
            <w:pPr>
              <w:jc w:val="both"/>
              <w:rPr>
                <w:sz w:val="16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</w:t>
            </w:r>
            <w:proofErr w:type="spellStart"/>
            <w:r w:rsidRPr="004561D6">
              <w:rPr>
                <w:sz w:val="20"/>
                <w:szCs w:val="20"/>
              </w:rPr>
              <w:t>Дархум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Даргаз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Чурбек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Маргун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Бешкентского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Маргунского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Кыргызской Республики».</w:t>
            </w:r>
          </w:p>
        </w:tc>
      </w:tr>
      <w:tr w:rsidR="00B16532" w:rsidRPr="004561D6" w14:paraId="438CC288" w14:textId="77777777" w:rsidTr="00881BC3">
        <w:trPr>
          <w:trHeight w:val="12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E86C47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ED3C9" w14:textId="77777777" w:rsidR="00B16532" w:rsidRPr="004561D6" w:rsidRDefault="00B16532" w:rsidP="00B16532">
            <w:pPr>
              <w:rPr>
                <w:sz w:val="16"/>
                <w:szCs w:val="20"/>
              </w:rPr>
            </w:pPr>
            <w:r w:rsidRPr="004561D6">
              <w:rPr>
                <w:sz w:val="20"/>
                <w:szCs w:val="20"/>
              </w:rPr>
              <w:t>05.12.2003 № 230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5F806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внесении изменений в некоторые законодательные акты Кыргызской Республики».</w:t>
            </w:r>
          </w:p>
          <w:p w14:paraId="1ECD42E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 «</w:t>
            </w:r>
            <w:r w:rsidRPr="004561D6">
              <w:rPr>
                <w:sz w:val="20"/>
                <w:szCs w:val="20"/>
              </w:rPr>
              <w:t xml:space="preserve">Признать утратившим силу Закон Кыргызской Республики «Об объединении </w:t>
            </w:r>
            <w:proofErr w:type="spellStart"/>
            <w:r w:rsidRPr="004561D6">
              <w:rPr>
                <w:sz w:val="20"/>
                <w:szCs w:val="20"/>
              </w:rPr>
              <w:t>Ляйлякского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города </w:t>
            </w:r>
            <w:proofErr w:type="spellStart"/>
            <w:r w:rsidRPr="004561D6">
              <w:rPr>
                <w:sz w:val="20"/>
                <w:szCs w:val="20"/>
              </w:rPr>
              <w:t>Сулюкта</w:t>
            </w:r>
            <w:proofErr w:type="spellEnd"/>
            <w:r w:rsidRPr="004561D6">
              <w:rPr>
                <w:sz w:val="20"/>
                <w:szCs w:val="20"/>
              </w:rPr>
              <w:t xml:space="preserve"> Ошской области Кыргызской Республики в единую административно-территориальную единицу».</w:t>
            </w:r>
          </w:p>
        </w:tc>
      </w:tr>
      <w:tr w:rsidR="00B16532" w:rsidRPr="004561D6" w14:paraId="7C657AB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0FA5BD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5FE5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17.11.2007</w:t>
            </w:r>
          </w:p>
          <w:p w14:paraId="1F0ABEF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163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4D23D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придании статуса села участку Ак-Терек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61E882C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C22EAB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928B80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FE895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60A34DC6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EE363B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>Джалал-Абадская область</w:t>
            </w:r>
          </w:p>
        </w:tc>
      </w:tr>
      <w:tr w:rsidR="00B16532" w:rsidRPr="004561D6" w14:paraId="51BF3D5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EB84AF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E3306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0833FD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7558608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A0F09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Джалал-Абад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9F33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</w:t>
            </w:r>
          </w:p>
          <w:p w14:paraId="2F339D0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1CFE6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передаче городу Джалал-Абад </w:t>
            </w:r>
            <w:smartTag w:uri="urn:schemas-microsoft-com:office:smarttags" w:element="metricconverter">
              <w:smartTagPr>
                <w:attr w:name="ProductID" w:val="822 гектаров"/>
              </w:smartTagPr>
              <w:r w:rsidRPr="004561D6">
                <w:rPr>
                  <w:sz w:val="20"/>
                  <w:szCs w:val="20"/>
                </w:rPr>
                <w:t>822 гектаров</w:t>
              </w:r>
            </w:smartTag>
            <w:r w:rsidRPr="004561D6">
              <w:rPr>
                <w:sz w:val="20"/>
                <w:szCs w:val="20"/>
              </w:rPr>
              <w:t xml:space="preserve"> земель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7D04AF1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7AF959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CA612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3BD91A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130B90A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7BE97F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Кара-Куль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8D3F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18.02.2000</w:t>
            </w:r>
          </w:p>
          <w:p w14:paraId="0A499B6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DAA57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села </w:t>
            </w:r>
            <w:proofErr w:type="spellStart"/>
            <w:r w:rsidRPr="004561D6">
              <w:rPr>
                <w:sz w:val="20"/>
                <w:szCs w:val="20"/>
              </w:rPr>
              <w:t>Жазы</w:t>
            </w:r>
            <w:proofErr w:type="spellEnd"/>
            <w:r w:rsidRPr="004561D6">
              <w:rPr>
                <w:sz w:val="20"/>
                <w:szCs w:val="20"/>
              </w:rPr>
              <w:t>-Кечу из состава Токтогульского района Джалал-Абадской области Кыргызской Республики и передаче в административно-территориальное подчинение города Кара-Куль Джалал-Абадской области Кыргызской Республики».</w:t>
            </w:r>
          </w:p>
        </w:tc>
      </w:tr>
      <w:tr w:rsidR="00B16532" w:rsidRPr="004561D6" w14:paraId="5115993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DB9A4F2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9B3EE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786709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9F3D8D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A4924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</w:p>
          <w:p w14:paraId="788B79F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Майлуу-Суу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2D4F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31.01.2002</w:t>
            </w:r>
          </w:p>
          <w:p w14:paraId="4840F8A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F8FC7E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образовании Сары-</w:t>
            </w:r>
            <w:proofErr w:type="spellStart"/>
            <w:r w:rsidRPr="004561D6">
              <w:rPr>
                <w:sz w:val="20"/>
                <w:szCs w:val="20"/>
              </w:rPr>
              <w:t>Бээинского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кенеша в городе </w:t>
            </w:r>
            <w:proofErr w:type="spellStart"/>
            <w:r w:rsidRPr="004561D6">
              <w:rPr>
                <w:sz w:val="20"/>
                <w:szCs w:val="20"/>
              </w:rPr>
              <w:t>Майлуу-Суу</w:t>
            </w:r>
            <w:proofErr w:type="spellEnd"/>
            <w:r w:rsidRPr="004561D6">
              <w:rPr>
                <w:sz w:val="20"/>
                <w:szCs w:val="20"/>
              </w:rPr>
              <w:t xml:space="preserve"> Джалал-Абадской области Кыргызской Республики».</w:t>
            </w:r>
          </w:p>
        </w:tc>
      </w:tr>
      <w:tr w:rsidR="00B16532" w:rsidRPr="004561D6" w14:paraId="128D2F4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AD231FB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4326A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9EEA3E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2B13BAA" w14:textId="77777777" w:rsidTr="00881BC3">
        <w:trPr>
          <w:trHeight w:val="100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D5BA01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</w:p>
          <w:p w14:paraId="4F188DE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Таш-Кумыр</w:t>
            </w:r>
          </w:p>
          <w:p w14:paraId="7C07EB8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(город </w:t>
            </w:r>
            <w:proofErr w:type="spellStart"/>
            <w:r w:rsidRPr="004561D6">
              <w:rPr>
                <w:b/>
                <w:sz w:val="20"/>
                <w:szCs w:val="20"/>
              </w:rPr>
              <w:t>Ташкомур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4288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09F3DF1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C3697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наименовании населенных пунктов на участках села </w:t>
            </w:r>
            <w:proofErr w:type="spellStart"/>
            <w:r w:rsidRPr="004561D6">
              <w:rPr>
                <w:sz w:val="20"/>
                <w:szCs w:val="20"/>
              </w:rPr>
              <w:t>Тендик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Шамалдысайского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кенеша города </w:t>
            </w:r>
            <w:proofErr w:type="spellStart"/>
            <w:r w:rsidRPr="004561D6">
              <w:rPr>
                <w:sz w:val="20"/>
                <w:szCs w:val="20"/>
              </w:rPr>
              <w:t>Ташкомур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КР в села </w:t>
            </w:r>
            <w:proofErr w:type="spellStart"/>
            <w:r w:rsidRPr="004561D6">
              <w:rPr>
                <w:sz w:val="20"/>
                <w:szCs w:val="20"/>
              </w:rPr>
              <w:t>Кашкулаксай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Чуйутсай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Кызылалма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Кудуксай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3417C17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4ACF5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пгт. </w:t>
            </w:r>
            <w:proofErr w:type="spellStart"/>
            <w:r w:rsidRPr="004561D6">
              <w:rPr>
                <w:b/>
                <w:sz w:val="20"/>
                <w:szCs w:val="20"/>
              </w:rPr>
              <w:t>Шамалды</w:t>
            </w:r>
            <w:proofErr w:type="spellEnd"/>
            <w:r w:rsidRPr="004561D6">
              <w:rPr>
                <w:b/>
                <w:sz w:val="20"/>
                <w:szCs w:val="20"/>
              </w:rPr>
              <w:t>-Сай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0E34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6E1B9D6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72D30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наименовании населенных пунктов на участках села </w:t>
            </w:r>
            <w:proofErr w:type="spellStart"/>
            <w:r w:rsidRPr="004561D6">
              <w:rPr>
                <w:sz w:val="20"/>
                <w:szCs w:val="20"/>
              </w:rPr>
              <w:t>Тендик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Шамалдысайского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поселкового кенеша города </w:t>
            </w:r>
            <w:proofErr w:type="spellStart"/>
            <w:r w:rsidRPr="004561D6">
              <w:rPr>
                <w:sz w:val="20"/>
                <w:szCs w:val="20"/>
              </w:rPr>
              <w:t>Ташкомур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села </w:t>
            </w:r>
            <w:proofErr w:type="spellStart"/>
            <w:r w:rsidRPr="004561D6">
              <w:rPr>
                <w:sz w:val="20"/>
                <w:szCs w:val="20"/>
              </w:rPr>
              <w:t>Кашкулаксай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Чуйутсай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Кызылалма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Кудуксай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3E63870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E66A67D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DC73B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A0D04B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B0CF749" w14:textId="77777777" w:rsidTr="00881BC3">
        <w:trPr>
          <w:trHeight w:val="215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3F800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 xml:space="preserve">Аксыйский </w:t>
            </w:r>
          </w:p>
          <w:p w14:paraId="1E1EF1F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4983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10C17FB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4DF06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Калининского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- в </w:t>
            </w:r>
            <w:proofErr w:type="spellStart"/>
            <w:r w:rsidRPr="004561D6">
              <w:rPr>
                <w:sz w:val="20"/>
                <w:szCs w:val="20"/>
              </w:rPr>
              <w:t>Аксууский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кенеш, 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Топжангакского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 Кыргызской Республики - в </w:t>
            </w:r>
            <w:proofErr w:type="spellStart"/>
            <w:r w:rsidRPr="004561D6">
              <w:rPr>
                <w:sz w:val="20"/>
                <w:szCs w:val="20"/>
              </w:rPr>
              <w:t>Карасууский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кенеш, и о выводе сел </w:t>
            </w:r>
            <w:proofErr w:type="spellStart"/>
            <w:r w:rsidRPr="004561D6">
              <w:rPr>
                <w:sz w:val="20"/>
                <w:szCs w:val="20"/>
              </w:rPr>
              <w:t>Кызылбейит</w:t>
            </w:r>
            <w:proofErr w:type="spellEnd"/>
            <w:r w:rsidRPr="004561D6">
              <w:rPr>
                <w:sz w:val="20"/>
                <w:szCs w:val="20"/>
              </w:rPr>
              <w:t xml:space="preserve">, Курп и </w:t>
            </w:r>
            <w:proofErr w:type="spellStart"/>
            <w:r w:rsidRPr="004561D6">
              <w:rPr>
                <w:sz w:val="20"/>
                <w:szCs w:val="20"/>
              </w:rPr>
              <w:t>Разансай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Каражыгачского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и передаче этих сел в </w:t>
            </w:r>
            <w:proofErr w:type="spellStart"/>
            <w:r w:rsidRPr="004561D6">
              <w:rPr>
                <w:sz w:val="20"/>
                <w:szCs w:val="20"/>
              </w:rPr>
              <w:t>Акжолский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 </w:t>
            </w:r>
          </w:p>
        </w:tc>
      </w:tr>
      <w:tr w:rsidR="00B16532" w:rsidRPr="004561D6" w14:paraId="5DB447BD" w14:textId="77777777" w:rsidTr="00881BC3">
        <w:trPr>
          <w:trHeight w:val="83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B77911F" w14:textId="77777777" w:rsidR="00B16532" w:rsidRPr="004561D6" w:rsidRDefault="00B16532" w:rsidP="00B16532">
            <w:pPr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737C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25.06.2004</w:t>
            </w:r>
          </w:p>
          <w:p w14:paraId="40F41EF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78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53E63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Учкоргонского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Назаралиевский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3869793D" w14:textId="77777777" w:rsidTr="00881BC3">
        <w:trPr>
          <w:trHeight w:val="8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31037C" w14:textId="77777777" w:rsidR="00B16532" w:rsidRPr="004561D6" w:rsidRDefault="00B16532" w:rsidP="00B16532">
            <w:pPr>
              <w:rPr>
                <w:b/>
                <w:sz w:val="20"/>
                <w:szCs w:val="20"/>
                <w:highlight w:val="green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FA67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25.06.2004</w:t>
            </w:r>
          </w:p>
          <w:p w14:paraId="5F828EE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80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B0318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Ворошилов в село </w:t>
            </w:r>
            <w:proofErr w:type="spellStart"/>
            <w:r w:rsidRPr="004561D6">
              <w:rPr>
                <w:sz w:val="20"/>
                <w:szCs w:val="20"/>
              </w:rPr>
              <w:t>Кулукдобо</w:t>
            </w:r>
            <w:proofErr w:type="spellEnd"/>
            <w:r w:rsidRPr="004561D6">
              <w:rPr>
                <w:sz w:val="20"/>
                <w:szCs w:val="20"/>
              </w:rPr>
              <w:t xml:space="preserve">, села Крупская в село </w:t>
            </w:r>
            <w:proofErr w:type="spellStart"/>
            <w:r w:rsidRPr="004561D6">
              <w:rPr>
                <w:sz w:val="20"/>
                <w:szCs w:val="20"/>
              </w:rPr>
              <w:t>Акдобо</w:t>
            </w:r>
            <w:proofErr w:type="spellEnd"/>
            <w:r w:rsidRPr="004561D6">
              <w:rPr>
                <w:sz w:val="20"/>
                <w:szCs w:val="20"/>
              </w:rPr>
              <w:t xml:space="preserve">, села </w:t>
            </w:r>
            <w:proofErr w:type="spellStart"/>
            <w:r w:rsidRPr="004561D6">
              <w:rPr>
                <w:sz w:val="20"/>
                <w:szCs w:val="20"/>
              </w:rPr>
              <w:t>Коментерн</w:t>
            </w:r>
            <w:proofErr w:type="spellEnd"/>
            <w:r w:rsidRPr="004561D6">
              <w:rPr>
                <w:sz w:val="20"/>
                <w:szCs w:val="20"/>
              </w:rPr>
              <w:t xml:space="preserve"> в село </w:t>
            </w:r>
            <w:proofErr w:type="spellStart"/>
            <w:r w:rsidRPr="004561D6">
              <w:rPr>
                <w:sz w:val="20"/>
                <w:szCs w:val="20"/>
              </w:rPr>
              <w:t>Жетиген</w:t>
            </w:r>
            <w:proofErr w:type="spellEnd"/>
            <w:r w:rsidRPr="004561D6">
              <w:rPr>
                <w:sz w:val="20"/>
                <w:szCs w:val="20"/>
              </w:rPr>
              <w:t xml:space="preserve"> Караванского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 </w:t>
            </w:r>
          </w:p>
        </w:tc>
      </w:tr>
      <w:tr w:rsidR="00B16532" w:rsidRPr="004561D6" w14:paraId="0B3A0B9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15CE7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  <w:proofErr w:type="spellStart"/>
            <w:r w:rsidRPr="004561D6">
              <w:rPr>
                <w:b/>
                <w:sz w:val="20"/>
                <w:szCs w:val="20"/>
              </w:rPr>
              <w:t>Кербен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B4C7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04.10.2004 № 174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210E9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Караванского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Кербенский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и образовании </w:t>
            </w:r>
            <w:r w:rsidRPr="004561D6">
              <w:rPr>
                <w:bCs/>
                <w:sz w:val="20"/>
                <w:szCs w:val="20"/>
              </w:rPr>
              <w:t xml:space="preserve">города </w:t>
            </w:r>
            <w:proofErr w:type="spellStart"/>
            <w:r w:rsidRPr="004561D6">
              <w:rPr>
                <w:bCs/>
                <w:sz w:val="20"/>
                <w:szCs w:val="20"/>
              </w:rPr>
              <w:t>Кербен</w:t>
            </w:r>
            <w:proofErr w:type="spellEnd"/>
            <w:r w:rsidRPr="004561D6">
              <w:rPr>
                <w:sz w:val="20"/>
                <w:szCs w:val="20"/>
              </w:rPr>
              <w:t xml:space="preserve"> на базе </w:t>
            </w:r>
            <w:proofErr w:type="spellStart"/>
            <w:r w:rsidRPr="004561D6">
              <w:rPr>
                <w:sz w:val="20"/>
                <w:szCs w:val="20"/>
              </w:rPr>
              <w:t>Кербенского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Аксыйского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</w:t>
            </w:r>
          </w:p>
        </w:tc>
      </w:tr>
      <w:tr w:rsidR="00B16532" w:rsidRPr="004561D6" w14:paraId="092EC32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DAFA3E" w14:textId="77777777" w:rsidR="00B16532" w:rsidRPr="004561D6" w:rsidRDefault="00B16532" w:rsidP="00B16532">
            <w:pPr>
              <w:rPr>
                <w:b/>
                <w:sz w:val="10"/>
                <w:szCs w:val="10"/>
                <w:highlight w:val="green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EEF53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EFEB9D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6E5F9743" w14:textId="77777777" w:rsidTr="00881BC3">
        <w:trPr>
          <w:trHeight w:val="84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02405B" w14:textId="77777777" w:rsidR="00B16532" w:rsidRPr="004561D6" w:rsidRDefault="00B16532" w:rsidP="00B16532">
            <w:pPr>
              <w:rPr>
                <w:b/>
                <w:sz w:val="20"/>
                <w:szCs w:val="20"/>
                <w:highlight w:val="green"/>
              </w:rPr>
            </w:pPr>
            <w:r w:rsidRPr="004561D6">
              <w:rPr>
                <w:b/>
                <w:sz w:val="20"/>
                <w:szCs w:val="20"/>
              </w:rPr>
              <w:t>Ала-</w:t>
            </w:r>
            <w:proofErr w:type="spellStart"/>
            <w:r w:rsidRPr="004561D6">
              <w:rPr>
                <w:b/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BC6F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</w:t>
            </w:r>
          </w:p>
          <w:p w14:paraId="40BBC3E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5718C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Ызарского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в </w:t>
            </w:r>
            <w:proofErr w:type="spellStart"/>
            <w:r w:rsidRPr="004561D6">
              <w:rPr>
                <w:sz w:val="20"/>
                <w:szCs w:val="20"/>
              </w:rPr>
              <w:t>Торогелди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Балтагуловский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5B52E8E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3ACC1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3833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07BDA30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1253445" w14:textId="77777777" w:rsidR="00B16532" w:rsidRPr="004561D6" w:rsidRDefault="00B16532" w:rsidP="00B1653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561D6">
              <w:rPr>
                <w:color w:val="000000" w:themeColor="text1"/>
                <w:sz w:val="20"/>
                <w:szCs w:val="20"/>
              </w:rPr>
              <w:t xml:space="preserve">«О переименовании сел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Жойбелент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Куйгумен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Орукту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Оруктунского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Алабукинского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Кыргызской Республики в села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Орукту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Кенкол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Оруктусай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и о переименовании сел Маданият, Гулистан, Калинин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Аккоргонского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Алабукинского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Кыргызской Республики в села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Баястан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Сафедбулан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Падек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и о переименовании села Комсомол 1-Майского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Алабукинского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 Кыргызской Республики в село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Ажек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>».</w:t>
            </w:r>
          </w:p>
        </w:tc>
      </w:tr>
      <w:tr w:rsidR="00B16532" w:rsidRPr="004561D6" w14:paraId="3AC3E28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6BE85DF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27136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5DFD1C" w14:textId="77777777" w:rsidR="00B16532" w:rsidRPr="004561D6" w:rsidRDefault="00B16532" w:rsidP="00B16532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B16532" w:rsidRPr="004561D6" w14:paraId="1D136EE5" w14:textId="77777777" w:rsidTr="00881BC3">
        <w:trPr>
          <w:trHeight w:val="128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7D545B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Базар-</w:t>
            </w:r>
            <w:proofErr w:type="spellStart"/>
            <w:r w:rsidRPr="004561D6">
              <w:rPr>
                <w:b/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 район                            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FF83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25.01.1999</w:t>
            </w:r>
          </w:p>
          <w:p w14:paraId="7A42FA9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693BF01" w14:textId="77777777" w:rsidR="00B16532" w:rsidRPr="004561D6" w:rsidRDefault="00B16532" w:rsidP="00B1653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561D6">
              <w:rPr>
                <w:color w:val="000000" w:themeColor="text1"/>
                <w:sz w:val="20"/>
                <w:szCs w:val="20"/>
              </w:rPr>
              <w:t xml:space="preserve">«О выводе сел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Каба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>, Сары-Жайык, Катар-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Жангак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>, Ак-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Тыт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Уч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-Булак, Ак-Терек,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Кек-Алма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Сайдыкумского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и села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Кыргоо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Бешик-Жонского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айылных кенешей Базар-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Джалал-Абадской области Кыргызской Республики и образовании на их базе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Талдуу-Булакского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кенеша».</w:t>
            </w:r>
          </w:p>
        </w:tc>
      </w:tr>
      <w:tr w:rsidR="00B16532" w:rsidRPr="004561D6" w14:paraId="4B7298EB" w14:textId="77777777" w:rsidTr="00881BC3">
        <w:trPr>
          <w:trHeight w:val="286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D91FF7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23B8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31B2152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E1C5EB" w14:textId="77777777" w:rsidR="00B16532" w:rsidRPr="004561D6" w:rsidRDefault="00B16532" w:rsidP="00B1653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561D6">
              <w:rPr>
                <w:color w:val="000000" w:themeColor="text1"/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Бешбадамского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Базаркоргонского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Кыргызской Республики - в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Бешикжонский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кенеш, о переименовании Советского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Базаркоргонского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Кыргызской Республики - в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Кенешский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кенеш, о переименовании Кировского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Базаркоргонского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Кыргызской Республики - в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Арстанбапский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кенеш, о переименовании села Интернационал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Бешбадамского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Базаркоргонского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Кыргызской Республики - в село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Баймундуз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и о переименовании села Правда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Моголского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Базаркоргонского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 xml:space="preserve"> области Кыргызской Республики - в село </w:t>
            </w:r>
            <w:proofErr w:type="spellStart"/>
            <w:r w:rsidRPr="004561D6">
              <w:rPr>
                <w:color w:val="000000" w:themeColor="text1"/>
                <w:sz w:val="20"/>
                <w:szCs w:val="20"/>
              </w:rPr>
              <w:t>Коктонду</w:t>
            </w:r>
            <w:proofErr w:type="spellEnd"/>
            <w:r w:rsidRPr="004561D6">
              <w:rPr>
                <w:color w:val="000000" w:themeColor="text1"/>
                <w:sz w:val="20"/>
                <w:szCs w:val="20"/>
              </w:rPr>
              <w:t>».</w:t>
            </w:r>
          </w:p>
        </w:tc>
      </w:tr>
      <w:tr w:rsidR="00B16532" w:rsidRPr="004561D6" w14:paraId="4AC760A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661535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Ноокенский</w:t>
            </w:r>
            <w:proofErr w:type="spellEnd"/>
          </w:p>
          <w:p w14:paraId="5EC67CD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FBD8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06250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54383B21" w14:textId="77777777" w:rsidTr="00881BC3">
        <w:trPr>
          <w:trHeight w:val="65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DD48C3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4CD4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01.06.2003</w:t>
            </w:r>
          </w:p>
          <w:p w14:paraId="3F1359A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63657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образовании города Кочкор-Ата Джалал-Абадской области Кыргызской Республики».</w:t>
            </w:r>
          </w:p>
        </w:tc>
      </w:tr>
      <w:tr w:rsidR="00B16532" w:rsidRPr="004561D6" w14:paraId="2D6744C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C4143F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958E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19.03.04.</w:t>
            </w:r>
          </w:p>
          <w:p w14:paraId="3334B7F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833A7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административных границах </w:t>
            </w:r>
            <w:proofErr w:type="spellStart"/>
            <w:r w:rsidRPr="004561D6">
              <w:rPr>
                <w:sz w:val="20"/>
                <w:szCs w:val="20"/>
              </w:rPr>
              <w:t>Момбековского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Ноокенского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</w:t>
            </w:r>
          </w:p>
        </w:tc>
      </w:tr>
      <w:tr w:rsidR="00B16532" w:rsidRPr="004561D6" w14:paraId="68B006F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C6FDDB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599CC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E9D57E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31B11643" w14:textId="77777777" w:rsidTr="00881BC3">
        <w:trPr>
          <w:trHeight w:val="80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07CA1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Сузакский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062B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09.03.1999</w:t>
            </w:r>
          </w:p>
          <w:p w14:paraId="3038E81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2BB45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объединении города Кок-</w:t>
            </w:r>
            <w:proofErr w:type="spellStart"/>
            <w:r w:rsidRPr="004561D6">
              <w:rPr>
                <w:sz w:val="20"/>
                <w:szCs w:val="20"/>
              </w:rPr>
              <w:t>Жангак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изменении границ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6A5D6A9C" w14:textId="77777777" w:rsidTr="00881BC3">
        <w:trPr>
          <w:trHeight w:val="155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1AFE0D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112B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5847A6F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211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DCF2D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 Архангельское, Дмитриевка, </w:t>
            </w:r>
            <w:proofErr w:type="spellStart"/>
            <w:r w:rsidRPr="004561D6">
              <w:rPr>
                <w:sz w:val="20"/>
                <w:szCs w:val="20"/>
              </w:rPr>
              <w:t>Люблинко</w:t>
            </w:r>
            <w:proofErr w:type="spellEnd"/>
            <w:r w:rsidRPr="004561D6">
              <w:rPr>
                <w:sz w:val="20"/>
                <w:szCs w:val="20"/>
              </w:rPr>
              <w:t xml:space="preserve"> Архангельского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села </w:t>
            </w:r>
            <w:proofErr w:type="spellStart"/>
            <w:r w:rsidRPr="004561D6">
              <w:rPr>
                <w:sz w:val="20"/>
                <w:szCs w:val="20"/>
              </w:rPr>
              <w:t>Жоонкунгой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Таранбазар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Карачолок</w:t>
            </w:r>
            <w:proofErr w:type="spellEnd"/>
            <w:r w:rsidRPr="004561D6">
              <w:rPr>
                <w:sz w:val="20"/>
                <w:szCs w:val="20"/>
              </w:rPr>
              <w:t xml:space="preserve"> и о переименовании Архангельского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Курманбекский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 </w:t>
            </w:r>
          </w:p>
        </w:tc>
      </w:tr>
      <w:tr w:rsidR="00B16532" w:rsidRPr="004561D6" w14:paraId="04F5D0B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CCFE59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6F86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1693F2D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D6F15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Спасовка </w:t>
            </w:r>
            <w:proofErr w:type="spellStart"/>
            <w:r w:rsidRPr="004561D6">
              <w:rPr>
                <w:sz w:val="20"/>
                <w:szCs w:val="20"/>
              </w:rPr>
              <w:t>Кызылтууского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</w:t>
            </w:r>
            <w:r w:rsidR="00910759" w:rsidRPr="004561D6">
              <w:rPr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 xml:space="preserve">в село Акбаш и о наименовании вновь образованных населенных пунктов </w:t>
            </w:r>
            <w:proofErr w:type="spellStart"/>
            <w:r w:rsidRPr="004561D6">
              <w:rPr>
                <w:sz w:val="20"/>
                <w:szCs w:val="20"/>
              </w:rPr>
              <w:t>Кызылтууского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села </w:t>
            </w:r>
            <w:proofErr w:type="spellStart"/>
            <w:r w:rsidRPr="004561D6">
              <w:rPr>
                <w:sz w:val="20"/>
                <w:szCs w:val="20"/>
              </w:rPr>
              <w:t>Жаныачы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Мундуз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Кашкасуу</w:t>
            </w:r>
            <w:proofErr w:type="spellEnd"/>
            <w:r w:rsidRPr="004561D6">
              <w:rPr>
                <w:sz w:val="20"/>
                <w:szCs w:val="20"/>
              </w:rPr>
              <w:t xml:space="preserve">, Жашасын-2, </w:t>
            </w:r>
            <w:proofErr w:type="spellStart"/>
            <w:r w:rsidRPr="004561D6">
              <w:rPr>
                <w:sz w:val="20"/>
                <w:szCs w:val="20"/>
              </w:rPr>
              <w:t>Алчалуу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Кызылалма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Талаабулак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Таштак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298C06E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5550E6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D85E3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D61262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3BF61F0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BF29D5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Тогуз-Тороуский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A29D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</w:t>
            </w:r>
          </w:p>
          <w:p w14:paraId="4074931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3BE61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Арал и </w:t>
            </w:r>
            <w:proofErr w:type="spellStart"/>
            <w:r w:rsidRPr="004561D6">
              <w:rPr>
                <w:sz w:val="20"/>
                <w:szCs w:val="20"/>
              </w:rPr>
              <w:t>Бирдик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Атайского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Тогуз-Тороуского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и образовании на их базе Кок-</w:t>
            </w:r>
            <w:proofErr w:type="spellStart"/>
            <w:r w:rsidRPr="004561D6">
              <w:rPr>
                <w:sz w:val="20"/>
                <w:szCs w:val="20"/>
              </w:rPr>
              <w:t>Иримского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Тогуз-Тороуского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 </w:t>
            </w:r>
          </w:p>
        </w:tc>
      </w:tr>
      <w:tr w:rsidR="00B16532" w:rsidRPr="004561D6" w14:paraId="4873E7A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C1104E4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58541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05F424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32E13AB" w14:textId="77777777" w:rsidTr="00881BC3">
        <w:trPr>
          <w:trHeight w:val="81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18A3AE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Токтогульский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457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09.03.1999</w:t>
            </w:r>
          </w:p>
          <w:p w14:paraId="2530FEF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B21DC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Торкентского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Токтогульского района Джалал-Абадской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Абды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Суеркуловский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72BB559B" w14:textId="77777777" w:rsidTr="00881BC3">
        <w:trPr>
          <w:trHeight w:val="98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B56AE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3DDD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18.02.2000</w:t>
            </w:r>
          </w:p>
          <w:p w14:paraId="1DF24F7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3DFFB5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села </w:t>
            </w:r>
            <w:proofErr w:type="spellStart"/>
            <w:r w:rsidRPr="004561D6">
              <w:rPr>
                <w:sz w:val="20"/>
                <w:szCs w:val="20"/>
              </w:rPr>
              <w:t>Жазы</w:t>
            </w:r>
            <w:proofErr w:type="spellEnd"/>
            <w:r w:rsidRPr="004561D6">
              <w:rPr>
                <w:sz w:val="20"/>
                <w:szCs w:val="20"/>
              </w:rPr>
              <w:t>-Кечу из состава Токтогульского района Джалал-Абадской области Кыргызской Республики и передаче в административно-территориальное подчинение города Кара-Куль Джалал-Абадской области Кыргызской Республики».</w:t>
            </w:r>
          </w:p>
        </w:tc>
      </w:tr>
      <w:tr w:rsidR="00B16532" w:rsidRPr="004561D6" w14:paraId="7AD04839" w14:textId="77777777" w:rsidTr="00881BC3">
        <w:trPr>
          <w:trHeight w:val="12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7D0234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734E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0EE4C23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8FC1C2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</w:t>
            </w:r>
            <w:proofErr w:type="spellStart"/>
            <w:r w:rsidRPr="004561D6">
              <w:rPr>
                <w:sz w:val="20"/>
                <w:szCs w:val="20"/>
              </w:rPr>
              <w:t>Ничкесай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Чоргочу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Кызылозгорушского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Токтогульского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Ничкесайского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Токтогульского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 </w:t>
            </w:r>
          </w:p>
        </w:tc>
      </w:tr>
      <w:tr w:rsidR="00B16532" w:rsidRPr="004561D6" w14:paraId="07E6D31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6FA6E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37B1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18.04.2005</w:t>
            </w:r>
          </w:p>
          <w:p w14:paraId="3C75BC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C10B9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Толукского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Токтогульского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Аралбаевский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713FEE3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D3CB90D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3FB31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1186DFB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22A7A3F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A3222E" w14:textId="77777777" w:rsidR="00B16532" w:rsidRPr="004561D6" w:rsidRDefault="00B16532" w:rsidP="00C34D1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302F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4675D02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0BECC1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МЖС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Канышкыя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Жалалабатской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Чакмаксуу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2D822A3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49CA8B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BF67B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5BD189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1DE46A80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998731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>Иссык-Кульская область</w:t>
            </w:r>
          </w:p>
        </w:tc>
      </w:tr>
      <w:tr w:rsidR="00B16532" w:rsidRPr="004561D6" w14:paraId="7E5EFA9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D6622D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14298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6E4B0CA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1DC6550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CC152F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Ак-</w:t>
            </w:r>
            <w:proofErr w:type="spellStart"/>
            <w:r w:rsidRPr="004561D6">
              <w:rPr>
                <w:b/>
                <w:sz w:val="20"/>
                <w:szCs w:val="20"/>
              </w:rPr>
              <w:t>Суйский</w:t>
            </w:r>
            <w:proofErr w:type="spellEnd"/>
          </w:p>
          <w:p w14:paraId="3F97D5C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  <w:p w14:paraId="3EF0C7D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</w:t>
            </w:r>
            <w:proofErr w:type="spellStart"/>
            <w:r w:rsidRPr="004561D6">
              <w:rPr>
                <w:b/>
                <w:sz w:val="20"/>
                <w:szCs w:val="20"/>
              </w:rPr>
              <w:t>Аксуйский</w:t>
            </w:r>
            <w:proofErr w:type="spellEnd"/>
          </w:p>
          <w:p w14:paraId="362EBAA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район)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B59B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25.01.1999</w:t>
            </w:r>
          </w:p>
          <w:p w14:paraId="636D41B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7E852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объединении города Каракол и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изменении границ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Республики».</w:t>
            </w:r>
          </w:p>
        </w:tc>
      </w:tr>
      <w:tr w:rsidR="00B16532" w:rsidRPr="004561D6" w14:paraId="7941309E" w14:textId="77777777" w:rsidTr="00881BC3">
        <w:trPr>
          <w:trHeight w:val="61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CB8A1C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2CD3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10.01.2003</w:t>
            </w:r>
          </w:p>
          <w:p w14:paraId="7C26CDB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AE6AB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выводе города Каракол из состава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Республики».</w:t>
            </w:r>
          </w:p>
        </w:tc>
      </w:tr>
      <w:tr w:rsidR="00B16532" w:rsidRPr="004561D6" w14:paraId="6126964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F30F8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7070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04.10.2004</w:t>
            </w:r>
          </w:p>
          <w:p w14:paraId="21C4993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E36A36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утверждении описания границ </w:t>
            </w:r>
            <w:proofErr w:type="spellStart"/>
            <w:r w:rsidRPr="004561D6">
              <w:rPr>
                <w:sz w:val="20"/>
                <w:szCs w:val="20"/>
              </w:rPr>
              <w:t>Аксуйского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города Каракол </w:t>
            </w:r>
            <w:proofErr w:type="spellStart"/>
            <w:r w:rsidRPr="004561D6">
              <w:rPr>
                <w:sz w:val="20"/>
                <w:szCs w:val="20"/>
              </w:rPr>
              <w:t>Ысыккульской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</w:t>
            </w:r>
          </w:p>
        </w:tc>
      </w:tr>
      <w:tr w:rsidR="00B16532" w:rsidRPr="004561D6" w14:paraId="534B3D4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5F2989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93226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A95E3A7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EF1B6D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87AD52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Жети</w:t>
            </w:r>
            <w:proofErr w:type="spellEnd"/>
            <w:r w:rsidRPr="004561D6">
              <w:rPr>
                <w:b/>
                <w:sz w:val="20"/>
                <w:szCs w:val="20"/>
              </w:rPr>
              <w:t>-Огузский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0763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24.09.2004</w:t>
            </w:r>
          </w:p>
          <w:p w14:paraId="08D3DA2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659AD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Сарууского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Джети</w:t>
            </w:r>
            <w:proofErr w:type="spellEnd"/>
            <w:r w:rsidRPr="004561D6">
              <w:rPr>
                <w:sz w:val="20"/>
                <w:szCs w:val="20"/>
              </w:rPr>
              <w:t>-Огузского района Ысык-</w:t>
            </w:r>
            <w:proofErr w:type="spellStart"/>
            <w:r w:rsidRPr="004561D6">
              <w:rPr>
                <w:sz w:val="20"/>
                <w:szCs w:val="20"/>
              </w:rPr>
              <w:t>кульской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Алдашевский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 </w:t>
            </w:r>
          </w:p>
        </w:tc>
      </w:tr>
      <w:tr w:rsidR="00B16532" w:rsidRPr="004561D6" w14:paraId="763E369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A0051AA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9AE63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AB3FEAE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50575CD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BC0655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Иссык-Кульский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BAC0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10.02.2005</w:t>
            </w:r>
          </w:p>
          <w:p w14:paraId="0802FC4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5942B8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Григорьевского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Ысык-Кульского района Ысык-Кульской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Садыр </w:t>
            </w:r>
            <w:proofErr w:type="spellStart"/>
            <w:r w:rsidRPr="004561D6">
              <w:rPr>
                <w:sz w:val="20"/>
                <w:szCs w:val="20"/>
              </w:rPr>
              <w:t>аке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201ED1B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291B34B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82281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709C08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675049AC" w14:textId="77777777" w:rsidTr="00881BC3">
        <w:trPr>
          <w:trHeight w:val="9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5F7D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Тонский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15B6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7ACD62D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56218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Кунбатышского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Ысыккульской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Болот </w:t>
            </w:r>
            <w:proofErr w:type="spellStart"/>
            <w:r w:rsidRPr="004561D6">
              <w:rPr>
                <w:sz w:val="20"/>
                <w:szCs w:val="20"/>
              </w:rPr>
              <w:t>Мамбетовский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Ысыккульской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</w:t>
            </w:r>
          </w:p>
        </w:tc>
      </w:tr>
      <w:tr w:rsidR="00B16532" w:rsidRPr="004561D6" w14:paraId="6ACD253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E27365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C357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30.12.2006</w:t>
            </w:r>
          </w:p>
          <w:p w14:paraId="197C073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237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62DEC4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село Большевик Болот </w:t>
            </w:r>
            <w:proofErr w:type="spellStart"/>
            <w:r w:rsidRPr="004561D6">
              <w:rPr>
                <w:sz w:val="20"/>
                <w:szCs w:val="20"/>
              </w:rPr>
              <w:t>Мамбетовского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Ысыккульской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Эшперово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6BA8739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B19CA9B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E807E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B140FA2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23D1705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86876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Тюпский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026CC" w14:textId="77777777" w:rsidR="00B16532" w:rsidRPr="004561D6" w:rsidRDefault="00B16532" w:rsidP="00B16532">
            <w:pPr>
              <w:rPr>
                <w:sz w:val="20"/>
                <w:szCs w:val="10"/>
              </w:rPr>
            </w:pPr>
            <w:r w:rsidRPr="004561D6">
              <w:rPr>
                <w:sz w:val="20"/>
                <w:szCs w:val="10"/>
              </w:rPr>
              <w:t>31.07.2007</w:t>
            </w:r>
          </w:p>
          <w:p w14:paraId="272D0F04" w14:textId="77777777" w:rsidR="00B16532" w:rsidRPr="004561D6" w:rsidRDefault="00B16532" w:rsidP="00B16532">
            <w:pPr>
              <w:rPr>
                <w:sz w:val="20"/>
                <w:szCs w:val="10"/>
              </w:rPr>
            </w:pPr>
            <w:r w:rsidRPr="004561D6">
              <w:rPr>
                <w:sz w:val="20"/>
                <w:szCs w:val="10"/>
              </w:rPr>
              <w:t>№ 114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6A5DB0F" w14:textId="77777777" w:rsidR="00B16532" w:rsidRPr="004561D6" w:rsidRDefault="00B16532" w:rsidP="00B16532">
            <w:pPr>
              <w:jc w:val="both"/>
              <w:rPr>
                <w:sz w:val="20"/>
                <w:szCs w:val="10"/>
              </w:rPr>
            </w:pPr>
            <w:r w:rsidRPr="004561D6">
              <w:rPr>
                <w:sz w:val="20"/>
                <w:szCs w:val="10"/>
              </w:rPr>
              <w:t xml:space="preserve">«О возвращении исторического названия </w:t>
            </w:r>
            <w:proofErr w:type="spellStart"/>
            <w:r w:rsidRPr="004561D6">
              <w:rPr>
                <w:sz w:val="20"/>
                <w:szCs w:val="10"/>
              </w:rPr>
              <w:t>Байзак</w:t>
            </w:r>
            <w:proofErr w:type="spellEnd"/>
            <w:r w:rsidRPr="004561D6">
              <w:rPr>
                <w:sz w:val="20"/>
                <w:szCs w:val="10"/>
              </w:rPr>
              <w:t xml:space="preserve"> селу Кара-</w:t>
            </w:r>
            <w:proofErr w:type="spellStart"/>
            <w:r w:rsidRPr="004561D6">
              <w:rPr>
                <w:sz w:val="20"/>
                <w:szCs w:val="10"/>
              </w:rPr>
              <w:t>Чункур</w:t>
            </w:r>
            <w:proofErr w:type="spellEnd"/>
            <w:r w:rsidRPr="004561D6">
              <w:rPr>
                <w:sz w:val="20"/>
                <w:szCs w:val="10"/>
              </w:rPr>
              <w:t xml:space="preserve"> Сан-</w:t>
            </w:r>
            <w:proofErr w:type="spellStart"/>
            <w:r w:rsidRPr="004561D6">
              <w:rPr>
                <w:sz w:val="20"/>
                <w:szCs w:val="10"/>
              </w:rPr>
              <w:t>Ташского</w:t>
            </w:r>
            <w:proofErr w:type="spellEnd"/>
            <w:r w:rsidRPr="004561D6">
              <w:rPr>
                <w:sz w:val="20"/>
                <w:szCs w:val="10"/>
              </w:rPr>
              <w:t xml:space="preserve"> </w:t>
            </w:r>
            <w:proofErr w:type="spellStart"/>
            <w:r w:rsidRPr="004561D6">
              <w:rPr>
                <w:sz w:val="20"/>
                <w:szCs w:val="10"/>
              </w:rPr>
              <w:t>айылного</w:t>
            </w:r>
            <w:proofErr w:type="spellEnd"/>
            <w:r w:rsidRPr="004561D6">
              <w:rPr>
                <w:sz w:val="20"/>
                <w:szCs w:val="1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10"/>
              </w:rPr>
              <w:t>Тюпского</w:t>
            </w:r>
            <w:proofErr w:type="spellEnd"/>
            <w:r w:rsidRPr="004561D6">
              <w:rPr>
                <w:sz w:val="20"/>
                <w:szCs w:val="1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10"/>
              </w:rPr>
              <w:t>Ысыккульской</w:t>
            </w:r>
            <w:proofErr w:type="spellEnd"/>
            <w:r w:rsidRPr="004561D6">
              <w:rPr>
                <w:sz w:val="20"/>
                <w:szCs w:val="10"/>
              </w:rPr>
              <w:t xml:space="preserve"> области Кыргызской Республики».</w:t>
            </w:r>
          </w:p>
        </w:tc>
      </w:tr>
      <w:tr w:rsidR="00B16532" w:rsidRPr="004561D6" w14:paraId="0020088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4CEB129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54A6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0F4D94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78A09A81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F4BE45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bCs/>
                <w:sz w:val="20"/>
                <w:szCs w:val="20"/>
              </w:rPr>
            </w:pPr>
          </w:p>
          <w:p w14:paraId="33344DFC" w14:textId="77777777" w:rsidR="00B16532" w:rsidRPr="004561D6" w:rsidRDefault="00B16532" w:rsidP="00B16532">
            <w:pPr>
              <w:keepNext/>
              <w:jc w:val="center"/>
              <w:outlineLvl w:val="1"/>
              <w:rPr>
                <w:b/>
                <w:bCs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>Нарынская область</w:t>
            </w:r>
          </w:p>
        </w:tc>
      </w:tr>
      <w:tr w:rsidR="00B16532" w:rsidRPr="004561D6" w14:paraId="58A599B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543E86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F77AA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3CE9E8E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3F3FDD54" w14:textId="77777777" w:rsidTr="00881BC3">
        <w:trPr>
          <w:trHeight w:val="103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0692C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Ак-</w:t>
            </w:r>
            <w:proofErr w:type="spellStart"/>
            <w:r w:rsidRPr="004561D6">
              <w:rPr>
                <w:b/>
                <w:sz w:val="20"/>
                <w:szCs w:val="20"/>
              </w:rPr>
              <w:t>Талинский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A27A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31.01.2002</w:t>
            </w:r>
          </w:p>
          <w:p w14:paraId="310FE41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AE500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Терек и Орто-Сырт </w:t>
            </w:r>
            <w:proofErr w:type="spellStart"/>
            <w:r w:rsidRPr="004561D6">
              <w:rPr>
                <w:sz w:val="20"/>
                <w:szCs w:val="20"/>
              </w:rPr>
              <w:t>Баетовского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Терекского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 </w:t>
            </w:r>
          </w:p>
        </w:tc>
      </w:tr>
      <w:tr w:rsidR="00B16532" w:rsidRPr="004561D6" w14:paraId="27ADAFAC" w14:textId="77777777" w:rsidTr="00881BC3">
        <w:trPr>
          <w:trHeight w:val="102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1AA46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0CDF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31.01.2002</w:t>
            </w:r>
          </w:p>
          <w:p w14:paraId="2A8972F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60B399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села </w:t>
            </w:r>
            <w:proofErr w:type="spellStart"/>
            <w:r w:rsidRPr="004561D6">
              <w:rPr>
                <w:sz w:val="20"/>
                <w:szCs w:val="20"/>
              </w:rPr>
              <w:t>Жылан</w:t>
            </w:r>
            <w:proofErr w:type="spellEnd"/>
            <w:r w:rsidRPr="004561D6">
              <w:rPr>
                <w:sz w:val="20"/>
                <w:szCs w:val="20"/>
              </w:rPr>
              <w:t>-Арык Сары-</w:t>
            </w:r>
            <w:proofErr w:type="spellStart"/>
            <w:r w:rsidRPr="004561D6">
              <w:rPr>
                <w:sz w:val="20"/>
                <w:szCs w:val="20"/>
              </w:rPr>
              <w:t>Ойского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из состава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и передаче его в административно-территориальное подчинение Нарынского района Нарынской области Кыргызской Республики». </w:t>
            </w:r>
          </w:p>
        </w:tc>
      </w:tr>
      <w:tr w:rsidR="00B16532" w:rsidRPr="004561D6" w14:paraId="759B105D" w14:textId="77777777" w:rsidTr="00881BC3">
        <w:trPr>
          <w:trHeight w:val="130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D39348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0C6C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31.01.2002</w:t>
            </w:r>
          </w:p>
          <w:p w14:paraId="00F5BE4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92177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села «Осоавиахим»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в село </w:t>
            </w:r>
            <w:proofErr w:type="spellStart"/>
            <w:r w:rsidRPr="004561D6">
              <w:rPr>
                <w:sz w:val="20"/>
                <w:szCs w:val="20"/>
              </w:rPr>
              <w:t>Чолок-Кайын</w:t>
            </w:r>
            <w:proofErr w:type="spellEnd"/>
            <w:r w:rsidRPr="004561D6">
              <w:rPr>
                <w:sz w:val="20"/>
                <w:szCs w:val="20"/>
              </w:rPr>
              <w:t xml:space="preserve"> и о выводе сел </w:t>
            </w:r>
            <w:proofErr w:type="spellStart"/>
            <w:r w:rsidRPr="004561D6">
              <w:rPr>
                <w:sz w:val="20"/>
                <w:szCs w:val="20"/>
              </w:rPr>
              <w:t>Жерге</w:t>
            </w:r>
            <w:proofErr w:type="spellEnd"/>
            <w:r w:rsidRPr="004561D6">
              <w:rPr>
                <w:sz w:val="20"/>
                <w:szCs w:val="20"/>
              </w:rPr>
              <w:t xml:space="preserve">-Тал и </w:t>
            </w:r>
            <w:proofErr w:type="spellStart"/>
            <w:r w:rsidRPr="004561D6">
              <w:rPr>
                <w:sz w:val="20"/>
                <w:szCs w:val="20"/>
              </w:rPr>
              <w:t>Чолок-Кайын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Конорчокского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Жерге-Тальского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кенеша».</w:t>
            </w:r>
          </w:p>
        </w:tc>
      </w:tr>
      <w:tr w:rsidR="00B16532" w:rsidRPr="004561D6" w14:paraId="4BC22A3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CFA6F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509D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31.01.2002</w:t>
            </w:r>
          </w:p>
          <w:p w14:paraId="4097CBE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A7669B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Кара-</w:t>
            </w:r>
            <w:proofErr w:type="spellStart"/>
            <w:r w:rsidRPr="004561D6">
              <w:rPr>
                <w:sz w:val="20"/>
                <w:szCs w:val="20"/>
              </w:rPr>
              <w:t>Ойского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в </w:t>
            </w:r>
            <w:proofErr w:type="spellStart"/>
            <w:r w:rsidRPr="004561D6">
              <w:rPr>
                <w:sz w:val="20"/>
                <w:szCs w:val="20"/>
              </w:rPr>
              <w:t>Тоголок-Молдоский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Ак-</w:t>
            </w:r>
            <w:proofErr w:type="spellStart"/>
            <w:r w:rsidRPr="004561D6">
              <w:rPr>
                <w:sz w:val="20"/>
                <w:szCs w:val="20"/>
              </w:rPr>
              <w:t>Талинского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7680D6F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DA0AD8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EE746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5B23FF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1FAA2C9" w14:textId="77777777" w:rsidTr="00881BC3">
        <w:trPr>
          <w:trHeight w:val="15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C46A3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Жумгальский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BDD1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09.07.2003</w:t>
            </w:r>
          </w:p>
          <w:p w14:paraId="0ECE2AD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124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64DCE9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</w:t>
            </w:r>
            <w:proofErr w:type="spellStart"/>
            <w:r w:rsidRPr="004561D6">
              <w:rPr>
                <w:sz w:val="20"/>
                <w:szCs w:val="20"/>
              </w:rPr>
              <w:t>Чондобо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Куйручукского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Ташдобо</w:t>
            </w:r>
            <w:proofErr w:type="spellEnd"/>
            <w:r w:rsidRPr="004561D6">
              <w:rPr>
                <w:sz w:val="20"/>
                <w:szCs w:val="20"/>
              </w:rPr>
              <w:t xml:space="preserve"> - из состава </w:t>
            </w:r>
            <w:proofErr w:type="spellStart"/>
            <w:r w:rsidRPr="004561D6">
              <w:rPr>
                <w:sz w:val="20"/>
                <w:szCs w:val="20"/>
              </w:rPr>
              <w:t>Туголсайского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Кызылжылдыз</w:t>
            </w:r>
            <w:proofErr w:type="spellEnd"/>
            <w:r w:rsidRPr="004561D6">
              <w:rPr>
                <w:sz w:val="20"/>
                <w:szCs w:val="20"/>
              </w:rPr>
              <w:t xml:space="preserve"> - из состава </w:t>
            </w:r>
            <w:proofErr w:type="spellStart"/>
            <w:r w:rsidRPr="004561D6">
              <w:rPr>
                <w:sz w:val="20"/>
                <w:szCs w:val="20"/>
              </w:rPr>
              <w:t>Чаекского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кенешей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Чондобонского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Ташдобонского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Кызылжылдызского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кенешей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261FC81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43DA8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2466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19.11.2007</w:t>
            </w:r>
          </w:p>
          <w:p w14:paraId="6AF3B87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2F82E9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Ташдобонского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Суюмбаевский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2E5D3EE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C4C22E0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2C343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9E404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71C1BD23" w14:textId="77777777" w:rsidTr="00881BC3">
        <w:trPr>
          <w:trHeight w:val="103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A42E86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Нарынский </w:t>
            </w:r>
          </w:p>
          <w:p w14:paraId="03DA920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0215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25.06.2004</w:t>
            </w:r>
          </w:p>
          <w:p w14:paraId="32AC769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79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4EC3F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Тяньшаньского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в Нарынский район и о выводе города Нарын из состава Нарынского района Нарынской области Кыргызской Республики и придании ему статуса города областного значения». </w:t>
            </w:r>
          </w:p>
        </w:tc>
      </w:tr>
      <w:tr w:rsidR="00B16532" w:rsidRPr="004561D6" w14:paraId="1C637F04" w14:textId="77777777" w:rsidTr="00881BC3">
        <w:trPr>
          <w:trHeight w:val="99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81EE1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6A98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23.01.2006</w:t>
            </w:r>
          </w:p>
          <w:p w14:paraId="45F1EE4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D4F75B4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выводе села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Экинарын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Эмгекталинского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Нарынского района Нарынской области Кыргызской Республики и передаче его в состав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Ортокского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Нарынского района Нарынской области Кыргызской Республики».</w:t>
            </w:r>
          </w:p>
        </w:tc>
      </w:tr>
      <w:tr w:rsidR="00B16532" w:rsidRPr="004561D6" w14:paraId="5BA20DD0" w14:textId="77777777" w:rsidTr="00881BC3">
        <w:trPr>
          <w:trHeight w:val="83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00C836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A2D8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24.02.2006</w:t>
            </w:r>
          </w:p>
          <w:p w14:paraId="6650B0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88D00B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придании статуса села участку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Орнок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Мин-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и участку </w:t>
            </w:r>
            <w:r w:rsidRPr="004561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Тош-Булак</w:t>
            </w: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Чет-Нуринского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Нарынского района Нарынской области Кыргызской Республики».</w:t>
            </w:r>
          </w:p>
        </w:tc>
      </w:tr>
      <w:tr w:rsidR="00B16532" w:rsidRPr="004561D6" w14:paraId="093D8B9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F8B9E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0CED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15.07.2006</w:t>
            </w:r>
          </w:p>
          <w:p w14:paraId="790C457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6D15F2F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Кызылоктябрьского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Нарынского района Нарынской области Кыргызской Республики 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Эмгекчильский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1595BE6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9209020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5C98F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5233B0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540B343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CB5681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Кочкорский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7979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28.12.2006</w:t>
            </w:r>
          </w:p>
          <w:p w14:paraId="0F30710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227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6BD65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Телекского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Кокжарский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54070EA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DF86B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0C93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73300B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18139AB4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C9216A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Ошская область</w:t>
            </w:r>
          </w:p>
        </w:tc>
      </w:tr>
      <w:tr w:rsidR="00B16532" w:rsidRPr="004561D6" w14:paraId="50A9597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322B1E6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F9B79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CC3F68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2635FED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D903A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Ошская </w:t>
            </w:r>
          </w:p>
          <w:p w14:paraId="1F6E72C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5932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13.10.1999 № 110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15B4A1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«Образовать Баткенскую область Кыргызской Республики в существующих административных границах Баткенского,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районов и города Кызыл-Кия Ошской области Кыргызской Республики».</w:t>
            </w:r>
          </w:p>
        </w:tc>
      </w:tr>
      <w:tr w:rsidR="00B16532" w:rsidRPr="004561D6" w14:paraId="708AFC0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07E5793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25CBD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DC6E94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E5A48CE" w14:textId="77777777" w:rsidTr="00881BC3">
        <w:trPr>
          <w:trHeight w:val="168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F397B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20F6AF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6933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</w:t>
            </w:r>
          </w:p>
          <w:p w14:paraId="59CB766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D897BA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образовании сел </w:t>
            </w:r>
            <w:proofErr w:type="spellStart"/>
            <w:r w:rsidRPr="004561D6">
              <w:rPr>
                <w:sz w:val="20"/>
                <w:szCs w:val="20"/>
              </w:rPr>
              <w:t>Кунгей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Жыгач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Курулуш</w:t>
            </w:r>
            <w:proofErr w:type="spellEnd"/>
            <w:r w:rsidRPr="004561D6">
              <w:rPr>
                <w:sz w:val="20"/>
                <w:szCs w:val="20"/>
              </w:rPr>
              <w:t xml:space="preserve"> на территории Конур-</w:t>
            </w:r>
            <w:proofErr w:type="spellStart"/>
            <w:r w:rsidRPr="004561D6">
              <w:rPr>
                <w:sz w:val="20"/>
                <w:szCs w:val="20"/>
              </w:rPr>
              <w:t>Добонского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о выводе сел </w:t>
            </w:r>
            <w:proofErr w:type="spellStart"/>
            <w:r w:rsidRPr="004561D6">
              <w:rPr>
                <w:sz w:val="20"/>
                <w:szCs w:val="20"/>
              </w:rPr>
              <w:t>Кабылан</w:t>
            </w:r>
            <w:proofErr w:type="spellEnd"/>
            <w:r w:rsidRPr="004561D6">
              <w:rPr>
                <w:sz w:val="20"/>
                <w:szCs w:val="20"/>
              </w:rPr>
              <w:t xml:space="preserve">-Кол, </w:t>
            </w:r>
            <w:proofErr w:type="spellStart"/>
            <w:r w:rsidRPr="004561D6">
              <w:rPr>
                <w:sz w:val="20"/>
                <w:szCs w:val="20"/>
              </w:rPr>
              <w:t>Кунгей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Жыгач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Курулуш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Конур-</w:t>
            </w:r>
            <w:proofErr w:type="spellStart"/>
            <w:r w:rsidRPr="004561D6">
              <w:rPr>
                <w:sz w:val="20"/>
                <w:szCs w:val="20"/>
              </w:rPr>
              <w:t>Добонского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Кабылан-Колского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786E6FC3" w14:textId="77777777" w:rsidTr="00881BC3">
        <w:trPr>
          <w:trHeight w:val="84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8A7E01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C1F8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12635EB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936051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Крупская </w:t>
            </w:r>
            <w:proofErr w:type="spellStart"/>
            <w:r w:rsidRPr="004561D6">
              <w:rPr>
                <w:sz w:val="20"/>
                <w:szCs w:val="20"/>
              </w:rPr>
              <w:t>Конурдобонского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Арпатектир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6AEDB730" w14:textId="77777777" w:rsidTr="00881BC3">
        <w:trPr>
          <w:trHeight w:val="84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C28A5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136A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51DA1D0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210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985B2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Тамбашат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Гульчинского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Жылысуу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704EE408" w14:textId="77777777" w:rsidTr="00881BC3">
        <w:trPr>
          <w:trHeight w:val="8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99AC5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561D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08.09.2003№ 213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3765F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Карл Маркс </w:t>
            </w:r>
            <w:proofErr w:type="spellStart"/>
            <w:r w:rsidRPr="004561D6">
              <w:rPr>
                <w:sz w:val="20"/>
                <w:szCs w:val="20"/>
              </w:rPr>
              <w:t>Будалыкского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Тамгатерек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165FF385" w14:textId="77777777" w:rsidTr="00881BC3">
        <w:trPr>
          <w:trHeight w:val="83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8EEF0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5D88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36FFC6B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7681D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Гульчинского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селом </w:t>
            </w:r>
            <w:proofErr w:type="spellStart"/>
            <w:r w:rsidRPr="004561D6">
              <w:rPr>
                <w:sz w:val="20"/>
                <w:szCs w:val="20"/>
              </w:rPr>
              <w:t>Курманжан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Датка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7F0CBF1E" w14:textId="77777777" w:rsidTr="00881BC3">
        <w:trPr>
          <w:trHeight w:val="55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A0DE3B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50E3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04.10.2004</w:t>
            </w:r>
          </w:p>
          <w:p w14:paraId="4B5F12D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962D18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образовании </w:t>
            </w:r>
            <w:proofErr w:type="spellStart"/>
            <w:r w:rsidRPr="004561D6">
              <w:rPr>
                <w:sz w:val="20"/>
                <w:szCs w:val="20"/>
              </w:rPr>
              <w:t>Сарымоголского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на базе поселка </w:t>
            </w:r>
            <w:proofErr w:type="spellStart"/>
            <w:r w:rsidRPr="004561D6">
              <w:rPr>
                <w:sz w:val="20"/>
                <w:szCs w:val="20"/>
              </w:rPr>
              <w:t>Сарымогол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 </w:t>
            </w:r>
          </w:p>
        </w:tc>
      </w:tr>
      <w:tr w:rsidR="00B16532" w:rsidRPr="004561D6" w14:paraId="4F6D9A52" w14:textId="77777777" w:rsidTr="00881BC3">
        <w:trPr>
          <w:trHeight w:val="84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70CE00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A54D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24.12.2005 № 188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94903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внесении изменения в Закон Кыргызской Республики «Об образовании </w:t>
            </w:r>
            <w:proofErr w:type="spellStart"/>
            <w:r w:rsidRPr="004561D6">
              <w:rPr>
                <w:sz w:val="20"/>
                <w:szCs w:val="20"/>
              </w:rPr>
              <w:t>Сарымоголского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на базе поселка </w:t>
            </w:r>
            <w:proofErr w:type="spellStart"/>
            <w:r w:rsidRPr="004561D6">
              <w:rPr>
                <w:sz w:val="20"/>
                <w:szCs w:val="20"/>
              </w:rPr>
              <w:t>Сарымогол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3DDB716F" w14:textId="77777777" w:rsidTr="00881BC3">
        <w:trPr>
          <w:trHeight w:val="84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C61DC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1E51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01.03.2006</w:t>
            </w:r>
          </w:p>
          <w:p w14:paraId="756D7B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66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42295D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объединении сел Кызыл-</w:t>
            </w:r>
            <w:proofErr w:type="spellStart"/>
            <w:r w:rsidRPr="004561D6">
              <w:rPr>
                <w:sz w:val="20"/>
                <w:szCs w:val="20"/>
              </w:rPr>
              <w:t>Коргон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Согонду</w:t>
            </w:r>
            <w:proofErr w:type="spellEnd"/>
            <w:r w:rsidRPr="004561D6">
              <w:rPr>
                <w:sz w:val="20"/>
                <w:szCs w:val="20"/>
              </w:rPr>
              <w:t xml:space="preserve">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образовании на их базе села </w:t>
            </w:r>
            <w:proofErr w:type="spellStart"/>
            <w:r w:rsidRPr="004561D6">
              <w:rPr>
                <w:sz w:val="20"/>
                <w:szCs w:val="20"/>
              </w:rPr>
              <w:t>Согонду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0A55CF0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9B93B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F2FB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15.07.2006</w:t>
            </w:r>
          </w:p>
          <w:p w14:paraId="5F55936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05E602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района Ошской области Кыргызской Республики 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 им.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К.Белекбаева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».</w:t>
            </w:r>
          </w:p>
        </w:tc>
      </w:tr>
      <w:tr w:rsidR="00B16532" w:rsidRPr="004561D6" w14:paraId="225C095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8F3A2B3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56320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AA8A203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5F15B87A" w14:textId="77777777" w:rsidTr="00881BC3">
        <w:trPr>
          <w:trHeight w:val="102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DEDD3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Араванский </w:t>
            </w:r>
          </w:p>
          <w:p w14:paraId="63D970E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E2E2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17.09.1999</w:t>
            </w:r>
          </w:p>
          <w:p w14:paraId="2BCD8A4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3D8B4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</w:t>
            </w:r>
            <w:proofErr w:type="spellStart"/>
            <w:r w:rsidRPr="004561D6">
              <w:rPr>
                <w:sz w:val="20"/>
                <w:szCs w:val="20"/>
              </w:rPr>
              <w:t>Карак</w:t>
            </w:r>
            <w:proofErr w:type="spellEnd"/>
            <w:r w:rsidRPr="004561D6">
              <w:rPr>
                <w:sz w:val="20"/>
                <w:szCs w:val="20"/>
              </w:rPr>
              <w:t xml:space="preserve">, Октябрь, Эрке-Кашка и </w:t>
            </w:r>
            <w:proofErr w:type="spellStart"/>
            <w:r w:rsidRPr="004561D6">
              <w:rPr>
                <w:sz w:val="20"/>
                <w:szCs w:val="20"/>
              </w:rPr>
              <w:t>Суткор</w:t>
            </w:r>
            <w:proofErr w:type="spellEnd"/>
            <w:r w:rsidRPr="004561D6">
              <w:rPr>
                <w:sz w:val="20"/>
                <w:szCs w:val="20"/>
              </w:rPr>
              <w:t xml:space="preserve">, расположенных на левом берегу реки Араван-Сай, из состава </w:t>
            </w:r>
            <w:proofErr w:type="spellStart"/>
            <w:r w:rsidRPr="004561D6">
              <w:rPr>
                <w:sz w:val="20"/>
                <w:szCs w:val="20"/>
              </w:rPr>
              <w:t>Алля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Анаровского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Араванского района Ошской области Кыргызской Республики и образовании на их базе Араванского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кенеша». </w:t>
            </w:r>
          </w:p>
        </w:tc>
      </w:tr>
      <w:tr w:rsidR="00B16532" w:rsidRPr="004561D6" w14:paraId="26DE056E" w14:textId="77777777" w:rsidTr="00881BC3">
        <w:trPr>
          <w:trHeight w:val="126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53004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F7DF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12.07.2001</w:t>
            </w:r>
          </w:p>
          <w:p w14:paraId="34D0271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72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078D70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внесении дополнений в Закон Кыргызской Республики «О выводе сел </w:t>
            </w:r>
            <w:proofErr w:type="spellStart"/>
            <w:r w:rsidRPr="004561D6">
              <w:rPr>
                <w:sz w:val="20"/>
                <w:szCs w:val="20"/>
              </w:rPr>
              <w:t>Каррак</w:t>
            </w:r>
            <w:proofErr w:type="spellEnd"/>
            <w:r w:rsidRPr="004561D6">
              <w:rPr>
                <w:sz w:val="20"/>
                <w:szCs w:val="20"/>
              </w:rPr>
              <w:t xml:space="preserve">, Октябрь, Эрке-Кашка и </w:t>
            </w:r>
            <w:proofErr w:type="spellStart"/>
            <w:r w:rsidRPr="004561D6">
              <w:rPr>
                <w:sz w:val="20"/>
                <w:szCs w:val="20"/>
              </w:rPr>
              <w:t>Суткор</w:t>
            </w:r>
            <w:proofErr w:type="spellEnd"/>
            <w:r w:rsidRPr="004561D6">
              <w:rPr>
                <w:sz w:val="20"/>
                <w:szCs w:val="20"/>
              </w:rPr>
              <w:t xml:space="preserve">, расположенных на левом берегу реки Араван-Сай, из состава </w:t>
            </w:r>
            <w:proofErr w:type="spellStart"/>
            <w:r w:rsidRPr="004561D6">
              <w:rPr>
                <w:sz w:val="20"/>
                <w:szCs w:val="20"/>
              </w:rPr>
              <w:t>Алля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Анаровского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Араванского района Ошской области Кыргызской Республики и образовании на их базе Араванского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кенеша».</w:t>
            </w:r>
          </w:p>
        </w:tc>
      </w:tr>
      <w:tr w:rsidR="00B16532" w:rsidRPr="004561D6" w14:paraId="7A1B117E" w14:textId="77777777" w:rsidTr="00881BC3">
        <w:trPr>
          <w:trHeight w:val="9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E83174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152E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17.01.2003</w:t>
            </w:r>
          </w:p>
          <w:p w14:paraId="7776BD7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4F4BC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Кайрагач-Арык, </w:t>
            </w:r>
            <w:proofErr w:type="spellStart"/>
            <w:r w:rsidRPr="004561D6">
              <w:rPr>
                <w:sz w:val="20"/>
                <w:szCs w:val="20"/>
              </w:rPr>
              <w:t>Какыр-Пилтан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Лангар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Тепе-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Араванского района Ошской области Кыргызской Республики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Нурабадского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Араванского района Ошской области Кыргызской Республики».</w:t>
            </w:r>
          </w:p>
        </w:tc>
      </w:tr>
      <w:tr w:rsidR="00B16532" w:rsidRPr="004561D6" w14:paraId="617575E0" w14:textId="77777777" w:rsidTr="00881BC3">
        <w:trPr>
          <w:trHeight w:val="85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B7B06C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10CB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3E128AE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867640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Янгиарык </w:t>
            </w:r>
            <w:proofErr w:type="spellStart"/>
            <w:r w:rsidRPr="004561D6">
              <w:rPr>
                <w:sz w:val="20"/>
                <w:szCs w:val="20"/>
              </w:rPr>
              <w:t>Мангытского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Араванского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Жаныарык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39D0E75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37EC9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C2B0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01.03.2006</w:t>
            </w:r>
          </w:p>
          <w:p w14:paraId="448AB09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67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A5419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Араванского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Араванского района Ошской области Кыргызской </w:t>
            </w:r>
            <w:proofErr w:type="spellStart"/>
            <w:r w:rsidRPr="004561D6">
              <w:rPr>
                <w:sz w:val="20"/>
                <w:szCs w:val="20"/>
              </w:rPr>
              <w:t>Республикии</w:t>
            </w:r>
            <w:proofErr w:type="spellEnd"/>
            <w:r w:rsidRPr="004561D6">
              <w:rPr>
                <w:sz w:val="20"/>
                <w:szCs w:val="20"/>
              </w:rPr>
              <w:t xml:space="preserve"> в С. Юсуповский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2F88F82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47A6A9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161C2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A02A71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F3EB1E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4A4FED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Кара - </w:t>
            </w:r>
            <w:proofErr w:type="spellStart"/>
            <w:r w:rsidRPr="004561D6">
              <w:rPr>
                <w:b/>
                <w:sz w:val="20"/>
                <w:szCs w:val="20"/>
              </w:rPr>
              <w:t>Кулжинский</w:t>
            </w:r>
            <w:proofErr w:type="spellEnd"/>
          </w:p>
          <w:p w14:paraId="38D1053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23F5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48059C9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A55237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XXII Партсъезд </w:t>
            </w:r>
            <w:proofErr w:type="spellStart"/>
            <w:r w:rsidRPr="004561D6">
              <w:rPr>
                <w:sz w:val="20"/>
                <w:szCs w:val="20"/>
              </w:rPr>
              <w:t>Алайкууского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Кара–</w:t>
            </w:r>
            <w:proofErr w:type="spellStart"/>
            <w:r w:rsidRPr="004561D6">
              <w:rPr>
                <w:sz w:val="20"/>
                <w:szCs w:val="20"/>
              </w:rPr>
              <w:t>Кульджинского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Кан–</w:t>
            </w:r>
            <w:proofErr w:type="spellStart"/>
            <w:r w:rsidRPr="004561D6">
              <w:rPr>
                <w:sz w:val="20"/>
                <w:szCs w:val="20"/>
              </w:rPr>
              <w:t>Коргон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1C6A42D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33B8F56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6945C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A65727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07CA1870" w14:textId="77777777" w:rsidTr="00881BC3">
        <w:trPr>
          <w:trHeight w:val="75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39228F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(Кара - </w:t>
            </w:r>
            <w:proofErr w:type="spellStart"/>
            <w:r w:rsidRPr="004561D6">
              <w:rPr>
                <w:b/>
                <w:sz w:val="20"/>
                <w:szCs w:val="20"/>
              </w:rPr>
              <w:t>Кульджинский</w:t>
            </w:r>
            <w:proofErr w:type="spellEnd"/>
          </w:p>
          <w:p w14:paraId="093B3C5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5B11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26.12.2002</w:t>
            </w:r>
          </w:p>
          <w:p w14:paraId="63E6912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165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5B2C9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села Тельман Кара-</w:t>
            </w:r>
            <w:proofErr w:type="spellStart"/>
            <w:r w:rsidRPr="004561D6">
              <w:rPr>
                <w:sz w:val="20"/>
                <w:szCs w:val="20"/>
              </w:rPr>
              <w:t>Кульджинского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аильного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Кара–</w:t>
            </w:r>
            <w:proofErr w:type="spellStart"/>
            <w:r w:rsidRPr="004561D6">
              <w:rPr>
                <w:sz w:val="20"/>
                <w:szCs w:val="20"/>
              </w:rPr>
              <w:t>Кульджинского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Биймырза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49B4316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183F0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6CE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21907E1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415DB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Алайкуу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- в село </w:t>
            </w:r>
            <w:proofErr w:type="spellStart"/>
            <w:r w:rsidRPr="004561D6">
              <w:rPr>
                <w:sz w:val="20"/>
                <w:szCs w:val="20"/>
              </w:rPr>
              <w:t>Сайталаа</w:t>
            </w:r>
            <w:proofErr w:type="spellEnd"/>
            <w:r w:rsidRPr="004561D6">
              <w:rPr>
                <w:sz w:val="20"/>
                <w:szCs w:val="20"/>
              </w:rPr>
              <w:t xml:space="preserve">, 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Кызыржарского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- в село </w:t>
            </w:r>
            <w:proofErr w:type="spellStart"/>
            <w:r w:rsidRPr="004561D6">
              <w:rPr>
                <w:sz w:val="20"/>
                <w:szCs w:val="20"/>
              </w:rPr>
              <w:t>Куйоташ</w:t>
            </w:r>
            <w:proofErr w:type="spellEnd"/>
            <w:r w:rsidRPr="004561D6">
              <w:rPr>
                <w:sz w:val="20"/>
                <w:szCs w:val="20"/>
              </w:rPr>
              <w:t xml:space="preserve">, 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Капчыгайского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- в село </w:t>
            </w:r>
            <w:proofErr w:type="spellStart"/>
            <w:r w:rsidRPr="004561D6">
              <w:rPr>
                <w:sz w:val="20"/>
                <w:szCs w:val="20"/>
              </w:rPr>
              <w:t>Ничкесуу</w:t>
            </w:r>
            <w:proofErr w:type="spellEnd"/>
            <w:r w:rsidRPr="004561D6">
              <w:rPr>
                <w:sz w:val="20"/>
                <w:szCs w:val="20"/>
              </w:rPr>
              <w:t xml:space="preserve">, 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Ылайталаа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- в село </w:t>
            </w:r>
            <w:proofErr w:type="spellStart"/>
            <w:r w:rsidRPr="004561D6">
              <w:rPr>
                <w:sz w:val="20"/>
                <w:szCs w:val="20"/>
              </w:rPr>
              <w:t>Шаркыратма</w:t>
            </w:r>
            <w:proofErr w:type="spellEnd"/>
            <w:r w:rsidRPr="004561D6">
              <w:rPr>
                <w:sz w:val="20"/>
                <w:szCs w:val="20"/>
              </w:rPr>
              <w:t xml:space="preserve">, 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Ылайталаа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- в село </w:t>
            </w:r>
            <w:proofErr w:type="spellStart"/>
            <w:r w:rsidRPr="004561D6">
              <w:rPr>
                <w:sz w:val="20"/>
                <w:szCs w:val="20"/>
              </w:rPr>
              <w:t>Жылкол</w:t>
            </w:r>
            <w:proofErr w:type="spellEnd"/>
            <w:r w:rsidRPr="004561D6">
              <w:rPr>
                <w:sz w:val="20"/>
                <w:szCs w:val="20"/>
              </w:rPr>
              <w:t xml:space="preserve">, 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Ылайталаа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- в село </w:t>
            </w:r>
            <w:proofErr w:type="spellStart"/>
            <w:r w:rsidRPr="004561D6">
              <w:rPr>
                <w:sz w:val="20"/>
                <w:szCs w:val="20"/>
              </w:rPr>
              <w:t>Сарыташ</w:t>
            </w:r>
            <w:proofErr w:type="spellEnd"/>
            <w:r w:rsidRPr="004561D6">
              <w:rPr>
                <w:sz w:val="20"/>
                <w:szCs w:val="20"/>
              </w:rPr>
              <w:t xml:space="preserve"> и 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Кашкажолского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- в село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1DCAFAC9" w14:textId="77777777" w:rsidTr="00881BC3">
        <w:trPr>
          <w:trHeight w:val="79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D74D8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5EE1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0A4C9F9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93EBD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Киров </w:t>
            </w:r>
            <w:proofErr w:type="spellStart"/>
            <w:r w:rsidRPr="004561D6">
              <w:rPr>
                <w:sz w:val="20"/>
                <w:szCs w:val="20"/>
              </w:rPr>
              <w:t>Кашкажолского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Тоготой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122F15BD" w14:textId="77777777" w:rsidTr="00881BC3">
        <w:trPr>
          <w:trHeight w:val="99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F03B1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E974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03.02.2005</w:t>
            </w:r>
          </w:p>
          <w:p w14:paraId="79BF709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4E2D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Кенеш и Пор из состава </w:t>
            </w:r>
            <w:proofErr w:type="spellStart"/>
            <w:r w:rsidRPr="004561D6">
              <w:rPr>
                <w:sz w:val="20"/>
                <w:szCs w:val="20"/>
              </w:rPr>
              <w:t>Карагузского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Каракулжинского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09BE4F4F" w14:textId="77777777" w:rsidTr="00881BC3">
        <w:trPr>
          <w:trHeight w:val="9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361BC0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Сууский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4777B74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005D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12.07.2001</w:t>
            </w:r>
          </w:p>
          <w:p w14:paraId="1FAD3FD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73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4778F3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Сары-Колот, Ак-Колот, Курбан-Кара, </w:t>
            </w:r>
            <w:proofErr w:type="spellStart"/>
            <w:r w:rsidRPr="004561D6">
              <w:rPr>
                <w:sz w:val="20"/>
                <w:szCs w:val="20"/>
              </w:rPr>
              <w:t>Тынчтык</w:t>
            </w:r>
            <w:proofErr w:type="spellEnd"/>
            <w:r w:rsidRPr="004561D6">
              <w:rPr>
                <w:sz w:val="20"/>
                <w:szCs w:val="20"/>
              </w:rPr>
              <w:t xml:space="preserve">, Шерали, </w:t>
            </w:r>
            <w:proofErr w:type="spellStart"/>
            <w:r w:rsidRPr="004561D6">
              <w:rPr>
                <w:sz w:val="20"/>
                <w:szCs w:val="20"/>
              </w:rPr>
              <w:t>Присавай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Отуз-Адырского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образовании на их базе Сары-</w:t>
            </w:r>
            <w:proofErr w:type="spellStart"/>
            <w:r w:rsidRPr="004561D6">
              <w:rPr>
                <w:sz w:val="20"/>
                <w:szCs w:val="20"/>
              </w:rPr>
              <w:t>Колотского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кенеша». </w:t>
            </w:r>
          </w:p>
        </w:tc>
      </w:tr>
      <w:tr w:rsidR="00B16532" w:rsidRPr="004561D6" w14:paraId="1C1511E8" w14:textId="77777777" w:rsidTr="00881BC3">
        <w:trPr>
          <w:trHeight w:val="55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F535C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C25D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</w:t>
            </w:r>
          </w:p>
          <w:p w14:paraId="08E3DB0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856916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Прогресс в село Питомник </w:t>
            </w:r>
            <w:proofErr w:type="spellStart"/>
            <w:r w:rsidRPr="004561D6">
              <w:rPr>
                <w:sz w:val="20"/>
                <w:szCs w:val="20"/>
              </w:rPr>
              <w:t>Жоошского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1C6BAC5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5CC3E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5425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25.10.2002</w:t>
            </w:r>
          </w:p>
          <w:p w14:paraId="145F35D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148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A2177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села Чечен–</w:t>
            </w:r>
            <w:proofErr w:type="spellStart"/>
            <w:r w:rsidRPr="004561D6">
              <w:rPr>
                <w:sz w:val="20"/>
                <w:szCs w:val="20"/>
              </w:rPr>
              <w:t>Маала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Отуз-Адырского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Кара–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434F970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C04E1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0AE3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10A7152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154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E2FEA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XVIII Партсъезд </w:t>
            </w:r>
            <w:proofErr w:type="spellStart"/>
            <w:r w:rsidRPr="004561D6">
              <w:rPr>
                <w:sz w:val="20"/>
                <w:szCs w:val="20"/>
              </w:rPr>
              <w:t>Кашкар-Кыштакского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Монок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0056FD35" w14:textId="77777777" w:rsidTr="00881BC3">
        <w:trPr>
          <w:trHeight w:val="61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61728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4A65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23.12.2002№ 157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1D97D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Социализм </w:t>
            </w:r>
            <w:proofErr w:type="spellStart"/>
            <w:r w:rsidRPr="004561D6">
              <w:rPr>
                <w:sz w:val="20"/>
                <w:szCs w:val="20"/>
              </w:rPr>
              <w:t>Сарайского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Конурат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15D12AC0" w14:textId="77777777" w:rsidTr="00881BC3">
        <w:trPr>
          <w:trHeight w:val="84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3C958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1032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3022F6B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158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5F948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села Ленин Ак-</w:t>
            </w:r>
            <w:proofErr w:type="spellStart"/>
            <w:r w:rsidRPr="004561D6">
              <w:rPr>
                <w:sz w:val="20"/>
                <w:szCs w:val="20"/>
              </w:rPr>
              <w:t>Ташского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Жылкелди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372C53AA" w14:textId="77777777" w:rsidTr="00881BC3">
        <w:trPr>
          <w:trHeight w:val="85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61D45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B666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1E34F0C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159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0627A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Культурное </w:t>
            </w:r>
            <w:proofErr w:type="spellStart"/>
            <w:r w:rsidRPr="004561D6">
              <w:rPr>
                <w:sz w:val="20"/>
                <w:szCs w:val="20"/>
              </w:rPr>
              <w:t>Шаркского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Имам-</w:t>
            </w:r>
            <w:proofErr w:type="spellStart"/>
            <w:r w:rsidRPr="004561D6">
              <w:rPr>
                <w:sz w:val="20"/>
                <w:szCs w:val="20"/>
              </w:rPr>
              <w:t>Ата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03E17200" w14:textId="77777777" w:rsidTr="00881BC3">
        <w:trPr>
          <w:trHeight w:val="54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926F8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CA46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26.12.2002</w:t>
            </w:r>
          </w:p>
          <w:p w14:paraId="2BCB8C3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161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CDCA9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села Шверник Ак-</w:t>
            </w:r>
            <w:proofErr w:type="spellStart"/>
            <w:r w:rsidRPr="004561D6">
              <w:rPr>
                <w:sz w:val="20"/>
                <w:szCs w:val="20"/>
              </w:rPr>
              <w:t>Ташского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Барак».</w:t>
            </w:r>
          </w:p>
        </w:tc>
      </w:tr>
      <w:tr w:rsidR="00B16532" w:rsidRPr="004561D6" w14:paraId="3BF63CEA" w14:textId="77777777" w:rsidTr="00881BC3">
        <w:trPr>
          <w:trHeight w:val="84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ADF227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B3A5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44397A6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C19FC7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Верхний </w:t>
            </w:r>
            <w:proofErr w:type="spellStart"/>
            <w:r w:rsidRPr="004561D6">
              <w:rPr>
                <w:sz w:val="20"/>
                <w:szCs w:val="20"/>
              </w:rPr>
              <w:t>Увам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Шаркского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Карасуйского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Таштак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41120552" w14:textId="77777777" w:rsidTr="00881BC3">
        <w:trPr>
          <w:trHeight w:val="268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08BA9F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40AC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6B1D2D3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95C32B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Ачы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Бешмойнок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Каратепе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Осмон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Присавай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Савайского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 </w:t>
            </w:r>
            <w:proofErr w:type="spellStart"/>
            <w:r w:rsidRPr="004561D6">
              <w:rPr>
                <w:sz w:val="20"/>
                <w:szCs w:val="20"/>
              </w:rPr>
              <w:t>Мыкдобо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Кызылсууского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Алпордо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Кызылсуу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Кызылсууского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Чайчи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Каттаталдык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Каттаталдыкского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Талдык, 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Жайылма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Мадынского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в село </w:t>
            </w:r>
            <w:proofErr w:type="spellStart"/>
            <w:r w:rsidRPr="004561D6">
              <w:rPr>
                <w:sz w:val="20"/>
                <w:szCs w:val="20"/>
              </w:rPr>
              <w:t>Жоош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Бешкепе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Мадынского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Асанчек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Карасууского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 </w:t>
            </w:r>
          </w:p>
        </w:tc>
      </w:tr>
      <w:tr w:rsidR="00B16532" w:rsidRPr="004561D6" w14:paraId="637F5C6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63042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29B6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09301BB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5A4849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наименовании вновь образованных сел </w:t>
            </w:r>
            <w:proofErr w:type="spellStart"/>
            <w:r w:rsidRPr="004561D6">
              <w:rPr>
                <w:sz w:val="20"/>
                <w:szCs w:val="20"/>
              </w:rPr>
              <w:t>Отузадырского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селами </w:t>
            </w:r>
            <w:proofErr w:type="spellStart"/>
            <w:r w:rsidRPr="004561D6">
              <w:rPr>
                <w:sz w:val="20"/>
                <w:szCs w:val="20"/>
              </w:rPr>
              <w:t>Жаныкызылсуу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Тынчтык</w:t>
            </w:r>
            <w:proofErr w:type="spellEnd"/>
            <w:r w:rsidRPr="004561D6">
              <w:rPr>
                <w:sz w:val="20"/>
                <w:szCs w:val="20"/>
              </w:rPr>
              <w:t xml:space="preserve">, о наименовании вновь образованных сел </w:t>
            </w:r>
            <w:proofErr w:type="spellStart"/>
            <w:r w:rsidRPr="004561D6">
              <w:rPr>
                <w:sz w:val="20"/>
                <w:szCs w:val="20"/>
              </w:rPr>
              <w:t>Каттаталдыкского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селами </w:t>
            </w:r>
            <w:proofErr w:type="spellStart"/>
            <w:r w:rsidRPr="004561D6">
              <w:rPr>
                <w:sz w:val="20"/>
                <w:szCs w:val="20"/>
              </w:rPr>
              <w:t>Ачы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Кичик</w:t>
            </w:r>
            <w:proofErr w:type="spellEnd"/>
            <w:r w:rsidRPr="004561D6">
              <w:rPr>
                <w:sz w:val="20"/>
                <w:szCs w:val="20"/>
              </w:rPr>
              <w:t xml:space="preserve">, о наименовании вновь образованных сел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селами Жим, </w:t>
            </w:r>
            <w:proofErr w:type="spellStart"/>
            <w:r w:rsidRPr="004561D6">
              <w:rPr>
                <w:sz w:val="20"/>
                <w:szCs w:val="20"/>
              </w:rPr>
              <w:t>Тажикабад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Карасууского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2EDA05F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0913E5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CF34E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61F039A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2E4C8C71" w14:textId="77777777" w:rsidTr="00881BC3">
        <w:trPr>
          <w:trHeight w:val="97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D24629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Ноокатский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7E851F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C5ED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31.01.2002</w:t>
            </w:r>
          </w:p>
          <w:p w14:paraId="57EF6BA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01775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Кок-Бель, </w:t>
            </w:r>
            <w:proofErr w:type="spellStart"/>
            <w:r w:rsidRPr="004561D6">
              <w:rPr>
                <w:sz w:val="20"/>
                <w:szCs w:val="20"/>
              </w:rPr>
              <w:t>Кайынды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Исановского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и образовании на их базе Кок-Бельского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 </w:t>
            </w:r>
          </w:p>
        </w:tc>
      </w:tr>
      <w:tr w:rsidR="00B16532" w:rsidRPr="004561D6" w14:paraId="6E13873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9B48F3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7D5E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0F04CD7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64C097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Тельман </w:t>
            </w:r>
            <w:proofErr w:type="spellStart"/>
            <w:r w:rsidRPr="004561D6">
              <w:rPr>
                <w:sz w:val="20"/>
                <w:szCs w:val="20"/>
              </w:rPr>
              <w:t>Кыргызатинского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Акбулак». </w:t>
            </w:r>
          </w:p>
        </w:tc>
      </w:tr>
      <w:tr w:rsidR="00B16532" w:rsidRPr="004561D6" w14:paraId="68771CB4" w14:textId="77777777" w:rsidTr="00881BC3">
        <w:trPr>
          <w:trHeight w:val="85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E36841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775F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19.11.2007</w:t>
            </w:r>
          </w:p>
          <w:p w14:paraId="5DF4B94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74B60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Чечмесайского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Мирмахмудовский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212BE10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95052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город </w:t>
            </w:r>
            <w:proofErr w:type="spellStart"/>
            <w:r w:rsidRPr="004561D6">
              <w:rPr>
                <w:b/>
                <w:sz w:val="20"/>
                <w:szCs w:val="20"/>
              </w:rPr>
              <w:t>Ноокат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361E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08.09.2003</w:t>
            </w:r>
          </w:p>
          <w:p w14:paraId="02FF2E9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214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AA0FC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образовании города </w:t>
            </w:r>
            <w:proofErr w:type="spellStart"/>
            <w:r w:rsidRPr="004561D6">
              <w:rPr>
                <w:sz w:val="20"/>
                <w:szCs w:val="20"/>
              </w:rPr>
              <w:t>Ноокат</w:t>
            </w:r>
            <w:proofErr w:type="spellEnd"/>
            <w:r w:rsidRPr="004561D6">
              <w:rPr>
                <w:sz w:val="20"/>
                <w:szCs w:val="20"/>
              </w:rPr>
              <w:t xml:space="preserve"> на базе </w:t>
            </w:r>
            <w:proofErr w:type="spellStart"/>
            <w:r w:rsidRPr="004561D6">
              <w:rPr>
                <w:sz w:val="20"/>
                <w:szCs w:val="20"/>
              </w:rPr>
              <w:t>Эскиноокатского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и части земель </w:t>
            </w:r>
            <w:proofErr w:type="spellStart"/>
            <w:r w:rsidRPr="004561D6">
              <w:rPr>
                <w:sz w:val="20"/>
                <w:szCs w:val="20"/>
              </w:rPr>
              <w:t>Гулистанского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Чечмесайского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айылных кенешей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 </w:t>
            </w:r>
          </w:p>
        </w:tc>
      </w:tr>
      <w:tr w:rsidR="00B16532" w:rsidRPr="004561D6" w14:paraId="18CB28C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B644F3D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0A982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5B3AB9B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32C851A4" w14:textId="77777777" w:rsidTr="00881BC3">
        <w:trPr>
          <w:trHeight w:val="9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E95C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Узгенский</w:t>
            </w:r>
            <w:proofErr w:type="spellEnd"/>
          </w:p>
          <w:p w14:paraId="4787AEC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9AF5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08.08.2002</w:t>
            </w:r>
          </w:p>
          <w:p w14:paraId="14D941C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137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DBE26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</w:t>
            </w:r>
            <w:proofErr w:type="spellStart"/>
            <w:r w:rsidRPr="004561D6">
              <w:rPr>
                <w:sz w:val="20"/>
                <w:szCs w:val="20"/>
              </w:rPr>
              <w:t>Сасык</w:t>
            </w:r>
            <w:proofErr w:type="spellEnd"/>
            <w:r w:rsidRPr="004561D6">
              <w:rPr>
                <w:sz w:val="20"/>
                <w:szCs w:val="20"/>
              </w:rPr>
              <w:t xml:space="preserve">-Булак, </w:t>
            </w:r>
            <w:proofErr w:type="spellStart"/>
            <w:r w:rsidRPr="004561D6">
              <w:rPr>
                <w:sz w:val="20"/>
                <w:szCs w:val="20"/>
              </w:rPr>
              <w:t>Кузгун</w:t>
            </w:r>
            <w:proofErr w:type="spellEnd"/>
            <w:r w:rsidRPr="004561D6">
              <w:rPr>
                <w:sz w:val="20"/>
                <w:szCs w:val="20"/>
              </w:rPr>
              <w:t>, Киров, Кара-Баткак, Кандава из состава Ак-</w:t>
            </w:r>
            <w:proofErr w:type="spellStart"/>
            <w:r w:rsidRPr="004561D6">
              <w:rPr>
                <w:sz w:val="20"/>
                <w:szCs w:val="20"/>
              </w:rPr>
              <w:t>Жарского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передаче их Мырза-</w:t>
            </w:r>
            <w:proofErr w:type="spellStart"/>
            <w:r w:rsidRPr="004561D6">
              <w:rPr>
                <w:sz w:val="20"/>
                <w:szCs w:val="20"/>
              </w:rPr>
              <w:t>Акинскому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айылному</w:t>
            </w:r>
            <w:proofErr w:type="spellEnd"/>
            <w:r w:rsidRPr="004561D6">
              <w:rPr>
                <w:sz w:val="20"/>
                <w:szCs w:val="20"/>
              </w:rPr>
              <w:t xml:space="preserve"> кенешу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220F2B6E" w14:textId="77777777" w:rsidTr="00881BC3">
        <w:trPr>
          <w:trHeight w:val="77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9F0E23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2FF1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0EA10E8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155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B6ACC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Кузгун</w:t>
            </w:r>
            <w:proofErr w:type="spellEnd"/>
            <w:r w:rsidRPr="004561D6">
              <w:rPr>
                <w:sz w:val="20"/>
                <w:szCs w:val="20"/>
              </w:rPr>
              <w:t xml:space="preserve"> Мырза-</w:t>
            </w:r>
            <w:proofErr w:type="spellStart"/>
            <w:r w:rsidRPr="004561D6">
              <w:rPr>
                <w:sz w:val="20"/>
                <w:szCs w:val="20"/>
              </w:rPr>
              <w:t>Акинского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Алтын-Булак».</w:t>
            </w:r>
          </w:p>
        </w:tc>
      </w:tr>
      <w:tr w:rsidR="00B16532" w:rsidRPr="004561D6" w14:paraId="618C945D" w14:textId="77777777" w:rsidTr="00881BC3">
        <w:trPr>
          <w:trHeight w:val="59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B01EC5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45CC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14F75D3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156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BEC4B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села Киров Мырза-</w:t>
            </w:r>
            <w:proofErr w:type="spellStart"/>
            <w:r w:rsidRPr="004561D6">
              <w:rPr>
                <w:sz w:val="20"/>
                <w:szCs w:val="20"/>
              </w:rPr>
              <w:t>Акинского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Чечебей</w:t>
            </w:r>
            <w:proofErr w:type="spellEnd"/>
            <w:r w:rsidRPr="004561D6">
              <w:rPr>
                <w:sz w:val="20"/>
                <w:szCs w:val="20"/>
              </w:rPr>
              <w:t>».</w:t>
            </w:r>
          </w:p>
        </w:tc>
      </w:tr>
      <w:tr w:rsidR="00B16532" w:rsidRPr="004561D6" w14:paraId="243801CB" w14:textId="77777777" w:rsidTr="00881BC3">
        <w:trPr>
          <w:trHeight w:val="144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249A8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86E8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41C604B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160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AEE29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образовании села Таш-</w:t>
            </w:r>
            <w:proofErr w:type="spellStart"/>
            <w:r w:rsidRPr="004561D6">
              <w:rPr>
                <w:sz w:val="20"/>
                <w:szCs w:val="20"/>
              </w:rPr>
              <w:t>Башат</w:t>
            </w:r>
            <w:proofErr w:type="spellEnd"/>
            <w:r w:rsidRPr="004561D6">
              <w:rPr>
                <w:sz w:val="20"/>
                <w:szCs w:val="20"/>
              </w:rPr>
              <w:t xml:space="preserve"> на территории Мырза-</w:t>
            </w:r>
            <w:proofErr w:type="spellStart"/>
            <w:r w:rsidRPr="004561D6">
              <w:rPr>
                <w:sz w:val="20"/>
                <w:szCs w:val="20"/>
              </w:rPr>
              <w:t>Акинского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и о выводе сел Алтын-Булак, </w:t>
            </w:r>
            <w:proofErr w:type="spellStart"/>
            <w:r w:rsidRPr="004561D6">
              <w:rPr>
                <w:sz w:val="20"/>
                <w:szCs w:val="20"/>
              </w:rPr>
              <w:t>Чечебай</w:t>
            </w:r>
            <w:proofErr w:type="spellEnd"/>
            <w:r w:rsidRPr="004561D6">
              <w:rPr>
                <w:sz w:val="20"/>
                <w:szCs w:val="20"/>
              </w:rPr>
              <w:t>, Таш-</w:t>
            </w:r>
            <w:proofErr w:type="spellStart"/>
            <w:r w:rsidRPr="004561D6">
              <w:rPr>
                <w:sz w:val="20"/>
                <w:szCs w:val="20"/>
              </w:rPr>
              <w:t>Башат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Сасык</w:t>
            </w:r>
            <w:proofErr w:type="spellEnd"/>
            <w:r w:rsidRPr="004561D6">
              <w:rPr>
                <w:sz w:val="20"/>
                <w:szCs w:val="20"/>
              </w:rPr>
              <w:t>-Булак, Кара-Баткак из состава Мырза-</w:t>
            </w:r>
            <w:proofErr w:type="spellStart"/>
            <w:r w:rsidRPr="004561D6">
              <w:rPr>
                <w:sz w:val="20"/>
                <w:szCs w:val="20"/>
              </w:rPr>
              <w:t>Акинского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образовании на их базе Алтын-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3E9BDD92" w14:textId="77777777" w:rsidTr="00881BC3">
        <w:trPr>
          <w:trHeight w:val="57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3A9860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7F76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202C5A4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163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913B4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Ильичевского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Жазыский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754E76C9" w14:textId="77777777" w:rsidTr="00881BC3">
        <w:trPr>
          <w:trHeight w:val="52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C900E8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9CE0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23.12.2002</w:t>
            </w:r>
          </w:p>
          <w:p w14:paraId="6AB2720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164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ACC93C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Куршабский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1319FCCB" w14:textId="77777777" w:rsidTr="00881BC3">
        <w:trPr>
          <w:trHeight w:val="282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2FE50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1CF2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1F24D8F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A3845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Ленинское </w:t>
            </w:r>
            <w:proofErr w:type="spellStart"/>
            <w:r w:rsidRPr="004561D6">
              <w:rPr>
                <w:sz w:val="20"/>
                <w:szCs w:val="20"/>
              </w:rPr>
              <w:t>Куршабского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Куршаб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Ильичевка </w:t>
            </w:r>
            <w:proofErr w:type="spellStart"/>
            <w:r w:rsidRPr="004561D6">
              <w:rPr>
                <w:sz w:val="20"/>
                <w:szCs w:val="20"/>
              </w:rPr>
              <w:t>Жазыского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Карадыйкан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Ленинжолу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Жазыского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Жээренчи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Фрунзе </w:t>
            </w:r>
            <w:proofErr w:type="spellStart"/>
            <w:r w:rsidRPr="004561D6">
              <w:rPr>
                <w:sz w:val="20"/>
                <w:szCs w:val="20"/>
              </w:rPr>
              <w:t>Жазыского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Жазы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Социализм </w:t>
            </w:r>
            <w:proofErr w:type="spellStart"/>
            <w:r w:rsidRPr="004561D6">
              <w:rPr>
                <w:sz w:val="20"/>
                <w:szCs w:val="20"/>
              </w:rPr>
              <w:t>Куршабского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Шагым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Кайнар </w:t>
            </w:r>
            <w:proofErr w:type="spellStart"/>
            <w:r w:rsidRPr="004561D6">
              <w:rPr>
                <w:sz w:val="20"/>
                <w:szCs w:val="20"/>
              </w:rPr>
              <w:t>Куршабского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 село </w:t>
            </w:r>
            <w:proofErr w:type="spellStart"/>
            <w:r w:rsidRPr="004561D6">
              <w:rPr>
                <w:sz w:val="20"/>
                <w:szCs w:val="20"/>
              </w:rPr>
              <w:t>Эрдик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Калинин </w:t>
            </w:r>
            <w:proofErr w:type="spellStart"/>
            <w:r w:rsidRPr="004561D6">
              <w:rPr>
                <w:sz w:val="20"/>
                <w:szCs w:val="20"/>
              </w:rPr>
              <w:t>Кызылтооского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Аккыя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им. 15-летия Октября </w:t>
            </w:r>
            <w:proofErr w:type="spellStart"/>
            <w:r w:rsidRPr="004561D6">
              <w:rPr>
                <w:sz w:val="20"/>
                <w:szCs w:val="20"/>
              </w:rPr>
              <w:t>Саламаликского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15 </w:t>
            </w:r>
            <w:proofErr w:type="spellStart"/>
            <w:r w:rsidRPr="004561D6">
              <w:rPr>
                <w:sz w:val="20"/>
                <w:szCs w:val="20"/>
              </w:rPr>
              <w:t>жаш</w:t>
            </w:r>
            <w:proofErr w:type="spellEnd"/>
            <w:r w:rsidRPr="004561D6">
              <w:rPr>
                <w:sz w:val="20"/>
                <w:szCs w:val="20"/>
              </w:rPr>
              <w:t xml:space="preserve">, 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Бавыр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Мырзакинского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Бабыр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 </w:t>
            </w:r>
          </w:p>
        </w:tc>
      </w:tr>
      <w:tr w:rsidR="00B16532" w:rsidRPr="004561D6" w14:paraId="5EF05468" w14:textId="77777777" w:rsidTr="00881BC3">
        <w:trPr>
          <w:trHeight w:val="104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703A7C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8415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78FF0AA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48B26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 </w:t>
            </w:r>
            <w:proofErr w:type="spellStart"/>
            <w:r w:rsidRPr="004561D6">
              <w:rPr>
                <w:sz w:val="20"/>
                <w:szCs w:val="20"/>
              </w:rPr>
              <w:t>Чангет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Остуруу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Ийрисууского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Чангетского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45B466D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E30EE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F3D5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13.04.2005.</w:t>
            </w:r>
          </w:p>
          <w:p w14:paraId="24A1C7E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62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D7F3F8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села Кандава из состава </w:t>
            </w:r>
            <w:proofErr w:type="spellStart"/>
            <w:r w:rsidRPr="004561D6">
              <w:rPr>
                <w:sz w:val="20"/>
                <w:szCs w:val="20"/>
              </w:rPr>
              <w:t>Мырзакинсаого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и передаче его в </w:t>
            </w:r>
            <w:proofErr w:type="spellStart"/>
            <w:r w:rsidRPr="004561D6">
              <w:rPr>
                <w:sz w:val="20"/>
                <w:szCs w:val="20"/>
              </w:rPr>
              <w:t>Алтынбулакский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58FE320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4D96539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D1ADE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8CC8459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</w:tc>
      </w:tr>
      <w:tr w:rsidR="00B16532" w:rsidRPr="004561D6" w14:paraId="26E32D1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AD245B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Чон-</w:t>
            </w:r>
            <w:proofErr w:type="spellStart"/>
            <w:r w:rsidRPr="004561D6">
              <w:rPr>
                <w:b/>
                <w:sz w:val="20"/>
                <w:szCs w:val="20"/>
              </w:rPr>
              <w:t>Алайский</w:t>
            </w:r>
            <w:proofErr w:type="spellEnd"/>
          </w:p>
          <w:p w14:paraId="5FC9F53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045F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10.07.2006</w:t>
            </w:r>
          </w:p>
          <w:p w14:paraId="0E192DE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021B6D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присвоении статуса села участкам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Чулук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Жекендинского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кенеша,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Бургансу</w:t>
            </w: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у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и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Карашыбак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</w:t>
            </w: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Чон-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Чон-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района Ошской области Кыргызской Республики».</w:t>
            </w:r>
          </w:p>
        </w:tc>
      </w:tr>
      <w:tr w:rsidR="00B16532" w:rsidRPr="004561D6" w14:paraId="620F972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446AFF0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8746F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F7B60B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75CDA7A0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2717ED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Таласская область</w:t>
            </w:r>
          </w:p>
        </w:tc>
      </w:tr>
      <w:tr w:rsidR="00B16532" w:rsidRPr="004561D6" w14:paraId="1BD7CE2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A49EBB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A64A4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A3D966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5A7F0D45" w14:textId="77777777" w:rsidTr="00881BC3">
        <w:trPr>
          <w:trHeight w:val="99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10CC5E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Бакай-Атинский район</w:t>
            </w:r>
          </w:p>
          <w:p w14:paraId="2210DB9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</w:t>
            </w:r>
            <w:proofErr w:type="spellStart"/>
            <w:r w:rsidRPr="004561D6">
              <w:rPr>
                <w:b/>
                <w:sz w:val="20"/>
                <w:szCs w:val="20"/>
              </w:rPr>
              <w:t>Бакайатинский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47A2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17.09.1999 № 96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8E3B2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</w:t>
            </w:r>
            <w:proofErr w:type="spellStart"/>
            <w:r w:rsidRPr="004561D6">
              <w:rPr>
                <w:sz w:val="20"/>
                <w:szCs w:val="20"/>
              </w:rPr>
              <w:t>Бейшекенского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из состава Бакай-Атинского района Таласской области и передаче его в административно-территориальное подчинение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Республики».</w:t>
            </w:r>
          </w:p>
        </w:tc>
      </w:tr>
      <w:tr w:rsidR="00B16532" w:rsidRPr="004561D6" w14:paraId="71923427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72CF75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8C3C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08.02.2001</w:t>
            </w:r>
          </w:p>
          <w:p w14:paraId="181C867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95F216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Орловского - в Ак-</w:t>
            </w:r>
            <w:proofErr w:type="spellStart"/>
            <w:r w:rsidRPr="004561D6">
              <w:rPr>
                <w:sz w:val="20"/>
                <w:szCs w:val="20"/>
              </w:rPr>
              <w:t>Дебенский</w:t>
            </w:r>
            <w:proofErr w:type="spellEnd"/>
            <w:r w:rsidRPr="004561D6">
              <w:rPr>
                <w:sz w:val="20"/>
                <w:szCs w:val="20"/>
              </w:rPr>
              <w:t xml:space="preserve">, Ключевского - в </w:t>
            </w:r>
            <w:proofErr w:type="spellStart"/>
            <w:r w:rsidRPr="004561D6">
              <w:rPr>
                <w:sz w:val="20"/>
                <w:szCs w:val="20"/>
              </w:rPr>
              <w:t>Боо-Терекский</w:t>
            </w:r>
            <w:proofErr w:type="spellEnd"/>
            <w:r w:rsidRPr="004561D6">
              <w:rPr>
                <w:sz w:val="20"/>
                <w:szCs w:val="20"/>
              </w:rPr>
              <w:t>, Барк-</w:t>
            </w:r>
            <w:proofErr w:type="spellStart"/>
            <w:r w:rsidRPr="004561D6">
              <w:rPr>
                <w:sz w:val="20"/>
                <w:szCs w:val="20"/>
              </w:rPr>
              <w:t>Арыкского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- в </w:t>
            </w:r>
            <w:proofErr w:type="spellStart"/>
            <w:r w:rsidRPr="004561D6">
              <w:rPr>
                <w:sz w:val="20"/>
                <w:szCs w:val="20"/>
              </w:rPr>
              <w:t>Шадыканский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кенеши и сёл Орловка - в Ак-Дебе, Ключевка - в </w:t>
            </w:r>
            <w:proofErr w:type="spellStart"/>
            <w:r w:rsidRPr="004561D6">
              <w:rPr>
                <w:sz w:val="20"/>
                <w:szCs w:val="20"/>
              </w:rPr>
              <w:t>Боо</w:t>
            </w:r>
            <w:proofErr w:type="spellEnd"/>
            <w:r w:rsidRPr="004561D6">
              <w:rPr>
                <w:sz w:val="20"/>
                <w:szCs w:val="20"/>
              </w:rPr>
              <w:t xml:space="preserve">-Терек, Калинин - в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>, Кара-</w:t>
            </w:r>
            <w:proofErr w:type="spellStart"/>
            <w:r w:rsidRPr="004561D6">
              <w:rPr>
                <w:sz w:val="20"/>
                <w:szCs w:val="20"/>
              </w:rPr>
              <w:t>Кашат</w:t>
            </w:r>
            <w:proofErr w:type="spellEnd"/>
            <w:r w:rsidRPr="004561D6">
              <w:rPr>
                <w:sz w:val="20"/>
                <w:szCs w:val="20"/>
              </w:rPr>
              <w:t xml:space="preserve"> - в </w:t>
            </w:r>
            <w:proofErr w:type="spellStart"/>
            <w:r w:rsidRPr="004561D6">
              <w:rPr>
                <w:sz w:val="20"/>
                <w:szCs w:val="20"/>
              </w:rPr>
              <w:t>Туйте</w:t>
            </w:r>
            <w:proofErr w:type="spellEnd"/>
            <w:r w:rsidRPr="004561D6">
              <w:rPr>
                <w:sz w:val="20"/>
                <w:szCs w:val="20"/>
              </w:rPr>
              <w:t xml:space="preserve">, </w:t>
            </w:r>
            <w:proofErr w:type="spellStart"/>
            <w:r w:rsidRPr="004561D6">
              <w:rPr>
                <w:sz w:val="20"/>
                <w:szCs w:val="20"/>
              </w:rPr>
              <w:t>Ленинполь</w:t>
            </w:r>
            <w:proofErr w:type="spellEnd"/>
            <w:r w:rsidRPr="004561D6">
              <w:rPr>
                <w:sz w:val="20"/>
                <w:szCs w:val="20"/>
              </w:rPr>
              <w:t xml:space="preserve"> - в Бакай-</w:t>
            </w:r>
            <w:proofErr w:type="spellStart"/>
            <w:r w:rsidRPr="004561D6">
              <w:rPr>
                <w:sz w:val="20"/>
                <w:szCs w:val="20"/>
              </w:rPr>
              <w:t>Ата</w:t>
            </w:r>
            <w:proofErr w:type="spellEnd"/>
            <w:r w:rsidRPr="004561D6">
              <w:rPr>
                <w:sz w:val="20"/>
                <w:szCs w:val="20"/>
              </w:rPr>
              <w:t xml:space="preserve"> Бакай-Атинского района Таласской области Кыргызской Республики».</w:t>
            </w:r>
          </w:p>
        </w:tc>
      </w:tr>
      <w:tr w:rsidR="00B16532" w:rsidRPr="004561D6" w14:paraId="22E29456" w14:textId="77777777" w:rsidTr="00881BC3">
        <w:trPr>
          <w:trHeight w:val="84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E7A90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CBBA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13.04.2005</w:t>
            </w:r>
          </w:p>
          <w:p w14:paraId="74C6BE8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63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88B70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Кызылоктябрьского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Бакайатинского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</w:t>
            </w:r>
            <w:proofErr w:type="spellStart"/>
            <w:r w:rsidRPr="004561D6">
              <w:rPr>
                <w:sz w:val="20"/>
                <w:szCs w:val="20"/>
              </w:rPr>
              <w:t>Талаской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Акназаровский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айыльный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 </w:t>
            </w:r>
          </w:p>
        </w:tc>
      </w:tr>
      <w:tr w:rsidR="00B16532" w:rsidRPr="004561D6" w14:paraId="4AB1CD2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61665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FA27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27.02.2007</w:t>
            </w:r>
          </w:p>
          <w:p w14:paraId="7F28BC6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D0509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Кызылкыргызстан</w:t>
            </w:r>
            <w:proofErr w:type="spellEnd"/>
            <w:r w:rsidRPr="004561D6">
              <w:rPr>
                <w:sz w:val="20"/>
                <w:szCs w:val="20"/>
              </w:rPr>
              <w:t xml:space="preserve"> Бакай-Атинского района Таласской области Кыргызской Республики в село Кыргызстан».</w:t>
            </w:r>
          </w:p>
        </w:tc>
      </w:tr>
      <w:tr w:rsidR="00B16532" w:rsidRPr="004561D6" w14:paraId="71A80C2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1973B8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9260C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B569C8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7BC81C2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6E7F11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Бууринский</w:t>
            </w:r>
            <w:proofErr w:type="spellEnd"/>
          </w:p>
          <w:p w14:paraId="1B19CC9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980C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17.09.1999 № 96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85E7C0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</w:t>
            </w:r>
            <w:proofErr w:type="spellStart"/>
            <w:r w:rsidRPr="004561D6">
              <w:rPr>
                <w:sz w:val="20"/>
                <w:szCs w:val="20"/>
              </w:rPr>
              <w:t>Бейшекенского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из состава Бакай-Атинского района Таласской области и передаче его в административно-территориальное подчинение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Республики».</w:t>
            </w:r>
          </w:p>
        </w:tc>
      </w:tr>
      <w:tr w:rsidR="00B16532" w:rsidRPr="004561D6" w14:paraId="1E3F6C6C" w14:textId="77777777" w:rsidTr="00881BC3">
        <w:trPr>
          <w:trHeight w:val="7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ED3D0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AA07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12.09.2000</w:t>
            </w:r>
          </w:p>
          <w:p w14:paraId="47FBB3AD" w14:textId="77777777" w:rsidR="00B16532" w:rsidRPr="004561D6" w:rsidRDefault="00B16532" w:rsidP="00B16532">
            <w:pPr>
              <w:rPr>
                <w:sz w:val="16"/>
                <w:szCs w:val="20"/>
              </w:rPr>
            </w:pPr>
            <w:r w:rsidRPr="004561D6">
              <w:rPr>
                <w:sz w:val="20"/>
                <w:szCs w:val="20"/>
              </w:rPr>
              <w:t>№ 75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E28CCA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переименовании сел Будённый - в Чон-Кара-</w:t>
            </w:r>
            <w:proofErr w:type="spellStart"/>
            <w:r w:rsidRPr="004561D6">
              <w:rPr>
                <w:sz w:val="20"/>
                <w:szCs w:val="20"/>
              </w:rPr>
              <w:t>Буура</w:t>
            </w:r>
            <w:proofErr w:type="spellEnd"/>
            <w:r w:rsidRPr="004561D6">
              <w:rPr>
                <w:sz w:val="20"/>
                <w:szCs w:val="20"/>
              </w:rPr>
              <w:t xml:space="preserve">, Плодопитомник - в </w:t>
            </w:r>
            <w:proofErr w:type="spellStart"/>
            <w:r w:rsidRPr="004561D6">
              <w:rPr>
                <w:sz w:val="20"/>
                <w:szCs w:val="20"/>
              </w:rPr>
              <w:t>Кёк-Дёбё</w:t>
            </w:r>
            <w:proofErr w:type="spellEnd"/>
            <w:r w:rsidRPr="004561D6">
              <w:rPr>
                <w:sz w:val="20"/>
                <w:szCs w:val="20"/>
              </w:rPr>
              <w:t>, Крупское - в Ак-Жар, Ферма № 2 - в Ак-</w:t>
            </w:r>
            <w:proofErr w:type="spellStart"/>
            <w:r w:rsidRPr="004561D6">
              <w:rPr>
                <w:sz w:val="20"/>
                <w:szCs w:val="20"/>
              </w:rPr>
              <w:t>Башат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Республики».</w:t>
            </w:r>
          </w:p>
        </w:tc>
      </w:tr>
      <w:tr w:rsidR="00B16532" w:rsidRPr="004561D6" w14:paraId="29AE1492" w14:textId="77777777" w:rsidTr="00881BC3">
        <w:trPr>
          <w:trHeight w:val="97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2F3199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E5D3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21.09.2001</w:t>
            </w:r>
          </w:p>
          <w:p w14:paraId="5B9A443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82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380F4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выводе сёл </w:t>
            </w:r>
            <w:proofErr w:type="spellStart"/>
            <w:r w:rsidRPr="004561D6">
              <w:rPr>
                <w:sz w:val="20"/>
                <w:szCs w:val="20"/>
              </w:rPr>
              <w:t>Бакыян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Тамчи</w:t>
            </w:r>
            <w:proofErr w:type="spellEnd"/>
            <w:r w:rsidRPr="004561D6">
              <w:rPr>
                <w:sz w:val="20"/>
                <w:szCs w:val="20"/>
              </w:rPr>
              <w:t xml:space="preserve">-Булак из состава </w:t>
            </w:r>
            <w:proofErr w:type="spellStart"/>
            <w:r w:rsidRPr="004561D6">
              <w:rPr>
                <w:sz w:val="20"/>
                <w:szCs w:val="20"/>
              </w:rPr>
              <w:t>Бейшекенского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и образовании на их базе </w:t>
            </w:r>
            <w:proofErr w:type="spellStart"/>
            <w:r w:rsidRPr="004561D6">
              <w:rPr>
                <w:sz w:val="20"/>
                <w:szCs w:val="20"/>
              </w:rPr>
              <w:t>Бакыянского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кенша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Республики».</w:t>
            </w:r>
          </w:p>
        </w:tc>
      </w:tr>
      <w:tr w:rsidR="00B16532" w:rsidRPr="004561D6" w14:paraId="7FEE1AC3" w14:textId="77777777" w:rsidTr="00881BC3">
        <w:trPr>
          <w:trHeight w:val="84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657E45B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03D3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23.01.2006</w:t>
            </w:r>
          </w:p>
          <w:p w14:paraId="69985B3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F11638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«О переименовании Кара-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района Таласской области Кыргызской Республики 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Бакайырский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642C0A2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C85A26C" w14:textId="77777777" w:rsidR="00B16532" w:rsidRPr="004561D6" w:rsidRDefault="00B16532" w:rsidP="00B16532">
            <w:pPr>
              <w:rPr>
                <w:sz w:val="16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5058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29.12.2006</w:t>
            </w:r>
          </w:p>
          <w:p w14:paraId="04A2662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233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36035E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Чымгентского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Кара-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района Таласской области Кыргызской Республики 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Чолпонбайский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4B9923B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88DA42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F31ED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98B2F0E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2CFBC9BC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FD334C" w14:textId="77777777" w:rsidR="00B16532" w:rsidRPr="004561D6" w:rsidRDefault="00B16532" w:rsidP="00B16532">
            <w:pPr>
              <w:keepNext/>
              <w:outlineLvl w:val="5"/>
              <w:rPr>
                <w:b/>
                <w:bCs/>
                <w:sz w:val="20"/>
                <w:szCs w:val="20"/>
              </w:rPr>
            </w:pPr>
            <w:proofErr w:type="spellStart"/>
            <w:r w:rsidRPr="004561D6">
              <w:rPr>
                <w:b/>
                <w:bCs/>
                <w:sz w:val="20"/>
                <w:szCs w:val="20"/>
              </w:rPr>
              <w:t>Манасский</w:t>
            </w:r>
            <w:proofErr w:type="spellEnd"/>
          </w:p>
          <w:p w14:paraId="28A5CD71" w14:textId="77777777" w:rsidR="00B16532" w:rsidRPr="004561D6" w:rsidRDefault="00B16532" w:rsidP="00B16532">
            <w:pPr>
              <w:keepNext/>
              <w:outlineLvl w:val="5"/>
              <w:rPr>
                <w:b/>
                <w:bCs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731E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12.09.2000</w:t>
            </w:r>
          </w:p>
          <w:p w14:paraId="23D3550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73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72824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Пушкино в село Чон-Капка </w:t>
            </w:r>
            <w:proofErr w:type="spellStart"/>
            <w:r w:rsidRPr="004561D6">
              <w:rPr>
                <w:sz w:val="20"/>
                <w:szCs w:val="20"/>
              </w:rPr>
              <w:t>Манасского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Республики». </w:t>
            </w:r>
          </w:p>
        </w:tc>
      </w:tr>
      <w:tr w:rsidR="00B16532" w:rsidRPr="004561D6" w14:paraId="48F9536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770E22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60A37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A2ADFB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26FD355A" w14:textId="77777777" w:rsidTr="00881BC3">
        <w:trPr>
          <w:trHeight w:val="82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001220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Таласский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36CA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12.09.2000</w:t>
            </w:r>
          </w:p>
          <w:p w14:paraId="5AEC94D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74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16E93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Кепюре-Базарского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Таласского района Таласской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Айдаралиевский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23717494" w14:textId="77777777" w:rsidTr="00881BC3">
        <w:trPr>
          <w:trHeight w:val="98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F47FC8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6FD6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05.02.2001</w:t>
            </w:r>
          </w:p>
          <w:p w14:paraId="02C58D1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C2E8F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 xml:space="preserve">-Алексеевка - в Кок-Ой, </w:t>
            </w:r>
            <w:proofErr w:type="spellStart"/>
            <w:r w:rsidRPr="004561D6">
              <w:rPr>
                <w:sz w:val="20"/>
                <w:szCs w:val="20"/>
              </w:rPr>
              <w:t>Иоганесдорф</w:t>
            </w:r>
            <w:proofErr w:type="spellEnd"/>
            <w:r w:rsidRPr="004561D6">
              <w:rPr>
                <w:sz w:val="20"/>
                <w:szCs w:val="20"/>
              </w:rPr>
              <w:t xml:space="preserve"> - в Кум-Арык, </w:t>
            </w:r>
            <w:proofErr w:type="spellStart"/>
            <w:r w:rsidRPr="004561D6">
              <w:rPr>
                <w:sz w:val="20"/>
                <w:szCs w:val="20"/>
              </w:rPr>
              <w:t>Хивинка</w:t>
            </w:r>
            <w:proofErr w:type="spellEnd"/>
            <w:r w:rsidRPr="004561D6">
              <w:rPr>
                <w:sz w:val="20"/>
                <w:szCs w:val="20"/>
              </w:rPr>
              <w:t xml:space="preserve"> - в Арашан, </w:t>
            </w:r>
            <w:proofErr w:type="spellStart"/>
            <w:r w:rsidRPr="004561D6">
              <w:rPr>
                <w:sz w:val="20"/>
                <w:szCs w:val="20"/>
              </w:rPr>
              <w:t>Ивано</w:t>
            </w:r>
            <w:proofErr w:type="spellEnd"/>
            <w:r w:rsidRPr="004561D6">
              <w:rPr>
                <w:sz w:val="20"/>
                <w:szCs w:val="20"/>
              </w:rPr>
              <w:t xml:space="preserve">-Алексеевский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- в Кок-</w:t>
            </w:r>
            <w:proofErr w:type="spellStart"/>
            <w:r w:rsidRPr="004561D6">
              <w:rPr>
                <w:sz w:val="20"/>
                <w:szCs w:val="20"/>
              </w:rPr>
              <w:t>Ойский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Таласского </w:t>
            </w:r>
            <w:proofErr w:type="spellStart"/>
            <w:r w:rsidRPr="004561D6">
              <w:rPr>
                <w:sz w:val="20"/>
                <w:szCs w:val="20"/>
              </w:rPr>
              <w:t>районаТаласской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</w:t>
            </w:r>
          </w:p>
        </w:tc>
      </w:tr>
      <w:tr w:rsidR="00B16532" w:rsidRPr="004561D6" w14:paraId="0E7F9585" w14:textId="77777777" w:rsidTr="00881BC3">
        <w:trPr>
          <w:trHeight w:val="85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92189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58BD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08.02.2001</w:t>
            </w:r>
          </w:p>
          <w:p w14:paraId="3A92285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229A2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Кырк-Казыкского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в </w:t>
            </w:r>
            <w:proofErr w:type="spellStart"/>
            <w:r w:rsidRPr="004561D6">
              <w:rPr>
                <w:sz w:val="20"/>
                <w:szCs w:val="20"/>
              </w:rPr>
              <w:t>Нуржановский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Таласского </w:t>
            </w:r>
            <w:proofErr w:type="spellStart"/>
            <w:r w:rsidRPr="004561D6">
              <w:rPr>
                <w:sz w:val="20"/>
                <w:szCs w:val="20"/>
              </w:rPr>
              <w:t>районаТаласской</w:t>
            </w:r>
            <w:proofErr w:type="spellEnd"/>
            <w:r w:rsidRPr="004561D6">
              <w:rPr>
                <w:sz w:val="20"/>
                <w:szCs w:val="20"/>
              </w:rPr>
              <w:t xml:space="preserve"> области Кыргызской Республики».</w:t>
            </w:r>
          </w:p>
        </w:tc>
      </w:tr>
      <w:tr w:rsidR="00B16532" w:rsidRPr="004561D6" w14:paraId="4C35C69B" w14:textId="77777777" w:rsidTr="00881BC3">
        <w:trPr>
          <w:trHeight w:val="8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97C54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7932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04.10.2004</w:t>
            </w:r>
          </w:p>
          <w:p w14:paraId="625503A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79F84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Талдыбулакского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Таласского района Таласской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Осмонкуловский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702F557C" w14:textId="77777777" w:rsidTr="00881BC3">
        <w:trPr>
          <w:trHeight w:val="84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10FED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DC32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04.10.2004</w:t>
            </w:r>
          </w:p>
          <w:p w14:paraId="4C05178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642D6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переносе административного центра Таласского района Таласской области Кыргызской Республики из села Кокой </w:t>
            </w:r>
            <w:proofErr w:type="spellStart"/>
            <w:r w:rsidRPr="004561D6">
              <w:rPr>
                <w:sz w:val="20"/>
                <w:szCs w:val="20"/>
              </w:rPr>
              <w:t>Кокойского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в село Манас </w:t>
            </w:r>
            <w:proofErr w:type="spellStart"/>
            <w:r w:rsidRPr="004561D6">
              <w:rPr>
                <w:sz w:val="20"/>
                <w:szCs w:val="20"/>
              </w:rPr>
              <w:t>Чоналышского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кенеша».</w:t>
            </w:r>
          </w:p>
        </w:tc>
      </w:tr>
      <w:tr w:rsidR="00B16532" w:rsidRPr="004561D6" w14:paraId="07FAF3E3" w14:textId="77777777" w:rsidTr="00881BC3">
        <w:trPr>
          <w:trHeight w:val="84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EF5A6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AF71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10.02.2005</w:t>
            </w:r>
          </w:p>
          <w:p w14:paraId="0996A5A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35E694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Чоналышского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Таласского района Таласской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Омуралиевский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2CF8D6D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16B0C6E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89DF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22.03.2007</w:t>
            </w:r>
          </w:p>
          <w:p w14:paraId="2560196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BBE2C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Бешташского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Таласского района Таласской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кенеш </w:t>
            </w:r>
            <w:proofErr w:type="spellStart"/>
            <w:r w:rsidRPr="004561D6">
              <w:rPr>
                <w:sz w:val="20"/>
                <w:szCs w:val="20"/>
              </w:rPr>
              <w:t>Бердике</w:t>
            </w:r>
            <w:proofErr w:type="spellEnd"/>
            <w:r w:rsidRPr="004561D6">
              <w:rPr>
                <w:sz w:val="20"/>
                <w:szCs w:val="20"/>
              </w:rPr>
              <w:t xml:space="preserve"> Батыра».</w:t>
            </w:r>
          </w:p>
        </w:tc>
      </w:tr>
      <w:tr w:rsidR="00B16532" w:rsidRPr="004561D6" w14:paraId="4ED755CD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158015A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8B975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32F763B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48D1E4BE" w14:textId="77777777" w:rsidTr="00881BC3">
        <w:trPr>
          <w:cantSplit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03854C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</w:p>
          <w:p w14:paraId="401D8DB3" w14:textId="77777777" w:rsidR="00B16532" w:rsidRPr="004561D6" w:rsidRDefault="00B16532" w:rsidP="00B16532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Чуйская область</w:t>
            </w:r>
          </w:p>
        </w:tc>
      </w:tr>
      <w:tr w:rsidR="00B16532" w:rsidRPr="004561D6" w14:paraId="1E80AC68" w14:textId="77777777" w:rsidTr="00881BC3">
        <w:trPr>
          <w:trHeight w:val="14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7412943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8B9D1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5D75E4" w14:textId="77777777" w:rsidR="00B16532" w:rsidRPr="004561D6" w:rsidRDefault="00B16532" w:rsidP="00B16532">
            <w:pPr>
              <w:jc w:val="both"/>
              <w:rPr>
                <w:sz w:val="10"/>
                <w:szCs w:val="20"/>
              </w:rPr>
            </w:pPr>
          </w:p>
        </w:tc>
      </w:tr>
      <w:tr w:rsidR="00B16532" w:rsidRPr="004561D6" w14:paraId="784346D0" w14:textId="77777777" w:rsidTr="00881BC3">
        <w:trPr>
          <w:trHeight w:val="48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962DFE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Токмок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5989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05.03.2003</w:t>
            </w:r>
          </w:p>
          <w:p w14:paraId="302C68C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BC2E2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«Об определении города Токмок административным центром Чуйской области Кыргызской Республики».</w:t>
            </w:r>
          </w:p>
        </w:tc>
      </w:tr>
      <w:tr w:rsidR="00B16532" w:rsidRPr="004561D6" w14:paraId="21D73F95" w14:textId="77777777" w:rsidTr="00881BC3">
        <w:trPr>
          <w:trHeight w:val="84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8007FB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Чуйский </w:t>
            </w:r>
          </w:p>
          <w:p w14:paraId="562F72F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9E9A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17.09.1999 № 95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566BFC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присвоении административно-территориально объединенным городу Токмок и Чуйскому району Чуйской области Кыргызской Республики наименования «Чуйский район».</w:t>
            </w:r>
          </w:p>
        </w:tc>
      </w:tr>
      <w:tr w:rsidR="00B16532" w:rsidRPr="004561D6" w14:paraId="661AFCA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AF034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C36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</w:t>
            </w:r>
          </w:p>
          <w:p w14:paraId="2C82459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CB4FB5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переименовании села Калиновка </w:t>
            </w:r>
            <w:proofErr w:type="spellStart"/>
            <w:r w:rsidRPr="004561D6">
              <w:rPr>
                <w:sz w:val="20"/>
                <w:szCs w:val="20"/>
              </w:rPr>
              <w:t>Ибраимовского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Кошой</w:t>
            </w:r>
            <w:proofErr w:type="spellEnd"/>
            <w:r w:rsidRPr="004561D6">
              <w:rPr>
                <w:sz w:val="20"/>
                <w:szCs w:val="20"/>
              </w:rPr>
              <w:t>, село Октябрьское Ак-</w:t>
            </w:r>
            <w:proofErr w:type="spellStart"/>
            <w:r w:rsidRPr="004561D6">
              <w:rPr>
                <w:sz w:val="20"/>
                <w:szCs w:val="20"/>
              </w:rPr>
              <w:t>Бешимского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Калыгул</w:t>
            </w:r>
            <w:proofErr w:type="spellEnd"/>
            <w:r w:rsidRPr="004561D6">
              <w:rPr>
                <w:sz w:val="20"/>
                <w:szCs w:val="20"/>
              </w:rPr>
              <w:t xml:space="preserve">, села </w:t>
            </w:r>
            <w:proofErr w:type="spellStart"/>
            <w:r w:rsidRPr="004561D6">
              <w:rPr>
                <w:sz w:val="20"/>
                <w:szCs w:val="20"/>
              </w:rPr>
              <w:t>Плохотниково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Кегетинского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- в село </w:t>
            </w:r>
            <w:proofErr w:type="spellStart"/>
            <w:r w:rsidRPr="004561D6">
              <w:rPr>
                <w:sz w:val="20"/>
                <w:szCs w:val="20"/>
              </w:rPr>
              <w:t>Акматбек</w:t>
            </w:r>
            <w:proofErr w:type="spellEnd"/>
            <w:r w:rsidRPr="004561D6">
              <w:rPr>
                <w:sz w:val="20"/>
                <w:szCs w:val="20"/>
              </w:rPr>
              <w:t xml:space="preserve"> Чуйского района Чуйской области Кыргызской Республики». </w:t>
            </w:r>
          </w:p>
        </w:tc>
      </w:tr>
      <w:tr w:rsidR="00B16532" w:rsidRPr="004561D6" w14:paraId="0F456B65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45AF6B9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7D433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547CD2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592A8537" w14:textId="77777777" w:rsidTr="00881BC3">
        <w:trPr>
          <w:trHeight w:val="77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535B2C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Аламудунский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2818086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84E4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21.01.2000</w:t>
            </w:r>
          </w:p>
          <w:p w14:paraId="02B016B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636BC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присвоении имени </w:t>
            </w:r>
            <w:proofErr w:type="spellStart"/>
            <w:r w:rsidRPr="004561D6">
              <w:rPr>
                <w:sz w:val="20"/>
                <w:szCs w:val="20"/>
              </w:rPr>
              <w:t>Суйменкула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Чокморова</w:t>
            </w:r>
            <w:proofErr w:type="spellEnd"/>
            <w:r w:rsidRPr="004561D6">
              <w:rPr>
                <w:sz w:val="20"/>
                <w:szCs w:val="20"/>
              </w:rPr>
              <w:t xml:space="preserve"> селу Чон-Таш Таш-</w:t>
            </w:r>
            <w:proofErr w:type="spellStart"/>
            <w:r w:rsidRPr="004561D6">
              <w:rPr>
                <w:sz w:val="20"/>
                <w:szCs w:val="20"/>
              </w:rPr>
              <w:t>Дебенского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</w:t>
            </w:r>
            <w:proofErr w:type="spellStart"/>
            <w:r w:rsidRPr="004561D6">
              <w:rPr>
                <w:sz w:val="20"/>
                <w:szCs w:val="20"/>
              </w:rPr>
              <w:t>Аламудунского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Чуйской области Кыргызской Республики». </w:t>
            </w:r>
          </w:p>
        </w:tc>
      </w:tr>
      <w:tr w:rsidR="00B16532" w:rsidRPr="004561D6" w14:paraId="765B5C2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456A3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9AF8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19.11.2007</w:t>
            </w:r>
          </w:p>
          <w:p w14:paraId="4F9EBFA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82C4B8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придании статуса села участку общественного садоводческого объединения "Дружба" и присоединении его к Пригородному </w:t>
            </w:r>
            <w:proofErr w:type="spellStart"/>
            <w:r w:rsidRPr="004561D6">
              <w:rPr>
                <w:sz w:val="20"/>
                <w:szCs w:val="20"/>
              </w:rPr>
              <w:t>айылному</w:t>
            </w:r>
            <w:proofErr w:type="spellEnd"/>
            <w:r w:rsidRPr="004561D6">
              <w:rPr>
                <w:sz w:val="20"/>
                <w:szCs w:val="20"/>
              </w:rPr>
              <w:t xml:space="preserve"> округу </w:t>
            </w:r>
            <w:proofErr w:type="spellStart"/>
            <w:r w:rsidRPr="004561D6">
              <w:rPr>
                <w:sz w:val="20"/>
                <w:szCs w:val="20"/>
              </w:rPr>
              <w:t>Аламудунского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Чуйской области Кыргызской Республики. (Статья 1. Придать статус села участку ОСО «Дружба» и наименовать вновь образованное село селом «</w:t>
            </w:r>
            <w:proofErr w:type="spellStart"/>
            <w:r w:rsidRPr="004561D6">
              <w:rPr>
                <w:sz w:val="20"/>
                <w:szCs w:val="20"/>
              </w:rPr>
              <w:t>Достук</w:t>
            </w:r>
            <w:proofErr w:type="spellEnd"/>
            <w:r w:rsidRPr="004561D6">
              <w:rPr>
                <w:sz w:val="20"/>
                <w:szCs w:val="20"/>
              </w:rPr>
              <w:t>»)».</w:t>
            </w:r>
          </w:p>
        </w:tc>
      </w:tr>
      <w:tr w:rsidR="00B16532" w:rsidRPr="004561D6" w14:paraId="7550588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9EB2EA5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927C3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274A0A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4B23E83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61B07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Жайылский</w:t>
            </w:r>
            <w:proofErr w:type="spellEnd"/>
          </w:p>
          <w:p w14:paraId="0CBB119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F3B6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17.09.1999 № 97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AB5CA7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образовании </w:t>
            </w:r>
            <w:proofErr w:type="spellStart"/>
            <w:r w:rsidRPr="004561D6">
              <w:rPr>
                <w:sz w:val="20"/>
                <w:szCs w:val="20"/>
              </w:rPr>
              <w:t>Суусамырского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на базе </w:t>
            </w:r>
            <w:proofErr w:type="spellStart"/>
            <w:r w:rsidRPr="004561D6">
              <w:rPr>
                <w:sz w:val="20"/>
                <w:szCs w:val="20"/>
              </w:rPr>
              <w:t>Суусамырского</w:t>
            </w:r>
            <w:proofErr w:type="spellEnd"/>
            <w:r w:rsidRPr="004561D6">
              <w:rPr>
                <w:sz w:val="20"/>
                <w:szCs w:val="20"/>
              </w:rPr>
              <w:t xml:space="preserve"> и </w:t>
            </w:r>
            <w:proofErr w:type="spellStart"/>
            <w:r w:rsidRPr="004561D6">
              <w:rPr>
                <w:sz w:val="20"/>
                <w:szCs w:val="20"/>
              </w:rPr>
              <w:t>Кожомкульского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айылных кенешей </w:t>
            </w:r>
            <w:proofErr w:type="spellStart"/>
            <w:r w:rsidRPr="004561D6">
              <w:rPr>
                <w:sz w:val="20"/>
                <w:szCs w:val="20"/>
              </w:rPr>
              <w:t>Жайылского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Чуйской области Кыргызской Республики».</w:t>
            </w:r>
          </w:p>
        </w:tc>
      </w:tr>
      <w:tr w:rsidR="00B16532" w:rsidRPr="004561D6" w14:paraId="2970506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B8FF19A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46B34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2015D98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0A98B2AC" w14:textId="77777777" w:rsidTr="00881BC3">
        <w:trPr>
          <w:trHeight w:val="78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CA7F5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Кеминский </w:t>
            </w:r>
          </w:p>
          <w:p w14:paraId="77846F0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4E08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10.06.2002</w:t>
            </w:r>
          </w:p>
          <w:p w14:paraId="064735E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EB86A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объединении </w:t>
            </w:r>
            <w:proofErr w:type="spellStart"/>
            <w:r w:rsidRPr="004561D6">
              <w:rPr>
                <w:sz w:val="20"/>
                <w:szCs w:val="20"/>
              </w:rPr>
              <w:t>Бордунского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и Орловского поселковых кенешей и образовании на их базе Орловского поселкового кенеша Кеминского района Чуйской области Кыргызской Республики».</w:t>
            </w:r>
          </w:p>
        </w:tc>
      </w:tr>
      <w:tr w:rsidR="00B16532" w:rsidRPr="004561D6" w14:paraId="1326633B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0B1E6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AAF9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10.07.2006</w:t>
            </w:r>
          </w:p>
          <w:p w14:paraId="314FCB1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2FF066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переименовании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Кичи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-Кеминского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Кеминского района Чуйской области Кыргызской Республики 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А.Дуйшеевский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1A0F851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2B990AC" w14:textId="77777777" w:rsidR="00B16532" w:rsidRPr="004561D6" w:rsidRDefault="00B16532" w:rsidP="00B16532">
            <w:pPr>
              <w:rPr>
                <w:b/>
                <w:sz w:val="1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FDFD6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46B0E48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10"/>
                <w:szCs w:val="20"/>
              </w:rPr>
            </w:pPr>
          </w:p>
        </w:tc>
      </w:tr>
      <w:tr w:rsidR="00B16532" w:rsidRPr="004561D6" w14:paraId="64BC7519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71D89C" w14:textId="77777777" w:rsidR="00B16532" w:rsidRPr="004561D6" w:rsidRDefault="00B16532" w:rsidP="00B16532">
            <w:pPr>
              <w:keepNext/>
              <w:outlineLvl w:val="1"/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Панфиловкий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A8FD24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2E66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18.07.2008</w:t>
            </w:r>
          </w:p>
          <w:p w14:paraId="1ACECE6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ACFE623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переименовании Панфиловского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Чуйской области Кыргызской Республики 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округ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Курама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Панфиловского района Чуйской области Кыргызской Республики».</w:t>
            </w:r>
          </w:p>
        </w:tc>
      </w:tr>
      <w:tr w:rsidR="00B16532" w:rsidRPr="004561D6" w14:paraId="17702B1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CE53C9D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32887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E46A68D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</w:tc>
      </w:tr>
      <w:tr w:rsidR="00B16532" w:rsidRPr="004561D6" w14:paraId="160AED0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531F03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Ысык-Атинский</w:t>
            </w:r>
          </w:p>
          <w:p w14:paraId="27D9462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5D7C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25.10.2002</w:t>
            </w:r>
          </w:p>
          <w:p w14:paraId="3F14E12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0ECE3E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переименовании Октябрьского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Ысык-Атинского района Чуйской области Кыргызской Республики в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Кочкорбаевский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кенеш».</w:t>
            </w:r>
          </w:p>
        </w:tc>
      </w:tr>
      <w:tr w:rsidR="00B16532" w:rsidRPr="004561D6" w14:paraId="20505FF2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33EA7A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7285B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3940353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</w:tc>
      </w:tr>
      <w:tr w:rsidR="00B16532" w:rsidRPr="004561D6" w14:paraId="440C9F8A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7D83C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46FD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10.02.2005</w:t>
            </w:r>
          </w:p>
          <w:p w14:paraId="6EB32DB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EDE8E6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«О переименовании села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Социалчи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Кочкорбаевского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кенеша Ысык-Атинского района Чуйской области Кыргызской Республики в село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Доктурбек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Курманалиев</w:t>
            </w:r>
            <w:proofErr w:type="spellEnd"/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».</w:t>
            </w:r>
          </w:p>
        </w:tc>
      </w:tr>
      <w:tr w:rsidR="00B16532" w:rsidRPr="004561D6" w14:paraId="3A46799E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3513ED6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45914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93A3D18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</w:tc>
      </w:tr>
      <w:tr w:rsidR="00B16532" w:rsidRPr="004561D6" w14:paraId="7034E2AE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B46935" w14:textId="77777777" w:rsidR="00B16532" w:rsidRPr="004561D6" w:rsidRDefault="00B16532" w:rsidP="00B16532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b/>
                <w:sz w:val="20"/>
                <w:szCs w:val="20"/>
              </w:rPr>
              <w:t>город Бишкек</w:t>
            </w:r>
          </w:p>
        </w:tc>
      </w:tr>
      <w:tr w:rsidR="00B16532" w:rsidRPr="004561D6" w14:paraId="22F5CD23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7E9118A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2BD5E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83777A6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10"/>
                <w:szCs w:val="10"/>
              </w:rPr>
            </w:pPr>
          </w:p>
        </w:tc>
      </w:tr>
      <w:tr w:rsidR="00B16532" w:rsidRPr="004561D6" w14:paraId="4CD2AA5F" w14:textId="77777777" w:rsidTr="00881BC3">
        <w:trPr>
          <w:trHeight w:val="5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ACB7A2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Бишкек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AEE9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03.08.2006</w:t>
            </w:r>
          </w:p>
          <w:p w14:paraId="53409D7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146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E6442F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«Об определении города Бишкек административным центром Чуйской области Кыргызской Республики».</w:t>
            </w:r>
          </w:p>
        </w:tc>
      </w:tr>
      <w:tr w:rsidR="00B16532" w:rsidRPr="004561D6" w14:paraId="62BE42D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8DEDC8C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FBF2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27.02.2007</w:t>
            </w:r>
          </w:p>
          <w:p w14:paraId="5F14076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26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E6D50B7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sz w:val="20"/>
                <w:szCs w:val="20"/>
              </w:rPr>
              <w:t>«О внесении дополнения и изменения в Закон Кыргызской Республики «Об определении города Бишкек административным центром Чуйской области Кыргызской Республики».</w:t>
            </w:r>
          </w:p>
        </w:tc>
      </w:tr>
      <w:tr w:rsidR="00B16532" w:rsidRPr="004561D6" w14:paraId="3A5909B4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816FB16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B51AF" w14:textId="77777777" w:rsidR="00B16532" w:rsidRPr="004561D6" w:rsidRDefault="00B16532" w:rsidP="00B16532">
            <w:pPr>
              <w:rPr>
                <w:sz w:val="1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B69867C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sz w:val="10"/>
                <w:szCs w:val="20"/>
              </w:rPr>
            </w:pPr>
          </w:p>
        </w:tc>
      </w:tr>
      <w:tr w:rsidR="00B16532" w:rsidRPr="004561D6" w14:paraId="2612EE19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D6233F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Ош</w:t>
            </w:r>
          </w:p>
        </w:tc>
      </w:tr>
      <w:tr w:rsidR="00B16532" w:rsidRPr="004561D6" w14:paraId="172E22E0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F44F020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CDA8F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197F1C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1A0A9B86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FCACB6" w14:textId="77777777" w:rsidR="00B16532" w:rsidRPr="004561D6" w:rsidRDefault="00B16532" w:rsidP="00B16532">
            <w:pPr>
              <w:rPr>
                <w:b/>
                <w:sz w:val="10"/>
                <w:szCs w:val="1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AAAF0" w14:textId="77777777" w:rsidR="00B16532" w:rsidRPr="004561D6" w:rsidRDefault="00B16532" w:rsidP="00B16532">
            <w:pPr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BFCBDD0" w14:textId="77777777" w:rsidR="00B16532" w:rsidRPr="004561D6" w:rsidRDefault="00B16532" w:rsidP="00B16532">
            <w:pPr>
              <w:jc w:val="both"/>
              <w:rPr>
                <w:sz w:val="10"/>
                <w:szCs w:val="10"/>
              </w:rPr>
            </w:pPr>
          </w:p>
        </w:tc>
      </w:tr>
      <w:tr w:rsidR="00B16532" w:rsidRPr="004561D6" w14:paraId="3DAB31F0" w14:textId="77777777" w:rsidTr="00881BC3">
        <w:trPr>
          <w:trHeight w:val="67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FD17A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Ош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24A4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11.06.2003</w:t>
            </w:r>
          </w:p>
          <w:p w14:paraId="0469288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97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4420C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«О статусе города Ош. (</w:t>
            </w:r>
            <w:r w:rsidRPr="004561D6">
              <w:rPr>
                <w:b/>
                <w:sz w:val="20"/>
                <w:szCs w:val="20"/>
              </w:rPr>
              <w:t xml:space="preserve">Статья </w:t>
            </w:r>
            <w:smartTag w:uri="urn:schemas-microsoft-com:office:smarttags" w:element="metricconverter">
              <w:smartTagPr>
                <w:attr w:name="ProductID" w:val="1. г"/>
              </w:smartTagPr>
              <w:r w:rsidRPr="004561D6">
                <w:rPr>
                  <w:b/>
                  <w:sz w:val="20"/>
                  <w:szCs w:val="20"/>
                </w:rPr>
                <w:t>1</w:t>
              </w:r>
              <w:r w:rsidRPr="004561D6">
                <w:rPr>
                  <w:sz w:val="20"/>
                  <w:szCs w:val="20"/>
                </w:rPr>
                <w:t>. г</w:t>
              </w:r>
            </w:smartTag>
            <w:r w:rsidRPr="004561D6">
              <w:rPr>
                <w:sz w:val="20"/>
                <w:szCs w:val="20"/>
              </w:rPr>
              <w:t xml:space="preserve">. Ош является городом республиканского значения)». </w:t>
            </w:r>
          </w:p>
        </w:tc>
      </w:tr>
      <w:tr w:rsidR="00B16532" w:rsidRPr="004561D6" w14:paraId="462CFAAF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A7996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40C3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19.03.2004</w:t>
            </w:r>
          </w:p>
          <w:p w14:paraId="7146262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44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B325D2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наименовании вновь образованного села </w:t>
            </w:r>
            <w:proofErr w:type="spellStart"/>
            <w:r w:rsidRPr="004561D6">
              <w:rPr>
                <w:sz w:val="20"/>
                <w:szCs w:val="20"/>
              </w:rPr>
              <w:t>Жапалакского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города Ош Кыргызской Республики селом </w:t>
            </w:r>
            <w:proofErr w:type="spellStart"/>
            <w:r w:rsidRPr="004561D6">
              <w:rPr>
                <w:sz w:val="20"/>
                <w:szCs w:val="20"/>
              </w:rPr>
              <w:t>Гулбаартолойкон</w:t>
            </w:r>
            <w:proofErr w:type="spellEnd"/>
            <w:r w:rsidRPr="004561D6">
              <w:rPr>
                <w:sz w:val="20"/>
                <w:szCs w:val="20"/>
              </w:rPr>
              <w:t xml:space="preserve">». </w:t>
            </w:r>
          </w:p>
        </w:tc>
      </w:tr>
      <w:tr w:rsidR="00B16532" w:rsidRPr="004561D6" w14:paraId="7FFC1618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99F10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07123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C10C2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0D1CFEE7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4E8A66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5B2C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04.10.2004</w:t>
            </w:r>
          </w:p>
          <w:p w14:paraId="48E8A74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173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0663C1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установлении административно-территориальной границы города Ош Кыргызской Республики. </w:t>
            </w: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«Передать г. Ош </w:t>
            </w:r>
            <w:smartTag w:uri="urn:schemas-microsoft-com:office:smarttags" w:element="metricconverter">
              <w:smartTagPr>
                <w:attr w:name="ProductID" w:val="3670 гектаров"/>
              </w:smartTagPr>
              <w:r w:rsidRPr="004561D6">
                <w:rPr>
                  <w:sz w:val="20"/>
                  <w:szCs w:val="20"/>
                </w:rPr>
                <w:t>3670 гектаров</w:t>
              </w:r>
            </w:smartTag>
            <w:r w:rsidRPr="004561D6">
              <w:rPr>
                <w:sz w:val="20"/>
                <w:szCs w:val="20"/>
              </w:rPr>
              <w:t xml:space="preserve"> земель Кара-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области. Включить в состав административно-территориальной границы города Ош административную территорию </w:t>
            </w:r>
            <w:proofErr w:type="spellStart"/>
            <w:r w:rsidRPr="004561D6">
              <w:rPr>
                <w:sz w:val="20"/>
                <w:szCs w:val="20"/>
              </w:rPr>
              <w:t>Жапалакского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кенеша в его границах».</w:t>
            </w:r>
          </w:p>
        </w:tc>
      </w:tr>
      <w:tr w:rsidR="00B16532" w:rsidRPr="004561D6" w14:paraId="59CB3986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6B99A5" w14:textId="77777777" w:rsidR="00B16532" w:rsidRPr="004561D6" w:rsidRDefault="00B16532" w:rsidP="00B16532">
            <w:pPr>
              <w:rPr>
                <w:szCs w:val="20"/>
              </w:rPr>
            </w:pPr>
          </w:p>
          <w:tbl>
            <w:tblPr>
              <w:tblStyle w:val="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21"/>
            </w:tblGrid>
            <w:tr w:rsidR="00B16532" w:rsidRPr="004561D6" w14:paraId="0C0DC861" w14:textId="77777777" w:rsidTr="00881BC3">
              <w:tc>
                <w:tcPr>
                  <w:tcW w:w="9521" w:type="dxa"/>
                </w:tcPr>
                <w:p w14:paraId="36F20B7C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  <w:r w:rsidRPr="004561D6">
                    <w:rPr>
                      <w:b/>
                      <w:szCs w:val="20"/>
                    </w:rPr>
                    <w:t xml:space="preserve">Изменения  в административно-территориальном устройстве страны </w:t>
                  </w:r>
                </w:p>
                <w:p w14:paraId="7EAF64E4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  <w:r w:rsidRPr="004561D6">
                    <w:rPr>
                      <w:b/>
                      <w:szCs w:val="20"/>
                    </w:rPr>
                    <w:t>за 2009-2022гг.</w:t>
                  </w:r>
                </w:p>
                <w:p w14:paraId="29BE7EA8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</w:p>
              </w:tc>
            </w:tr>
          </w:tbl>
          <w:p w14:paraId="07CCE07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0F30B512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6AA7CA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>Баткенск</w:t>
            </w:r>
            <w:r w:rsidRPr="004561D6">
              <w:rPr>
                <w:b/>
                <w:sz w:val="20"/>
                <w:szCs w:val="20"/>
              </w:rPr>
              <w:t>ая область</w:t>
            </w:r>
          </w:p>
          <w:p w14:paraId="6AB3CF9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452322EF" w14:textId="77777777" w:rsidTr="00881BC3">
        <w:trPr>
          <w:trHeight w:val="171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9F30C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Баткенский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E45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21.04.2016</w:t>
            </w:r>
          </w:p>
          <w:p w14:paraId="2C55E8C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6D0D90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Зардалы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Зардалы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Республики.”.</w:t>
            </w:r>
          </w:p>
        </w:tc>
      </w:tr>
      <w:tr w:rsidR="00B16532" w:rsidRPr="004561D6" w14:paraId="23EAAFDD" w14:textId="77777777" w:rsidTr="00881BC3">
        <w:trPr>
          <w:trHeight w:val="123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FFFD9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18B9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844D6A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</w:t>
            </w:r>
            <w:r w:rsidRPr="004561D6">
              <w:rPr>
                <w:sz w:val="20"/>
                <w:szCs w:val="20"/>
              </w:rPr>
              <w:t xml:space="preserve"> “Отнести населенный пункт Добо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Добо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Республики.”.</w:t>
            </w:r>
          </w:p>
        </w:tc>
      </w:tr>
      <w:tr w:rsidR="00B16532" w:rsidRPr="004561D6" w14:paraId="0A9F8695" w14:textId="77777777" w:rsidTr="00881BC3">
        <w:trPr>
          <w:trHeight w:val="123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D696EC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C8D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2510E5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</w:t>
            </w:r>
            <w:r w:rsidRPr="004561D6">
              <w:rPr>
                <w:sz w:val="20"/>
                <w:szCs w:val="20"/>
              </w:rPr>
              <w:t>. “Отнести населенный пункт Бай Кара-Бак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Бай Кара-Бак Кара-</w:t>
            </w:r>
            <w:proofErr w:type="spellStart"/>
            <w:r w:rsidRPr="004561D6">
              <w:rPr>
                <w:sz w:val="20"/>
                <w:szCs w:val="20"/>
              </w:rPr>
              <w:t>Бакского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Республики.”.</w:t>
            </w:r>
          </w:p>
        </w:tc>
      </w:tr>
      <w:tr w:rsidR="00B16532" w:rsidRPr="004561D6" w14:paraId="1FC2F3F9" w14:textId="77777777" w:rsidTr="00881BC3">
        <w:trPr>
          <w:trHeight w:val="176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FAC25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E76F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3727E3F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62221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 “Об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</w:t>
            </w: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>. «Отнести населенный пункт Мин-Булак Ак-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Мин-Булак Ак-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4E855C89" w14:textId="77777777" w:rsidTr="00881BC3">
        <w:trPr>
          <w:trHeight w:val="126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516579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B4EA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74BD0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</w:t>
            </w:r>
            <w:r w:rsidRPr="004561D6">
              <w:rPr>
                <w:sz w:val="20"/>
                <w:szCs w:val="20"/>
              </w:rPr>
              <w:t>. «Отнести населенный пункт Мин-</w:t>
            </w:r>
            <w:proofErr w:type="spellStart"/>
            <w:r w:rsidRPr="004561D6">
              <w:rPr>
                <w:sz w:val="20"/>
                <w:szCs w:val="20"/>
              </w:rPr>
              <w:t>Орук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Самаркандекского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 Мин-</w:t>
            </w:r>
            <w:proofErr w:type="spellStart"/>
            <w:r w:rsidRPr="004561D6">
              <w:rPr>
                <w:sz w:val="20"/>
                <w:szCs w:val="20"/>
              </w:rPr>
              <w:t>Орук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Самаркандекского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Баткенского района Баткенской области Кыргызской Республики».</w:t>
            </w:r>
          </w:p>
        </w:tc>
      </w:tr>
      <w:tr w:rsidR="00B16532" w:rsidRPr="004561D6" w14:paraId="086FDFAB" w14:textId="77777777" w:rsidTr="00881BC3">
        <w:trPr>
          <w:trHeight w:val="123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D3BD22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Кадамжайский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  <w:p w14:paraId="2AFB037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063C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C01BE3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города».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1FAAA9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«Отнести к категории города районного значения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Айдаркен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Республики.».</w:t>
            </w:r>
          </w:p>
        </w:tc>
      </w:tr>
      <w:tr w:rsidR="00B16532" w:rsidRPr="004561D6" w14:paraId="64FD60D4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E4510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65DD1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F4A006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2. </w:t>
            </w:r>
            <w:r w:rsidRPr="004561D6">
              <w:rPr>
                <w:sz w:val="20"/>
                <w:szCs w:val="20"/>
              </w:rPr>
              <w:t xml:space="preserve">«Отнести к категории города районного значения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Кадамжай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Республики.                                    ...Административным центром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определить город районного значения </w:t>
            </w:r>
            <w:proofErr w:type="spellStart"/>
            <w:r w:rsidRPr="004561D6">
              <w:rPr>
                <w:sz w:val="20"/>
                <w:szCs w:val="20"/>
              </w:rPr>
              <w:t>Кадамжай</w:t>
            </w:r>
            <w:proofErr w:type="spellEnd"/>
            <w:r w:rsidRPr="004561D6">
              <w:rPr>
                <w:sz w:val="20"/>
                <w:szCs w:val="20"/>
              </w:rPr>
              <w:t>.».</w:t>
            </w:r>
          </w:p>
        </w:tc>
      </w:tr>
      <w:tr w:rsidR="00B16532" w:rsidRPr="004561D6" w14:paraId="0BB600F6" w14:textId="77777777" w:rsidTr="00881BC3">
        <w:trPr>
          <w:trHeight w:val="9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7788BD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8B2DC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B1264E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3. </w:t>
            </w:r>
            <w:r w:rsidRPr="004561D6">
              <w:rPr>
                <w:sz w:val="20"/>
                <w:szCs w:val="20"/>
              </w:rPr>
              <w:t xml:space="preserve">«Отнести к категории села поселок городского типа Советское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и образовать на его базе Советский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Республики.».</w:t>
            </w:r>
          </w:p>
        </w:tc>
      </w:tr>
      <w:tr w:rsidR="00B16532" w:rsidRPr="004561D6" w14:paraId="435C5645" w14:textId="77777777" w:rsidTr="00881BC3">
        <w:trPr>
          <w:trHeight w:val="98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4F876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A506F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BCA03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4. </w:t>
            </w:r>
            <w:r w:rsidRPr="004561D6">
              <w:rPr>
                <w:sz w:val="20"/>
                <w:szCs w:val="20"/>
              </w:rPr>
              <w:t xml:space="preserve">«Отнести к категории села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Чаувай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и образовать на его базе </w:t>
            </w:r>
            <w:proofErr w:type="spellStart"/>
            <w:r w:rsidRPr="004561D6">
              <w:rPr>
                <w:sz w:val="20"/>
                <w:szCs w:val="20"/>
              </w:rPr>
              <w:t>Чаувайский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Республики.».</w:t>
            </w:r>
          </w:p>
        </w:tc>
      </w:tr>
      <w:tr w:rsidR="00B16532" w:rsidRPr="004561D6" w14:paraId="60729AD0" w14:textId="77777777" w:rsidTr="00881BC3">
        <w:trPr>
          <w:trHeight w:val="100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866768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EBEC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54919E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20.</w:t>
            </w:r>
            <w:r w:rsidRPr="004561D6">
              <w:rPr>
                <w:sz w:val="20"/>
                <w:szCs w:val="20"/>
              </w:rPr>
              <w:t xml:space="preserve"> «Вывести села </w:t>
            </w:r>
            <w:proofErr w:type="spellStart"/>
            <w:r w:rsidRPr="004561D6">
              <w:rPr>
                <w:sz w:val="20"/>
                <w:szCs w:val="20"/>
              </w:rPr>
              <w:t>Пульгон</w:t>
            </w:r>
            <w:proofErr w:type="spellEnd"/>
            <w:r w:rsidRPr="004561D6">
              <w:rPr>
                <w:sz w:val="20"/>
                <w:szCs w:val="20"/>
              </w:rPr>
              <w:t>, Чал-Таш, Таш-</w:t>
            </w:r>
            <w:proofErr w:type="spellStart"/>
            <w:r w:rsidRPr="004561D6">
              <w:rPr>
                <w:sz w:val="20"/>
                <w:szCs w:val="20"/>
              </w:rPr>
              <w:t>Кыя</w:t>
            </w:r>
            <w:proofErr w:type="spellEnd"/>
            <w:r w:rsidRPr="004561D6">
              <w:rPr>
                <w:sz w:val="20"/>
                <w:szCs w:val="20"/>
              </w:rPr>
              <w:t xml:space="preserve"> из состава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и включить их в состав города </w:t>
            </w:r>
            <w:proofErr w:type="spellStart"/>
            <w:r w:rsidRPr="004561D6">
              <w:rPr>
                <w:sz w:val="20"/>
                <w:szCs w:val="20"/>
              </w:rPr>
              <w:t>Кадамжай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Республики.».</w:t>
            </w:r>
          </w:p>
        </w:tc>
      </w:tr>
      <w:tr w:rsidR="00B16532" w:rsidRPr="004561D6" w14:paraId="3D87C010" w14:textId="77777777" w:rsidTr="00881BC3">
        <w:trPr>
          <w:trHeight w:val="191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7AA01B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1AA3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00BCECA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CFC497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</w:p>
          <w:p w14:paraId="3FB5D3B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</w:t>
            </w:r>
            <w:r w:rsidRPr="004561D6">
              <w:rPr>
                <w:sz w:val="20"/>
                <w:szCs w:val="20"/>
              </w:rPr>
              <w:t xml:space="preserve">. «Отнести населенный пункт Жаны-Сырт </w:t>
            </w:r>
            <w:proofErr w:type="spellStart"/>
            <w:r w:rsidRPr="004561D6">
              <w:rPr>
                <w:sz w:val="20"/>
                <w:szCs w:val="20"/>
              </w:rPr>
              <w:t>Бирликского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Жаны-Сырт </w:t>
            </w:r>
            <w:proofErr w:type="spellStart"/>
            <w:r w:rsidRPr="004561D6">
              <w:rPr>
                <w:sz w:val="20"/>
                <w:szCs w:val="20"/>
              </w:rPr>
              <w:t>Бирликского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6C8CE9C4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BE0029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F964B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5C5B3B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</w:t>
            </w:r>
            <w:r w:rsidRPr="004561D6">
              <w:rPr>
                <w:sz w:val="20"/>
                <w:szCs w:val="20"/>
              </w:rPr>
              <w:t xml:space="preserve">. «Отнести населенный пункт Кош-Добо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Кош-Добо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21A7BAC3" w14:textId="77777777" w:rsidTr="00881BC3">
        <w:trPr>
          <w:trHeight w:val="59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4F1066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0781C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A5CB56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5. </w:t>
            </w:r>
            <w:r w:rsidRPr="004561D6">
              <w:rPr>
                <w:sz w:val="20"/>
                <w:szCs w:val="20"/>
              </w:rPr>
              <w:t xml:space="preserve">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Кудук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Кудук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5748A213" w14:textId="77777777" w:rsidTr="00881BC3">
        <w:trPr>
          <w:trHeight w:val="130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B480DD" w14:textId="77777777" w:rsidR="00B16532" w:rsidRPr="004561D6" w:rsidRDefault="00B16532" w:rsidP="00B1653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076B4" w14:textId="77777777" w:rsidR="00B16532" w:rsidRPr="004561D6" w:rsidRDefault="00B16532" w:rsidP="00B1653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9697C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6.</w:t>
            </w:r>
            <w:r w:rsidRPr="004561D6">
              <w:rPr>
                <w:sz w:val="20"/>
                <w:szCs w:val="20"/>
              </w:rPr>
              <w:t xml:space="preserve">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Ондоруш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Ондоруш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774E806F" w14:textId="77777777" w:rsidTr="00881BC3">
        <w:trPr>
          <w:trHeight w:val="130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87EA060" w14:textId="77777777" w:rsidR="00B16532" w:rsidRPr="004561D6" w:rsidRDefault="00B16532" w:rsidP="00B1653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B44D0" w14:textId="77777777" w:rsidR="00B16532" w:rsidRPr="004561D6" w:rsidRDefault="00B16532" w:rsidP="00B1653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EBB36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7</w:t>
            </w:r>
            <w:r w:rsidRPr="004561D6">
              <w:rPr>
                <w:sz w:val="20"/>
                <w:szCs w:val="20"/>
              </w:rPr>
              <w:t>. «Отнести населенный пункт Сары-</w:t>
            </w:r>
            <w:proofErr w:type="spellStart"/>
            <w:r w:rsidRPr="004561D6">
              <w:rPr>
                <w:sz w:val="20"/>
                <w:szCs w:val="20"/>
              </w:rPr>
              <w:t>Талаа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Сары-</w:t>
            </w:r>
            <w:proofErr w:type="spellStart"/>
            <w:r w:rsidRPr="004561D6">
              <w:rPr>
                <w:sz w:val="20"/>
                <w:szCs w:val="20"/>
              </w:rPr>
              <w:t>Талаа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Республики».</w:t>
            </w:r>
          </w:p>
        </w:tc>
      </w:tr>
      <w:tr w:rsidR="00B16532" w:rsidRPr="004561D6" w14:paraId="7711BEBC" w14:textId="77777777" w:rsidTr="00881BC3">
        <w:trPr>
          <w:trHeight w:val="130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9A2127F" w14:textId="77777777" w:rsidR="00B16532" w:rsidRPr="004561D6" w:rsidRDefault="00B16532" w:rsidP="00B16532">
            <w:pPr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C4276" w14:textId="77777777" w:rsidR="00B16532" w:rsidRPr="004561D6" w:rsidRDefault="00B16532" w:rsidP="00B16532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7EAF23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8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Учкун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 </w:t>
            </w:r>
            <w:proofErr w:type="spellStart"/>
            <w:r w:rsidRPr="004561D6">
              <w:rPr>
                <w:sz w:val="20"/>
                <w:szCs w:val="20"/>
              </w:rPr>
              <w:t>Учкун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Орозбековского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Республики”.</w:t>
            </w:r>
          </w:p>
        </w:tc>
      </w:tr>
      <w:tr w:rsidR="00B16532" w:rsidRPr="004561D6" w14:paraId="16044FAC" w14:textId="77777777" w:rsidTr="00881BC3">
        <w:trPr>
          <w:trHeight w:val="202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ECF172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7F98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51EC791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EE91BD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Джалал-Абадской, Нарынской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165A01D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Бирликского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Бирликского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4CD35BC0" w14:textId="77777777" w:rsidTr="00881BC3">
        <w:trPr>
          <w:trHeight w:val="117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713B6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1721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14.11.2022</w:t>
            </w:r>
          </w:p>
          <w:p w14:paraId="67824CE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№ 105 </w:t>
            </w:r>
            <w:r w:rsidRPr="004561D6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CCDC38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переименовании некоторых отдельных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аймаков и сел Баткенской области Кыргызской Республики”.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“Переименовать </w:t>
            </w:r>
            <w:proofErr w:type="spellStart"/>
            <w:r w:rsidRPr="004561D6">
              <w:rPr>
                <w:sz w:val="20"/>
                <w:szCs w:val="20"/>
              </w:rPr>
              <w:t>Марказский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Айрыбазский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аймак”.</w:t>
            </w:r>
          </w:p>
        </w:tc>
      </w:tr>
      <w:tr w:rsidR="00B16532" w:rsidRPr="004561D6" w14:paraId="7AB6DA1D" w14:textId="77777777" w:rsidTr="00881BC3">
        <w:trPr>
          <w:trHeight w:val="82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373ADB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B2A1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EA25B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2. </w:t>
            </w:r>
            <w:r w:rsidRPr="004561D6">
              <w:rPr>
                <w:sz w:val="20"/>
                <w:szCs w:val="20"/>
              </w:rPr>
              <w:t xml:space="preserve">“Переименовать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Марказ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Марказского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Айрыбаз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Айрыбазского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аймака”.</w:t>
            </w:r>
          </w:p>
        </w:tc>
      </w:tr>
      <w:tr w:rsidR="00B16532" w:rsidRPr="004561D6" w14:paraId="1958679C" w14:textId="77777777" w:rsidTr="00881BC3">
        <w:trPr>
          <w:trHeight w:val="82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3DA808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2580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76A30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3. </w:t>
            </w:r>
            <w:r w:rsidRPr="004561D6">
              <w:rPr>
                <w:sz w:val="20"/>
                <w:szCs w:val="20"/>
              </w:rPr>
              <w:t xml:space="preserve">“Переименовать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Валакиш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Уч-Kopгонского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Тегирмеч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Уч-Коргонского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аймака”.</w:t>
            </w:r>
          </w:p>
        </w:tc>
      </w:tr>
      <w:tr w:rsidR="00B16532" w:rsidRPr="004561D6" w14:paraId="24352B74" w14:textId="77777777" w:rsidTr="00881BC3">
        <w:trPr>
          <w:trHeight w:val="82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8B8F8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DBA38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ADD0E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4.</w:t>
            </w:r>
            <w:r w:rsidRPr="004561D6">
              <w:rPr>
                <w:sz w:val="20"/>
                <w:szCs w:val="20"/>
              </w:rPr>
              <w:t xml:space="preserve"> “Переименовать </w:t>
            </w:r>
            <w:proofErr w:type="spellStart"/>
            <w:r w:rsidRPr="004561D6">
              <w:rPr>
                <w:sz w:val="20"/>
                <w:szCs w:val="20"/>
              </w:rPr>
              <w:t>Халмионский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Исхак-</w:t>
            </w:r>
            <w:proofErr w:type="spellStart"/>
            <w:r w:rsidRPr="004561D6">
              <w:rPr>
                <w:sz w:val="20"/>
                <w:szCs w:val="20"/>
              </w:rPr>
              <w:t>Полотханский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аймак”.</w:t>
            </w:r>
          </w:p>
        </w:tc>
      </w:tr>
      <w:tr w:rsidR="00B16532" w:rsidRPr="004561D6" w14:paraId="7318D194" w14:textId="77777777" w:rsidTr="00881BC3">
        <w:trPr>
          <w:trHeight w:val="82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D0D7A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F268C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5A697C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5.</w:t>
            </w:r>
            <w:r w:rsidRPr="004561D6">
              <w:rPr>
                <w:sz w:val="20"/>
                <w:szCs w:val="20"/>
              </w:rPr>
              <w:t xml:space="preserve"> “Переименовать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Ноогардан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Халмионского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Ак-</w:t>
            </w:r>
            <w:proofErr w:type="spellStart"/>
            <w:r w:rsidRPr="004561D6">
              <w:rPr>
                <w:sz w:val="20"/>
                <w:szCs w:val="20"/>
              </w:rPr>
              <w:t>Орго</w:t>
            </w:r>
            <w:proofErr w:type="spellEnd"/>
            <w:r w:rsidRPr="004561D6">
              <w:rPr>
                <w:sz w:val="20"/>
                <w:szCs w:val="20"/>
              </w:rPr>
              <w:t xml:space="preserve"> Исхак-</w:t>
            </w:r>
            <w:proofErr w:type="spellStart"/>
            <w:r w:rsidRPr="004561D6">
              <w:rPr>
                <w:sz w:val="20"/>
                <w:szCs w:val="20"/>
              </w:rPr>
              <w:t>Полотханского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аймака”.</w:t>
            </w:r>
          </w:p>
        </w:tc>
      </w:tr>
      <w:tr w:rsidR="00B16532" w:rsidRPr="004561D6" w14:paraId="34BA4A45" w14:textId="77777777" w:rsidTr="00881BC3">
        <w:trPr>
          <w:trHeight w:val="82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2D0E6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D8391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FD33D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6.</w:t>
            </w:r>
            <w:r w:rsidRPr="004561D6">
              <w:rPr>
                <w:sz w:val="20"/>
                <w:szCs w:val="20"/>
              </w:rPr>
              <w:t xml:space="preserve"> “Переименовать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Халмион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Халмионского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Кадамжайского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Жениш</w:t>
            </w:r>
            <w:proofErr w:type="spellEnd"/>
            <w:r w:rsidRPr="004561D6">
              <w:rPr>
                <w:sz w:val="20"/>
                <w:szCs w:val="20"/>
              </w:rPr>
              <w:t xml:space="preserve"> Исхак </w:t>
            </w:r>
            <w:proofErr w:type="spellStart"/>
            <w:r w:rsidRPr="004561D6">
              <w:rPr>
                <w:sz w:val="20"/>
                <w:szCs w:val="20"/>
              </w:rPr>
              <w:t>Полотханского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аймака”.</w:t>
            </w:r>
          </w:p>
        </w:tc>
      </w:tr>
      <w:tr w:rsidR="00B16532" w:rsidRPr="004561D6" w14:paraId="68EE75B2" w14:textId="77777777" w:rsidTr="00881BC3">
        <w:trPr>
          <w:trHeight w:val="197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C0156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Лейлекский</w:t>
            </w:r>
            <w:proofErr w:type="spellEnd"/>
          </w:p>
          <w:p w14:paraId="0900FBB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536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27.06.2017</w:t>
            </w:r>
          </w:p>
          <w:p w14:paraId="57C130D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97AD94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 Баткенской,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1.</w:t>
            </w:r>
            <w:r w:rsidRPr="004561D6">
              <w:rPr>
                <w:sz w:val="20"/>
                <w:szCs w:val="20"/>
              </w:rPr>
              <w:t xml:space="preserve"> “Отнести населенный пункт Максат Кулундинского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Максат Кулундинского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Республики.”.</w:t>
            </w:r>
          </w:p>
        </w:tc>
      </w:tr>
      <w:tr w:rsidR="00B16532" w:rsidRPr="004561D6" w14:paraId="216EABA6" w14:textId="77777777" w:rsidTr="00881BC3">
        <w:trPr>
          <w:trHeight w:val="99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26260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C9CE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E6C07A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Жезкен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Жезкен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Республики.”.</w:t>
            </w:r>
          </w:p>
        </w:tc>
      </w:tr>
      <w:tr w:rsidR="00B16532" w:rsidRPr="004561D6" w14:paraId="11D4AC59" w14:textId="77777777" w:rsidTr="00881BC3">
        <w:trPr>
          <w:trHeight w:val="99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DBBBD3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6025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14.11.2022</w:t>
            </w:r>
          </w:p>
          <w:p w14:paraId="7CA512B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№ 105 </w:t>
            </w:r>
            <w:r w:rsidRPr="004561D6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CB85B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переименовании некоторых отдельных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аймаков и сел Баткенской области Кыргызской Республики”.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  <w:r w:rsidRPr="004561D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7</w:t>
            </w:r>
            <w:r w:rsidRPr="004561D6">
              <w:rPr>
                <w:sz w:val="20"/>
                <w:szCs w:val="20"/>
              </w:rPr>
              <w:t xml:space="preserve">. “Переименовать </w:t>
            </w:r>
            <w:proofErr w:type="spellStart"/>
            <w:r w:rsidRPr="004561D6">
              <w:rPr>
                <w:sz w:val="20"/>
                <w:szCs w:val="20"/>
              </w:rPr>
              <w:t>Маргунский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Кен-</w:t>
            </w:r>
            <w:proofErr w:type="spellStart"/>
            <w:r w:rsidRPr="004561D6">
              <w:rPr>
                <w:sz w:val="20"/>
                <w:szCs w:val="20"/>
              </w:rPr>
              <w:t>Талааский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аймак”.</w:t>
            </w:r>
          </w:p>
        </w:tc>
      </w:tr>
      <w:tr w:rsidR="00B16532" w:rsidRPr="004561D6" w14:paraId="30889179" w14:textId="77777777" w:rsidTr="00881BC3">
        <w:trPr>
          <w:trHeight w:val="70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E48C0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CBD2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50C45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8. </w:t>
            </w:r>
            <w:r w:rsidRPr="004561D6">
              <w:rPr>
                <w:sz w:val="20"/>
                <w:szCs w:val="20"/>
              </w:rPr>
              <w:t xml:space="preserve">“Переименовать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Даргаз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Маргунского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Кереге</w:t>
            </w:r>
            <w:proofErr w:type="spellEnd"/>
            <w:r w:rsidRPr="004561D6">
              <w:rPr>
                <w:sz w:val="20"/>
                <w:szCs w:val="20"/>
              </w:rPr>
              <w:t>-Таш Кен-</w:t>
            </w:r>
            <w:proofErr w:type="spellStart"/>
            <w:r w:rsidRPr="004561D6">
              <w:rPr>
                <w:sz w:val="20"/>
                <w:szCs w:val="20"/>
              </w:rPr>
              <w:t>Талааского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аймака”.</w:t>
            </w:r>
          </w:p>
        </w:tc>
      </w:tr>
      <w:tr w:rsidR="00B16532" w:rsidRPr="004561D6" w14:paraId="748F3001" w14:textId="77777777" w:rsidTr="00881BC3">
        <w:trPr>
          <w:trHeight w:val="8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241A9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98AE1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5219649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9. </w:t>
            </w:r>
            <w:r w:rsidRPr="004561D6">
              <w:rPr>
                <w:sz w:val="20"/>
                <w:szCs w:val="20"/>
              </w:rPr>
              <w:t xml:space="preserve">«Переименовать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Дархум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Маргунского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Жети</w:t>
            </w:r>
            <w:proofErr w:type="spellEnd"/>
            <w:r w:rsidRPr="004561D6">
              <w:rPr>
                <w:sz w:val="20"/>
                <w:szCs w:val="20"/>
              </w:rPr>
              <w:t>-Таш Кен-</w:t>
            </w:r>
            <w:proofErr w:type="spellStart"/>
            <w:r w:rsidRPr="004561D6">
              <w:rPr>
                <w:sz w:val="20"/>
                <w:szCs w:val="20"/>
              </w:rPr>
              <w:t>Талааского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аймака».</w:t>
            </w:r>
          </w:p>
        </w:tc>
      </w:tr>
      <w:tr w:rsidR="00B16532" w:rsidRPr="004561D6" w14:paraId="4D0064C6" w14:textId="77777777" w:rsidTr="00881BC3">
        <w:trPr>
          <w:trHeight w:val="8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4318D2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FDAB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76935E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10. </w:t>
            </w:r>
            <w:r w:rsidRPr="004561D6">
              <w:rPr>
                <w:sz w:val="20"/>
                <w:szCs w:val="20"/>
              </w:rPr>
              <w:t xml:space="preserve">«Переименовать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Маргун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Маргунского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Мурас</w:t>
            </w:r>
            <w:proofErr w:type="spellEnd"/>
            <w:r w:rsidRPr="004561D6">
              <w:rPr>
                <w:sz w:val="20"/>
                <w:szCs w:val="20"/>
              </w:rPr>
              <w:t xml:space="preserve"> Кен-</w:t>
            </w:r>
            <w:proofErr w:type="spellStart"/>
            <w:r w:rsidRPr="004561D6">
              <w:rPr>
                <w:sz w:val="20"/>
                <w:szCs w:val="20"/>
              </w:rPr>
              <w:t>Талааского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аймака».</w:t>
            </w:r>
          </w:p>
        </w:tc>
      </w:tr>
      <w:tr w:rsidR="00B16532" w:rsidRPr="004561D6" w14:paraId="7A55EA24" w14:textId="77777777" w:rsidTr="00881BC3">
        <w:trPr>
          <w:trHeight w:val="8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26E1C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0BE6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853BD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11.</w:t>
            </w:r>
            <w:r w:rsidRPr="004561D6">
              <w:rPr>
                <w:sz w:val="20"/>
                <w:szCs w:val="20"/>
              </w:rPr>
              <w:t xml:space="preserve"> «Переименовать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Чурбек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Маргунского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Уч</w:t>
            </w:r>
            <w:proofErr w:type="spellEnd"/>
            <w:r w:rsidRPr="004561D6">
              <w:rPr>
                <w:sz w:val="20"/>
                <w:szCs w:val="20"/>
              </w:rPr>
              <w:t>-Булак Кен-</w:t>
            </w:r>
            <w:proofErr w:type="spellStart"/>
            <w:r w:rsidRPr="004561D6">
              <w:rPr>
                <w:sz w:val="20"/>
                <w:szCs w:val="20"/>
              </w:rPr>
              <w:t>Талааского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аймака».</w:t>
            </w:r>
          </w:p>
        </w:tc>
      </w:tr>
      <w:tr w:rsidR="00B16532" w:rsidRPr="004561D6" w14:paraId="64EDF01E" w14:textId="77777777" w:rsidTr="00881BC3">
        <w:trPr>
          <w:trHeight w:val="8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D04600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4338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C996CC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13</w:t>
            </w:r>
            <w:r w:rsidRPr="004561D6">
              <w:rPr>
                <w:sz w:val="20"/>
                <w:szCs w:val="20"/>
              </w:rPr>
              <w:t xml:space="preserve">. «Переименовать село Коммуна </w:t>
            </w:r>
            <w:proofErr w:type="spellStart"/>
            <w:r w:rsidRPr="004561D6">
              <w:rPr>
                <w:sz w:val="20"/>
                <w:szCs w:val="20"/>
              </w:rPr>
              <w:t>Сумбулинского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Сары-Добо </w:t>
            </w:r>
            <w:proofErr w:type="spellStart"/>
            <w:r w:rsidRPr="004561D6">
              <w:rPr>
                <w:sz w:val="20"/>
                <w:szCs w:val="20"/>
              </w:rPr>
              <w:t>Сумбулинского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аймака».</w:t>
            </w:r>
          </w:p>
        </w:tc>
      </w:tr>
      <w:tr w:rsidR="00B16532" w:rsidRPr="004561D6" w14:paraId="60167F20" w14:textId="77777777" w:rsidTr="00881BC3">
        <w:trPr>
          <w:trHeight w:val="105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7219E1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Раззаков</w:t>
            </w:r>
          </w:p>
          <w:p w14:paraId="7FBAC77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(</w:t>
            </w:r>
            <w:proofErr w:type="spellStart"/>
            <w:r w:rsidRPr="004561D6">
              <w:rPr>
                <w:b/>
                <w:sz w:val="20"/>
                <w:szCs w:val="20"/>
              </w:rPr>
              <w:t>Исфана</w:t>
            </w:r>
            <w:proofErr w:type="spellEnd"/>
            <w:r w:rsidRPr="004561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551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18.03.2022</w:t>
            </w:r>
          </w:p>
          <w:p w14:paraId="3864D93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EE7FE8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переименовании города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город Раззаков”.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4BADA8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“Переименовать город </w:t>
            </w:r>
            <w:proofErr w:type="spellStart"/>
            <w:r w:rsidRPr="004561D6">
              <w:rPr>
                <w:sz w:val="20"/>
                <w:szCs w:val="20"/>
              </w:rPr>
              <w:t>Исфана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город Раззаков”.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45D5F9A2" w14:textId="77777777" w:rsidTr="00881BC3">
        <w:trPr>
          <w:trHeight w:val="105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17E9B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E957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14.11.2022</w:t>
            </w:r>
          </w:p>
          <w:p w14:paraId="476974C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№ 105 </w:t>
            </w:r>
            <w:r w:rsidRPr="004561D6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3B137F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переименовании некоторых отдельных </w:t>
            </w:r>
            <w:proofErr w:type="spellStart"/>
            <w:r w:rsidRPr="004561D6">
              <w:rPr>
                <w:sz w:val="20"/>
                <w:szCs w:val="20"/>
              </w:rPr>
              <w:t>айыльных</w:t>
            </w:r>
            <w:proofErr w:type="spellEnd"/>
            <w:r w:rsidRPr="004561D6">
              <w:rPr>
                <w:sz w:val="20"/>
                <w:szCs w:val="20"/>
              </w:rPr>
              <w:t xml:space="preserve"> аймаков и сел Баткенской области Кыргызской Республики”.</w:t>
            </w:r>
          </w:p>
          <w:p w14:paraId="30BC60A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12.</w:t>
            </w:r>
            <w:r w:rsidRPr="004561D6">
              <w:rPr>
                <w:sz w:val="20"/>
                <w:szCs w:val="20"/>
              </w:rPr>
              <w:t xml:space="preserve"> “Переименовать село Мырза-Патча города Раззаков </w:t>
            </w:r>
            <w:proofErr w:type="spellStart"/>
            <w:r w:rsidRPr="004561D6">
              <w:rPr>
                <w:sz w:val="20"/>
                <w:szCs w:val="20"/>
              </w:rPr>
              <w:t>Лейлекского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Баткенской области Кыргызской Республики в село Ак-Босого города Раззаков”.</w:t>
            </w:r>
          </w:p>
        </w:tc>
      </w:tr>
      <w:tr w:rsidR="00B16532" w:rsidRPr="004561D6" w14:paraId="03A1CD81" w14:textId="77777777" w:rsidTr="00881BC3">
        <w:trPr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D69072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0E704207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Джалал-Абадская область</w:t>
            </w:r>
          </w:p>
        </w:tc>
      </w:tr>
      <w:tr w:rsidR="00B16532" w:rsidRPr="004561D6" w14:paraId="293C1512" w14:textId="77777777" w:rsidTr="00881BC3">
        <w:trPr>
          <w:trHeight w:val="168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15581D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Джалал-Абад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3D75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15.03.2021</w:t>
            </w:r>
          </w:p>
          <w:p w14:paraId="294A3A7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B2CBA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4.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Камандар</w:t>
            </w:r>
            <w:proofErr w:type="spellEnd"/>
            <w:r w:rsidRPr="004561D6">
              <w:rPr>
                <w:sz w:val="20"/>
                <w:szCs w:val="20"/>
              </w:rPr>
              <w:t xml:space="preserve"> города Джалал-Абад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 </w:t>
            </w:r>
            <w:proofErr w:type="spellStart"/>
            <w:r w:rsidRPr="004561D6">
              <w:rPr>
                <w:sz w:val="20"/>
                <w:szCs w:val="20"/>
              </w:rPr>
              <w:t>Камандар</w:t>
            </w:r>
            <w:proofErr w:type="spellEnd"/>
            <w:r w:rsidRPr="004561D6">
              <w:rPr>
                <w:sz w:val="20"/>
                <w:szCs w:val="20"/>
              </w:rPr>
              <w:t xml:space="preserve"> города Джалал-Абад Джалал-Абадской области Кыргызской Республики”.</w:t>
            </w:r>
          </w:p>
        </w:tc>
      </w:tr>
      <w:tr w:rsidR="00B16532" w:rsidRPr="004561D6" w14:paraId="7B8764BF" w14:textId="77777777" w:rsidTr="00881BC3">
        <w:trPr>
          <w:trHeight w:val="168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10124F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Ала-</w:t>
            </w:r>
            <w:proofErr w:type="spellStart"/>
            <w:r w:rsidRPr="004561D6">
              <w:rPr>
                <w:b/>
                <w:sz w:val="20"/>
                <w:szCs w:val="20"/>
              </w:rPr>
              <w:t>Букинский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4C26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08.06.2015</w:t>
            </w:r>
          </w:p>
          <w:p w14:paraId="7FD2774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36DB4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Кажар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Торогелди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Балтагуловского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Кажар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Торогелди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Балтагуловского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Ала-</w:t>
            </w:r>
            <w:proofErr w:type="spellStart"/>
            <w:r w:rsidRPr="004561D6">
              <w:rPr>
                <w:sz w:val="20"/>
                <w:szCs w:val="20"/>
              </w:rPr>
              <w:t>Букинского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Республики.».</w:t>
            </w:r>
          </w:p>
        </w:tc>
      </w:tr>
      <w:tr w:rsidR="00B16532" w:rsidRPr="004561D6" w14:paraId="3B21995D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430DC7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Аксыйский 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581A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08.06.2015</w:t>
            </w:r>
          </w:p>
          <w:p w14:paraId="69CB38F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454FAA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2. </w:t>
            </w:r>
            <w:r w:rsidRPr="004561D6">
              <w:rPr>
                <w:sz w:val="20"/>
                <w:szCs w:val="20"/>
              </w:rPr>
              <w:t xml:space="preserve">“Отнести населенные пункты Таш-Жар и </w:t>
            </w:r>
            <w:proofErr w:type="spellStart"/>
            <w:r w:rsidRPr="004561D6">
              <w:rPr>
                <w:sz w:val="20"/>
                <w:szCs w:val="20"/>
              </w:rPr>
              <w:t>Жангак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Мавляновского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их </w:t>
            </w:r>
            <w:proofErr w:type="spellStart"/>
            <w:r w:rsidRPr="004561D6">
              <w:rPr>
                <w:sz w:val="20"/>
                <w:szCs w:val="20"/>
              </w:rPr>
              <w:t>айылами</w:t>
            </w:r>
            <w:proofErr w:type="spellEnd"/>
            <w:r w:rsidRPr="004561D6">
              <w:rPr>
                <w:sz w:val="20"/>
                <w:szCs w:val="20"/>
              </w:rPr>
              <w:t xml:space="preserve"> (селами) Таш-Жар и </w:t>
            </w:r>
            <w:proofErr w:type="spellStart"/>
            <w:r w:rsidRPr="004561D6">
              <w:rPr>
                <w:sz w:val="20"/>
                <w:szCs w:val="20"/>
              </w:rPr>
              <w:t>Жангак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Мавляновского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Республики.”.</w:t>
            </w:r>
          </w:p>
        </w:tc>
      </w:tr>
      <w:tr w:rsidR="00B16532" w:rsidRPr="004561D6" w14:paraId="4ACFEA1A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305487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9181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30.07.2019</w:t>
            </w:r>
          </w:p>
          <w:p w14:paraId="73DD88D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4D858B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1.</w:t>
            </w:r>
            <w:r w:rsidRPr="004561D6">
              <w:rPr>
                <w:sz w:val="20"/>
                <w:szCs w:val="20"/>
              </w:rPr>
              <w:t xml:space="preserve"> “Отнести населенный пункт Тосту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Тосту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Республики”.</w:t>
            </w:r>
          </w:p>
        </w:tc>
      </w:tr>
      <w:tr w:rsidR="00B16532" w:rsidRPr="004561D6" w14:paraId="067892E5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554B2D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D182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7745F4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</w:t>
            </w:r>
            <w:r w:rsidRPr="004561D6">
              <w:rPr>
                <w:sz w:val="20"/>
                <w:szCs w:val="20"/>
              </w:rPr>
              <w:t xml:space="preserve"> “Отнести населенные пункты Туюк-Жар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Туюк-Жар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Республики”.</w:t>
            </w:r>
          </w:p>
        </w:tc>
      </w:tr>
      <w:tr w:rsidR="00B16532" w:rsidRPr="004561D6" w14:paraId="5038313C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A81C1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A10A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6D5A9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3.</w:t>
            </w:r>
            <w:r w:rsidRPr="004561D6">
              <w:rPr>
                <w:sz w:val="20"/>
                <w:szCs w:val="20"/>
              </w:rPr>
              <w:t xml:space="preserve"> “Отнести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Олон</w:t>
            </w:r>
            <w:proofErr w:type="spellEnd"/>
            <w:r w:rsidRPr="004561D6">
              <w:rPr>
                <w:sz w:val="20"/>
                <w:szCs w:val="20"/>
              </w:rPr>
              <w:t>-Булак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Олон</w:t>
            </w:r>
            <w:proofErr w:type="spellEnd"/>
            <w:r w:rsidRPr="004561D6">
              <w:rPr>
                <w:sz w:val="20"/>
                <w:szCs w:val="20"/>
              </w:rPr>
              <w:t>-Булак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Республики”.</w:t>
            </w:r>
          </w:p>
        </w:tc>
      </w:tr>
      <w:tr w:rsidR="00B16532" w:rsidRPr="004561D6" w14:paraId="5E025FDF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6C5AC6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4C57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2C72C7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</w:t>
            </w:r>
            <w:r w:rsidRPr="004561D6">
              <w:rPr>
                <w:sz w:val="20"/>
                <w:szCs w:val="20"/>
              </w:rPr>
              <w:t xml:space="preserve">. “Отнести населенные пункты </w:t>
            </w:r>
            <w:proofErr w:type="spellStart"/>
            <w:r w:rsidRPr="004561D6">
              <w:rPr>
                <w:sz w:val="20"/>
                <w:szCs w:val="20"/>
              </w:rPr>
              <w:t>Чарбак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Чарбак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Республики”.</w:t>
            </w:r>
          </w:p>
        </w:tc>
      </w:tr>
      <w:tr w:rsidR="00B16532" w:rsidRPr="004561D6" w14:paraId="20D33BC8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C24CB2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2422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8019C3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5.</w:t>
            </w:r>
            <w:r w:rsidRPr="004561D6">
              <w:rPr>
                <w:sz w:val="20"/>
                <w:szCs w:val="20"/>
              </w:rPr>
              <w:t xml:space="preserve"> “Отнести населенные пункты Кара-</w:t>
            </w:r>
            <w:proofErr w:type="spellStart"/>
            <w:r w:rsidRPr="004561D6">
              <w:rPr>
                <w:sz w:val="20"/>
                <w:szCs w:val="20"/>
              </w:rPr>
              <w:t>Башат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Кара-</w:t>
            </w:r>
            <w:proofErr w:type="spellStart"/>
            <w:r w:rsidRPr="004561D6">
              <w:rPr>
                <w:sz w:val="20"/>
                <w:szCs w:val="20"/>
              </w:rPr>
              <w:t>Башат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 Кыргызской Республики”.</w:t>
            </w:r>
          </w:p>
        </w:tc>
      </w:tr>
      <w:tr w:rsidR="00B16532" w:rsidRPr="004561D6" w14:paraId="3A8DE3A2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A931E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C91B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15.03.2021</w:t>
            </w:r>
          </w:p>
          <w:p w14:paraId="019EB35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05290E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1.</w:t>
            </w:r>
            <w:r w:rsidRPr="004561D6">
              <w:rPr>
                <w:sz w:val="20"/>
                <w:szCs w:val="20"/>
              </w:rPr>
              <w:t xml:space="preserve"> “Отнести населенный пункт Кум-</w:t>
            </w:r>
            <w:proofErr w:type="spellStart"/>
            <w:r w:rsidRPr="004561D6">
              <w:rPr>
                <w:sz w:val="20"/>
                <w:szCs w:val="20"/>
              </w:rPr>
              <w:t>Булун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Кум-</w:t>
            </w:r>
            <w:proofErr w:type="spellStart"/>
            <w:r w:rsidRPr="004561D6">
              <w:rPr>
                <w:sz w:val="20"/>
                <w:szCs w:val="20"/>
              </w:rPr>
              <w:t>Булун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Республики”.</w:t>
            </w:r>
          </w:p>
        </w:tc>
      </w:tr>
      <w:tr w:rsidR="00B16532" w:rsidRPr="004561D6" w14:paraId="1D0E161D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0628A8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849B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E1873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</w:t>
            </w:r>
            <w:r w:rsidRPr="004561D6">
              <w:rPr>
                <w:sz w:val="20"/>
                <w:szCs w:val="20"/>
              </w:rPr>
              <w:t>. “Отнести населенный пункт Мор-Булак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Мор-Булак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Республики”.</w:t>
            </w:r>
          </w:p>
        </w:tc>
      </w:tr>
      <w:tr w:rsidR="00B16532" w:rsidRPr="004561D6" w14:paraId="265BE146" w14:textId="77777777" w:rsidTr="00881BC3">
        <w:trPr>
          <w:trHeight w:val="127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073200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100BE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AA63C1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3. </w:t>
            </w:r>
            <w:r w:rsidRPr="004561D6">
              <w:rPr>
                <w:sz w:val="20"/>
                <w:szCs w:val="20"/>
              </w:rPr>
              <w:t xml:space="preserve">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Тоо-Басты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Тоо-Басты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Аксыйского района Джалал-Абадской области Кыргызской Республики”.</w:t>
            </w:r>
          </w:p>
        </w:tc>
      </w:tr>
      <w:tr w:rsidR="00B16532" w:rsidRPr="004561D6" w14:paraId="599180DF" w14:textId="77777777" w:rsidTr="00881BC3">
        <w:trPr>
          <w:trHeight w:val="201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DDE06A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Базар-</w:t>
            </w:r>
            <w:proofErr w:type="spellStart"/>
            <w:r w:rsidRPr="004561D6">
              <w:rPr>
                <w:b/>
                <w:sz w:val="20"/>
                <w:szCs w:val="20"/>
              </w:rPr>
              <w:t>Коргонский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 район                            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1444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27.06.2017</w:t>
            </w:r>
          </w:p>
          <w:p w14:paraId="60951FF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F7840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 Баткенской,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(села).”.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 xml:space="preserve">Статья 3. </w:t>
            </w:r>
            <w:r w:rsidRPr="004561D6">
              <w:rPr>
                <w:sz w:val="20"/>
                <w:szCs w:val="20"/>
              </w:rPr>
              <w:t xml:space="preserve">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Коткор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 </w:t>
            </w:r>
            <w:proofErr w:type="spellStart"/>
            <w:r w:rsidRPr="004561D6">
              <w:rPr>
                <w:sz w:val="20"/>
                <w:szCs w:val="20"/>
              </w:rPr>
              <w:t>Коткор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Республики.”.</w:t>
            </w:r>
          </w:p>
        </w:tc>
      </w:tr>
      <w:tr w:rsidR="00B16532" w:rsidRPr="004561D6" w14:paraId="398BAA79" w14:textId="77777777" w:rsidTr="00881BC3">
        <w:trPr>
          <w:trHeight w:val="329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09D3E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 город Базар-</w:t>
            </w:r>
            <w:proofErr w:type="spellStart"/>
            <w:r w:rsidRPr="004561D6">
              <w:rPr>
                <w:b/>
                <w:sz w:val="20"/>
                <w:szCs w:val="20"/>
              </w:rPr>
              <w:t>Коргон</w:t>
            </w:r>
            <w:proofErr w:type="spellEnd"/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376E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05.02.2021</w:t>
            </w:r>
          </w:p>
          <w:p w14:paraId="77C4320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CC15C9D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“Об образовании города Базар-</w:t>
            </w:r>
            <w:proofErr w:type="spellStart"/>
            <w:r w:rsidRPr="004561D6">
              <w:rPr>
                <w:sz w:val="20"/>
                <w:szCs w:val="20"/>
              </w:rPr>
              <w:t>Коргон</w:t>
            </w:r>
            <w:proofErr w:type="spellEnd"/>
            <w:r w:rsidRPr="004561D6">
              <w:rPr>
                <w:sz w:val="20"/>
                <w:szCs w:val="20"/>
              </w:rPr>
              <w:t xml:space="preserve">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610AD3E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“Вывести земли сел Совет и </w:t>
            </w:r>
            <w:proofErr w:type="spellStart"/>
            <w:r w:rsidRPr="004561D6">
              <w:rPr>
                <w:sz w:val="20"/>
                <w:szCs w:val="20"/>
              </w:rPr>
              <w:t>Аук</w:t>
            </w:r>
            <w:proofErr w:type="spellEnd"/>
            <w:r w:rsidRPr="004561D6">
              <w:rPr>
                <w:sz w:val="20"/>
                <w:szCs w:val="20"/>
              </w:rPr>
              <w:t xml:space="preserve">, населенных пунктов Совет и Орто-Сай из состава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3.</w:t>
            </w:r>
            <w:r w:rsidRPr="004561D6">
              <w:rPr>
                <w:sz w:val="20"/>
                <w:szCs w:val="20"/>
              </w:rPr>
              <w:t xml:space="preserve"> “Образовать город Базар-</w:t>
            </w:r>
            <w:proofErr w:type="spellStart"/>
            <w:r w:rsidRPr="004561D6">
              <w:rPr>
                <w:sz w:val="20"/>
                <w:szCs w:val="20"/>
              </w:rPr>
              <w:t>Коргон</w:t>
            </w:r>
            <w:proofErr w:type="spellEnd"/>
            <w:r w:rsidRPr="004561D6">
              <w:rPr>
                <w:sz w:val="20"/>
                <w:szCs w:val="20"/>
              </w:rPr>
              <w:t xml:space="preserve"> на базе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 части земель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и придать городу Базар-</w:t>
            </w:r>
            <w:proofErr w:type="spellStart"/>
            <w:r w:rsidRPr="004561D6">
              <w:rPr>
                <w:sz w:val="20"/>
                <w:szCs w:val="20"/>
              </w:rPr>
              <w:t>Коргон</w:t>
            </w:r>
            <w:proofErr w:type="spellEnd"/>
            <w:r w:rsidRPr="004561D6">
              <w:rPr>
                <w:sz w:val="20"/>
                <w:szCs w:val="20"/>
              </w:rPr>
              <w:t xml:space="preserve"> статус города районного значения”. </w:t>
            </w:r>
          </w:p>
          <w:p w14:paraId="7770B2E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(Пояснение: в состав вновь образованного города Базар-</w:t>
            </w:r>
            <w:proofErr w:type="spellStart"/>
            <w:r w:rsidRPr="004561D6">
              <w:rPr>
                <w:sz w:val="20"/>
                <w:szCs w:val="20"/>
              </w:rPr>
              <w:t>Коргон</w:t>
            </w:r>
            <w:proofErr w:type="spellEnd"/>
            <w:r w:rsidRPr="004561D6">
              <w:rPr>
                <w:sz w:val="20"/>
                <w:szCs w:val="20"/>
              </w:rPr>
              <w:t xml:space="preserve"> вошли все села 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аймака, а также село Советское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Базар-</w:t>
            </w:r>
            <w:proofErr w:type="spellStart"/>
            <w:r w:rsidRPr="004561D6">
              <w:rPr>
                <w:sz w:val="20"/>
                <w:szCs w:val="20"/>
              </w:rPr>
              <w:t>Коргонского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27154134" w14:textId="77777777" w:rsidTr="00881BC3">
        <w:trPr>
          <w:trHeight w:val="265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E17AF1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Сузакский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5A62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24.01.2018</w:t>
            </w:r>
          </w:p>
          <w:p w14:paraId="46E31B7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1A1E8D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Нововознесеновского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 в Боз-</w:t>
            </w:r>
            <w:proofErr w:type="spellStart"/>
            <w:r w:rsidRPr="004561D6">
              <w:rPr>
                <w:sz w:val="20"/>
                <w:szCs w:val="20"/>
              </w:rPr>
              <w:t>Учукский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аймак, о переименовании села Гавриловка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в село Орто-Сай, о переименовании села имени Фрунзе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Жыгач-Коргон</w:t>
            </w:r>
            <w:proofErr w:type="spellEnd"/>
            <w:r w:rsidRPr="004561D6">
              <w:rPr>
                <w:sz w:val="20"/>
                <w:szCs w:val="20"/>
              </w:rPr>
              <w:t>”.</w:t>
            </w:r>
          </w:p>
          <w:p w14:paraId="0B6E71E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2</w:t>
            </w:r>
            <w:r w:rsidRPr="004561D6">
              <w:rPr>
                <w:sz w:val="20"/>
                <w:szCs w:val="20"/>
              </w:rPr>
              <w:t xml:space="preserve">. “Переименовать село Гавриловка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в село Орто-Сай”.</w:t>
            </w:r>
          </w:p>
        </w:tc>
      </w:tr>
      <w:tr w:rsidR="00B16532" w:rsidRPr="004561D6" w14:paraId="10E2941C" w14:textId="77777777" w:rsidTr="00881BC3">
        <w:trPr>
          <w:trHeight w:val="85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57332E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44E3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E9515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</w:t>
            </w:r>
            <w:r w:rsidRPr="004561D6">
              <w:rPr>
                <w:sz w:val="20"/>
                <w:szCs w:val="20"/>
              </w:rPr>
              <w:t xml:space="preserve">. “Переименовать село им. Фрунзе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Жыгач-Коргон</w:t>
            </w:r>
            <w:proofErr w:type="spellEnd"/>
            <w:r w:rsidRPr="004561D6">
              <w:rPr>
                <w:sz w:val="20"/>
                <w:szCs w:val="20"/>
              </w:rPr>
              <w:t>”</w:t>
            </w:r>
          </w:p>
        </w:tc>
      </w:tr>
      <w:tr w:rsidR="00B16532" w:rsidRPr="004561D6" w14:paraId="32262710" w14:textId="77777777" w:rsidTr="00881BC3">
        <w:trPr>
          <w:trHeight w:val="172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58A24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763A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15.03.2021</w:t>
            </w:r>
          </w:p>
          <w:p w14:paraId="4196C4E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00D87F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5.</w:t>
            </w:r>
            <w:r w:rsidRPr="004561D6">
              <w:rPr>
                <w:sz w:val="20"/>
                <w:szCs w:val="20"/>
              </w:rPr>
              <w:t xml:space="preserve"> “Отнести населенный пункт Жаны-Арал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Жаны-Арал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</w:t>
            </w:r>
          </w:p>
        </w:tc>
      </w:tr>
      <w:tr w:rsidR="00B16532" w:rsidRPr="004561D6" w14:paraId="751A6D81" w14:textId="77777777" w:rsidTr="00881BC3">
        <w:trPr>
          <w:trHeight w:val="125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CB54ED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EEA5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901FA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6</w:t>
            </w:r>
            <w:r w:rsidRPr="004561D6">
              <w:rPr>
                <w:sz w:val="20"/>
                <w:szCs w:val="20"/>
              </w:rPr>
              <w:t>. “Отнести населенный пункт Ирригатор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Ирригатор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</w:t>
            </w:r>
          </w:p>
        </w:tc>
      </w:tr>
      <w:tr w:rsidR="00B16532" w:rsidRPr="004561D6" w14:paraId="1230886F" w14:textId="77777777" w:rsidTr="00881BC3">
        <w:trPr>
          <w:trHeight w:val="12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1E7DE0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DAF9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86607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7</w:t>
            </w:r>
            <w:r w:rsidRPr="004561D6">
              <w:rPr>
                <w:sz w:val="20"/>
                <w:szCs w:val="20"/>
              </w:rPr>
              <w:t>. “Отнести населенный пункт Теплица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Теплица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</w:t>
            </w:r>
          </w:p>
        </w:tc>
      </w:tr>
      <w:tr w:rsidR="00B16532" w:rsidRPr="004561D6" w14:paraId="61EB0648" w14:textId="77777777" w:rsidTr="00881BC3">
        <w:trPr>
          <w:trHeight w:val="12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AEEC8D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AC02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C9B9D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8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Чолок</w:t>
            </w:r>
            <w:proofErr w:type="spellEnd"/>
            <w:r w:rsidRPr="004561D6">
              <w:rPr>
                <w:sz w:val="20"/>
                <w:szCs w:val="20"/>
              </w:rPr>
              <w:t>-Терек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Чолок</w:t>
            </w:r>
            <w:proofErr w:type="spellEnd"/>
            <w:r w:rsidRPr="004561D6">
              <w:rPr>
                <w:sz w:val="20"/>
                <w:szCs w:val="20"/>
              </w:rPr>
              <w:t>-Терек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</w:t>
            </w:r>
          </w:p>
        </w:tc>
      </w:tr>
      <w:tr w:rsidR="00B16532" w:rsidRPr="004561D6" w14:paraId="69FE90D3" w14:textId="77777777" w:rsidTr="00881BC3">
        <w:trPr>
          <w:trHeight w:val="12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5CD33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EF33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664F5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9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 Таш-</w:t>
            </w:r>
            <w:proofErr w:type="spellStart"/>
            <w:r w:rsidRPr="004561D6">
              <w:rPr>
                <w:sz w:val="20"/>
                <w:szCs w:val="20"/>
              </w:rPr>
              <w:t>Булакского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</w:t>
            </w:r>
          </w:p>
        </w:tc>
      </w:tr>
      <w:tr w:rsidR="00B16532" w:rsidRPr="004561D6" w14:paraId="720F5A8F" w14:textId="77777777" w:rsidTr="00881BC3">
        <w:trPr>
          <w:trHeight w:val="87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606CEC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Токтогульский район</w:t>
            </w:r>
          </w:p>
          <w:p w14:paraId="2E37D09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9BC9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D5E71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rFonts w:ascii="Times New Roman CYR" w:hAnsi="Times New Roman CYR" w:cs="Times New Roman CYR"/>
                <w:b/>
                <w:bCs/>
                <w:sz w:val="20"/>
                <w:szCs w:val="18"/>
              </w:rPr>
              <w:t>Статья 7. «</w:t>
            </w:r>
            <w:r w:rsidRPr="004561D6">
              <w:rPr>
                <w:rFonts w:ascii="Times New Roman CYR" w:hAnsi="Times New Roman CYR" w:cs="Times New Roman CYR"/>
                <w:sz w:val="20"/>
                <w:szCs w:val="18"/>
              </w:rPr>
              <w:t>Отнести к категории города районного значения поселок городского типа Токтогул Токтогульского района Джалал-Абадской области Кыргызской Республики.».</w:t>
            </w:r>
          </w:p>
        </w:tc>
      </w:tr>
      <w:tr w:rsidR="00B16532" w:rsidRPr="004561D6" w14:paraId="2CA603C6" w14:textId="77777777" w:rsidTr="00881BC3">
        <w:trPr>
          <w:trHeight w:val="187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120DC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809A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5E87FF0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24F6678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18"/>
              </w:rPr>
            </w:pPr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«Об отнесении некоторых населенных пунктов Баткенской, Джалал-Абадской, Нарынской и Ошской областей Кыргызской Республики к категории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айыла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(села)».</w:t>
            </w:r>
            <w:r w:rsidRPr="004561D6">
              <w:rPr>
                <w:rFonts w:ascii="Times New Roman CYR" w:hAnsi="Times New Roman CYR" w:cs="Times New Roman CYR"/>
                <w:b/>
                <w:bCs/>
                <w:sz w:val="20"/>
                <w:szCs w:val="18"/>
              </w:rPr>
              <w:t xml:space="preserve"> </w:t>
            </w:r>
          </w:p>
          <w:p w14:paraId="5B1AC28A" w14:textId="77777777" w:rsidR="00B16532" w:rsidRPr="004561D6" w:rsidRDefault="00B16532" w:rsidP="00B16532">
            <w:pPr>
              <w:jc w:val="both"/>
              <w:rPr>
                <w:rFonts w:ascii="Times New Roman CYR" w:hAnsi="Times New Roman CYR" w:cs="Times New Roman CYR"/>
                <w:bCs/>
                <w:sz w:val="20"/>
                <w:szCs w:val="18"/>
              </w:rPr>
            </w:pPr>
            <w:r w:rsidRPr="004561D6">
              <w:rPr>
                <w:rFonts w:ascii="Times New Roman CYR" w:hAnsi="Times New Roman CYR" w:cs="Times New Roman CYR"/>
                <w:b/>
                <w:bCs/>
                <w:sz w:val="20"/>
                <w:szCs w:val="18"/>
              </w:rPr>
              <w:t>Статья 2.</w:t>
            </w:r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«Отнести населенный пункт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Такталык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Уч-Терекского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аймака Токтогульского района Джалал-Абадской области Кыргызской Республики к категории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айыла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(села) и именовать его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айылом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(селом)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Такталык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Уч-Терекского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</w:t>
            </w:r>
            <w:proofErr w:type="spellStart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>айылного</w:t>
            </w:r>
            <w:proofErr w:type="spellEnd"/>
            <w:r w:rsidRPr="004561D6">
              <w:rPr>
                <w:rFonts w:ascii="Times New Roman CYR" w:hAnsi="Times New Roman CYR" w:cs="Times New Roman CYR"/>
                <w:bCs/>
                <w:sz w:val="20"/>
                <w:szCs w:val="18"/>
              </w:rPr>
              <w:t xml:space="preserve"> аймака Токтогульского района Джалал-Абадской области Кыргызской Республики».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115E2AB6" w14:textId="77777777" w:rsidTr="00881BC3">
        <w:trPr>
          <w:trHeight w:val="140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EB7C0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Чаткальский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1DBC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258526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города».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5</w:t>
            </w:r>
            <w:r w:rsidRPr="004561D6">
              <w:rPr>
                <w:sz w:val="20"/>
                <w:szCs w:val="20"/>
              </w:rPr>
              <w:t xml:space="preserve">. «Отнести к категории села поселок городского типа Терек-Сай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и образовать на его базе Терек-</w:t>
            </w:r>
            <w:proofErr w:type="spellStart"/>
            <w:r w:rsidRPr="004561D6">
              <w:rPr>
                <w:sz w:val="20"/>
                <w:szCs w:val="20"/>
              </w:rPr>
              <w:t>Сайский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Республики.».</w:t>
            </w:r>
          </w:p>
        </w:tc>
      </w:tr>
      <w:tr w:rsidR="00B16532" w:rsidRPr="004561D6" w14:paraId="3A39E483" w14:textId="77777777" w:rsidTr="00881BC3">
        <w:trPr>
          <w:trHeight w:val="9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99542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EF479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F35B3A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6.</w:t>
            </w:r>
            <w:r w:rsidRPr="004561D6">
              <w:rPr>
                <w:sz w:val="20"/>
                <w:szCs w:val="20"/>
              </w:rPr>
              <w:t xml:space="preserve"> «Отнести к категории села поселок городского типа Сумсар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и образовать на его базе </w:t>
            </w:r>
            <w:proofErr w:type="spellStart"/>
            <w:r w:rsidRPr="004561D6">
              <w:rPr>
                <w:sz w:val="20"/>
                <w:szCs w:val="20"/>
              </w:rPr>
              <w:t>Сумсарский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Республики.».</w:t>
            </w:r>
          </w:p>
        </w:tc>
      </w:tr>
      <w:tr w:rsidR="00B16532" w:rsidRPr="004561D6" w14:paraId="0AE03DC4" w14:textId="77777777" w:rsidTr="00881BC3">
        <w:trPr>
          <w:trHeight w:val="190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A003D1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3C05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1A65C90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DDDF712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отнесении некоторых населенных пунктов Джалал-Абадской, Нарынской, Ошской и Чуйской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(села)».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575C4C1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1.</w:t>
            </w:r>
            <w:r w:rsidRPr="004561D6">
              <w:rPr>
                <w:sz w:val="20"/>
                <w:szCs w:val="20"/>
              </w:rPr>
              <w:t xml:space="preserve">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Мончок</w:t>
            </w:r>
            <w:proofErr w:type="spellEnd"/>
            <w:r w:rsidRPr="004561D6">
              <w:rPr>
                <w:sz w:val="20"/>
                <w:szCs w:val="20"/>
              </w:rPr>
              <w:t xml:space="preserve">-Добо </w:t>
            </w:r>
            <w:proofErr w:type="spellStart"/>
            <w:r w:rsidRPr="004561D6">
              <w:rPr>
                <w:sz w:val="20"/>
                <w:szCs w:val="20"/>
              </w:rPr>
              <w:t>Сумсарского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Мончок</w:t>
            </w:r>
            <w:proofErr w:type="spellEnd"/>
            <w:r w:rsidRPr="004561D6">
              <w:rPr>
                <w:sz w:val="20"/>
                <w:szCs w:val="20"/>
              </w:rPr>
              <w:t xml:space="preserve">-Добо </w:t>
            </w:r>
            <w:proofErr w:type="spellStart"/>
            <w:r w:rsidRPr="004561D6">
              <w:rPr>
                <w:sz w:val="20"/>
                <w:szCs w:val="20"/>
              </w:rPr>
              <w:t>Сумсарского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784DBCE8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7AE442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9254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9979C2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</w:t>
            </w:r>
            <w:r w:rsidRPr="004561D6">
              <w:rPr>
                <w:sz w:val="20"/>
                <w:szCs w:val="20"/>
              </w:rPr>
              <w:t xml:space="preserve">.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Шекафтар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Сумсарского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Шекафтар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Сумсарского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27788C03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551A7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858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15.03.2021</w:t>
            </w:r>
          </w:p>
          <w:p w14:paraId="49E30DB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69118F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10.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Жер-Капчыгай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Жер-Капчыгай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Республики”.</w:t>
            </w:r>
          </w:p>
        </w:tc>
      </w:tr>
      <w:tr w:rsidR="00B16532" w:rsidRPr="004561D6" w14:paraId="49D22585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6A00A5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A38E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25A25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11</w:t>
            </w:r>
            <w:r w:rsidRPr="004561D6">
              <w:rPr>
                <w:sz w:val="20"/>
                <w:szCs w:val="20"/>
              </w:rPr>
              <w:t xml:space="preserve">.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Кайын-Суу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Кайын-Суу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55B9624D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F63C7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9FF8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54C287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12</w:t>
            </w:r>
            <w:r w:rsidRPr="004561D6">
              <w:rPr>
                <w:sz w:val="20"/>
                <w:szCs w:val="20"/>
              </w:rPr>
              <w:t xml:space="preserve">. «Отнести населенный пункт Кара-Булак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Кара-Булак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2D77EE4E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3FD149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BBEEB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A823F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13.</w:t>
            </w:r>
            <w:r w:rsidRPr="004561D6">
              <w:rPr>
                <w:sz w:val="20"/>
                <w:szCs w:val="20"/>
              </w:rPr>
              <w:t xml:space="preserve"> «Отнести населенный пункт Кара-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Кара-</w:t>
            </w:r>
            <w:proofErr w:type="spellStart"/>
            <w:r w:rsidRPr="004561D6">
              <w:rPr>
                <w:sz w:val="20"/>
                <w:szCs w:val="20"/>
              </w:rPr>
              <w:t>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Каныш-Кыянского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5AA747D5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CFDF5A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7222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7500A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14.</w:t>
            </w:r>
            <w:r w:rsidRPr="004561D6">
              <w:rPr>
                <w:sz w:val="20"/>
                <w:szCs w:val="20"/>
              </w:rPr>
              <w:t xml:space="preserve"> «Отнести населенный пункт Ак-Терек Терек-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Ак-Терек Терек-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7C8E08AC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7B9A8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5342B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0F35C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15.</w:t>
            </w:r>
            <w:r w:rsidRPr="004561D6">
              <w:rPr>
                <w:sz w:val="20"/>
                <w:szCs w:val="20"/>
              </w:rPr>
              <w:t xml:space="preserve">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Болуш</w:t>
            </w:r>
            <w:proofErr w:type="spellEnd"/>
            <w:r w:rsidRPr="004561D6">
              <w:rPr>
                <w:sz w:val="20"/>
                <w:szCs w:val="20"/>
              </w:rPr>
              <w:t xml:space="preserve"> Терек-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Болуш</w:t>
            </w:r>
            <w:proofErr w:type="spellEnd"/>
            <w:r w:rsidRPr="004561D6">
              <w:rPr>
                <w:sz w:val="20"/>
                <w:szCs w:val="20"/>
              </w:rPr>
              <w:t xml:space="preserve"> Терек-</w:t>
            </w:r>
            <w:proofErr w:type="spellStart"/>
            <w:r w:rsidRPr="004561D6">
              <w:rPr>
                <w:sz w:val="20"/>
                <w:szCs w:val="20"/>
              </w:rPr>
              <w:t>Сайского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3450CB26" w14:textId="77777777" w:rsidTr="00881BC3">
        <w:trPr>
          <w:trHeight w:val="126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FEFAD5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9AA03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15C12F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16</w:t>
            </w:r>
            <w:r w:rsidRPr="004561D6">
              <w:rPr>
                <w:sz w:val="20"/>
                <w:szCs w:val="20"/>
              </w:rPr>
              <w:t xml:space="preserve">.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Чандалаш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Чандалаш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Чаткальского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Республики».</w:t>
            </w:r>
          </w:p>
        </w:tc>
      </w:tr>
      <w:tr w:rsidR="00B16532" w:rsidRPr="004561D6" w14:paraId="012BAEEF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8E51D7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Иссык-Кульская область</w:t>
            </w:r>
          </w:p>
          <w:p w14:paraId="60E66132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</w:p>
        </w:tc>
      </w:tr>
      <w:tr w:rsidR="00B16532" w:rsidRPr="004561D6" w14:paraId="4D987F54" w14:textId="77777777" w:rsidTr="00881BC3">
        <w:trPr>
          <w:trHeight w:val="102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3E2AC4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Ак-</w:t>
            </w:r>
            <w:proofErr w:type="spellStart"/>
            <w:r w:rsidRPr="004561D6">
              <w:rPr>
                <w:b/>
                <w:sz w:val="20"/>
                <w:szCs w:val="20"/>
              </w:rPr>
              <w:t>Суйский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865D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75E4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10</w:t>
            </w:r>
            <w:r w:rsidRPr="004561D6">
              <w:rPr>
                <w:sz w:val="20"/>
                <w:szCs w:val="20"/>
              </w:rPr>
              <w:t xml:space="preserve">. «Отнести к категории села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Жыргалан</w:t>
            </w:r>
            <w:proofErr w:type="spellEnd"/>
            <w:r w:rsidRPr="004561D6">
              <w:rPr>
                <w:sz w:val="20"/>
                <w:szCs w:val="20"/>
              </w:rPr>
              <w:t xml:space="preserve">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и образовать на его базе </w:t>
            </w:r>
            <w:proofErr w:type="spellStart"/>
            <w:r w:rsidRPr="004561D6">
              <w:rPr>
                <w:sz w:val="20"/>
                <w:szCs w:val="20"/>
              </w:rPr>
              <w:t>Жыргаланский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Республики.».</w:t>
            </w:r>
          </w:p>
        </w:tc>
      </w:tr>
      <w:tr w:rsidR="00B16532" w:rsidRPr="004561D6" w14:paraId="0D415A1B" w14:textId="77777777" w:rsidTr="00881BC3">
        <w:trPr>
          <w:trHeight w:val="23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E599E3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7A8F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24.01.2018</w:t>
            </w:r>
          </w:p>
          <w:p w14:paraId="49BA688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13</w:t>
            </w:r>
          </w:p>
          <w:p w14:paraId="0F4981B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027F4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переименовании </w:t>
            </w:r>
            <w:proofErr w:type="spellStart"/>
            <w:r w:rsidRPr="004561D6">
              <w:rPr>
                <w:sz w:val="20"/>
                <w:szCs w:val="20"/>
              </w:rPr>
              <w:t>Нововознесеновского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 в Боз-</w:t>
            </w:r>
            <w:proofErr w:type="spellStart"/>
            <w:r w:rsidRPr="004561D6">
              <w:rPr>
                <w:sz w:val="20"/>
                <w:szCs w:val="20"/>
              </w:rPr>
              <w:t>Учукский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аймак, о переименовании села Гавриловка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в село Орто-Сай, о переименовании села имени Фрунзе Ленинского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Сузакского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Джалал-Абадской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Жыгач-Коргон</w:t>
            </w:r>
            <w:proofErr w:type="spellEnd"/>
            <w:r w:rsidRPr="004561D6">
              <w:rPr>
                <w:sz w:val="20"/>
                <w:szCs w:val="20"/>
              </w:rPr>
              <w:t>”.</w:t>
            </w:r>
          </w:p>
          <w:p w14:paraId="04D8D3C8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1.</w:t>
            </w:r>
            <w:r w:rsidRPr="004561D6">
              <w:rPr>
                <w:sz w:val="20"/>
                <w:szCs w:val="20"/>
              </w:rPr>
              <w:t xml:space="preserve"> “Переименовать </w:t>
            </w:r>
            <w:proofErr w:type="spellStart"/>
            <w:r w:rsidRPr="004561D6">
              <w:rPr>
                <w:sz w:val="20"/>
                <w:szCs w:val="20"/>
              </w:rPr>
              <w:t>Нововознесеновский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Ак-</w:t>
            </w:r>
            <w:proofErr w:type="spellStart"/>
            <w:r w:rsidRPr="004561D6">
              <w:rPr>
                <w:sz w:val="20"/>
                <w:szCs w:val="20"/>
              </w:rPr>
              <w:t>Суйского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 в Боз-</w:t>
            </w:r>
            <w:proofErr w:type="spellStart"/>
            <w:r w:rsidRPr="004561D6">
              <w:rPr>
                <w:sz w:val="20"/>
                <w:szCs w:val="20"/>
              </w:rPr>
              <w:t>Учукский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аймак.”</w:t>
            </w:r>
          </w:p>
        </w:tc>
      </w:tr>
      <w:tr w:rsidR="00B16532" w:rsidRPr="004561D6" w14:paraId="48CA18C6" w14:textId="77777777" w:rsidTr="00881BC3">
        <w:trPr>
          <w:trHeight w:val="98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2A650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Тонский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16467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258E1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9</w:t>
            </w:r>
            <w:r w:rsidRPr="004561D6">
              <w:rPr>
                <w:sz w:val="20"/>
                <w:szCs w:val="20"/>
              </w:rPr>
              <w:t xml:space="preserve">. «Отнести к категории села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Каджи</w:t>
            </w:r>
            <w:proofErr w:type="spellEnd"/>
            <w:r w:rsidRPr="004561D6">
              <w:rPr>
                <w:sz w:val="20"/>
                <w:szCs w:val="20"/>
              </w:rPr>
              <w:t xml:space="preserve">-Сай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и образовать на его базе </w:t>
            </w:r>
            <w:proofErr w:type="spellStart"/>
            <w:r w:rsidRPr="004561D6">
              <w:rPr>
                <w:sz w:val="20"/>
                <w:szCs w:val="20"/>
              </w:rPr>
              <w:t>Каджи-Сайский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Тонского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Республики.».</w:t>
            </w:r>
          </w:p>
        </w:tc>
      </w:tr>
      <w:tr w:rsidR="00B16532" w:rsidRPr="004561D6" w14:paraId="40D63801" w14:textId="77777777" w:rsidTr="00881BC3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C2531C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Тюпский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394E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0A54F0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города».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8</w:t>
            </w:r>
            <w:r w:rsidRPr="004561D6">
              <w:rPr>
                <w:sz w:val="20"/>
                <w:szCs w:val="20"/>
              </w:rPr>
              <w:t xml:space="preserve">. «Отнести к категории села поселок городского типа Ак-Булак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и образовать на его базе Ак-</w:t>
            </w:r>
            <w:proofErr w:type="spellStart"/>
            <w:r w:rsidRPr="004561D6">
              <w:rPr>
                <w:sz w:val="20"/>
                <w:szCs w:val="20"/>
              </w:rPr>
              <w:t>Булакский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Тюпского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Иссык-Кульской области Кыргызской Республики.».</w:t>
            </w:r>
          </w:p>
        </w:tc>
      </w:tr>
      <w:tr w:rsidR="00B16532" w:rsidRPr="004561D6" w14:paraId="3EADAD65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2F647D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362EFF5B" w14:textId="77777777" w:rsidR="008722DD" w:rsidRPr="004561D6" w:rsidRDefault="008722DD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440707EC" w14:textId="77777777" w:rsidR="008722DD" w:rsidRPr="004561D6" w:rsidRDefault="008722DD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5CC7B59C" w14:textId="77777777" w:rsidR="008722DD" w:rsidRPr="004561D6" w:rsidRDefault="008722DD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748F0972" w14:textId="77777777" w:rsidR="008722DD" w:rsidRPr="004561D6" w:rsidRDefault="008722DD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2E6A4A35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Нарынская область</w:t>
            </w:r>
          </w:p>
        </w:tc>
      </w:tr>
      <w:tr w:rsidR="00B16532" w:rsidRPr="004561D6" w14:paraId="3646A4C5" w14:textId="77777777" w:rsidTr="00881BC3">
        <w:trPr>
          <w:trHeight w:val="98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7E1C2E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lastRenderedPageBreak/>
              <w:t>Жумгальский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DD44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6C59DE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12</w:t>
            </w:r>
            <w:r w:rsidRPr="004561D6">
              <w:rPr>
                <w:sz w:val="20"/>
                <w:szCs w:val="20"/>
              </w:rPr>
              <w:t xml:space="preserve">. “Отнести к категории села поселок городского типа Мин-Куш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и образовать на его базе Мин-</w:t>
            </w:r>
            <w:proofErr w:type="spellStart"/>
            <w:r w:rsidRPr="004561D6">
              <w:rPr>
                <w:sz w:val="20"/>
                <w:szCs w:val="20"/>
              </w:rPr>
              <w:t>Кушский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Республики.”.</w:t>
            </w:r>
          </w:p>
        </w:tc>
      </w:tr>
      <w:tr w:rsidR="00B16532" w:rsidRPr="004561D6" w14:paraId="783A75B4" w14:textId="77777777" w:rsidTr="00881BC3">
        <w:trPr>
          <w:trHeight w:val="188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2BDFD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7703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26D87C1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A1C77B5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отнесении некоторых населенных пунктов Баткенской, Джалал-Абадской, Нарынской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(села)».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11294B4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3.</w:t>
            </w:r>
            <w:r w:rsidRPr="004561D6">
              <w:rPr>
                <w:sz w:val="20"/>
                <w:szCs w:val="20"/>
              </w:rPr>
              <w:t xml:space="preserve">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Чукур-Аксеки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Чукур-Аксеки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0B7D5640" w14:textId="77777777" w:rsidTr="00881BC3">
        <w:trPr>
          <w:trHeight w:val="12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5C2651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F00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804FA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</w:t>
            </w:r>
            <w:r w:rsidRPr="004561D6">
              <w:rPr>
                <w:sz w:val="20"/>
                <w:szCs w:val="20"/>
              </w:rPr>
              <w:t xml:space="preserve">.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Шортон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Чукур-Шортон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Чаекского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Жумгальского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46941E11" w14:textId="77777777" w:rsidTr="00881BC3">
        <w:trPr>
          <w:trHeight w:val="170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26283C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661C6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0AC1EC2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C8C89E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 «Об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9</w:t>
            </w:r>
            <w:r w:rsidRPr="004561D6">
              <w:rPr>
                <w:sz w:val="20"/>
                <w:szCs w:val="20"/>
              </w:rPr>
              <w:t xml:space="preserve">. «Отнести населенный пункт Ак-Чий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Ак-Чий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007CB5A8" w14:textId="77777777" w:rsidTr="00881BC3">
        <w:trPr>
          <w:trHeight w:val="126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B524B4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E486B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CD0D1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10</w:t>
            </w:r>
            <w:r w:rsidRPr="004561D6">
              <w:rPr>
                <w:sz w:val="20"/>
                <w:szCs w:val="20"/>
              </w:rPr>
              <w:t>. «Отнести населенный пункт Оро-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Оро-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5640B0B7" w14:textId="77777777" w:rsidTr="00881BC3">
        <w:trPr>
          <w:trHeight w:val="12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B51904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8A7A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3E43E8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11</w:t>
            </w:r>
            <w:r w:rsidRPr="004561D6">
              <w:rPr>
                <w:sz w:val="20"/>
                <w:szCs w:val="20"/>
              </w:rPr>
              <w:t xml:space="preserve">.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Тармал</w:t>
            </w:r>
            <w:proofErr w:type="spellEnd"/>
            <w:r w:rsidRPr="004561D6">
              <w:rPr>
                <w:sz w:val="20"/>
                <w:szCs w:val="20"/>
              </w:rPr>
              <w:t xml:space="preserve">-Саз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Тармал</w:t>
            </w:r>
            <w:proofErr w:type="spellEnd"/>
            <w:r w:rsidRPr="004561D6">
              <w:rPr>
                <w:sz w:val="20"/>
                <w:szCs w:val="20"/>
              </w:rPr>
              <w:t xml:space="preserve">-Саз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20822B72" w14:textId="77777777" w:rsidTr="00881BC3">
        <w:trPr>
          <w:trHeight w:val="126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AC8423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1C4E6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C0B81DF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12</w:t>
            </w:r>
            <w:r w:rsidRPr="004561D6">
              <w:rPr>
                <w:sz w:val="20"/>
                <w:szCs w:val="20"/>
              </w:rPr>
              <w:t xml:space="preserve">. «Отнести населенный пункт Узун-Булак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Узун-Булак </w:t>
            </w:r>
            <w:proofErr w:type="spellStart"/>
            <w:r w:rsidRPr="004561D6">
              <w:rPr>
                <w:sz w:val="20"/>
                <w:szCs w:val="20"/>
              </w:rPr>
              <w:t>Чолпонского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Республики».</w:t>
            </w:r>
          </w:p>
        </w:tc>
      </w:tr>
      <w:tr w:rsidR="00B16532" w:rsidRPr="004561D6" w14:paraId="6EDC56E7" w14:textId="77777777" w:rsidTr="00881BC3">
        <w:trPr>
          <w:trHeight w:val="15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CC9695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Нарынский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A050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8004EC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города”.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11</w:t>
            </w:r>
            <w:r w:rsidRPr="004561D6">
              <w:rPr>
                <w:sz w:val="20"/>
                <w:szCs w:val="20"/>
              </w:rPr>
              <w:t xml:space="preserve">. “Отнести к категории села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Достук</w:t>
            </w:r>
            <w:proofErr w:type="spellEnd"/>
            <w:r w:rsidRPr="004561D6">
              <w:rPr>
                <w:sz w:val="20"/>
                <w:szCs w:val="20"/>
              </w:rPr>
              <w:t xml:space="preserve"> Нарынского района Нарынской области и образовать на его базе </w:t>
            </w:r>
            <w:proofErr w:type="spellStart"/>
            <w:r w:rsidRPr="004561D6">
              <w:rPr>
                <w:sz w:val="20"/>
                <w:szCs w:val="20"/>
              </w:rPr>
              <w:t>Достукский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Нарынского района Нарынской области Кыргызской Республики.”.</w:t>
            </w:r>
          </w:p>
        </w:tc>
      </w:tr>
      <w:tr w:rsidR="00B16532" w:rsidRPr="004561D6" w14:paraId="2B101E8F" w14:textId="77777777" w:rsidTr="00881BC3">
        <w:trPr>
          <w:trHeight w:val="18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5FED7D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B8A7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0BEB703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23BB89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 «Об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(села)».       </w:t>
            </w:r>
          </w:p>
          <w:p w14:paraId="2824E91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13.</w:t>
            </w:r>
            <w:r w:rsidRPr="004561D6">
              <w:rPr>
                <w:sz w:val="20"/>
                <w:szCs w:val="20"/>
              </w:rPr>
              <w:t xml:space="preserve"> «Отнести населенный пункт Сары-Ой Сары-</w:t>
            </w:r>
            <w:proofErr w:type="spellStart"/>
            <w:r w:rsidRPr="004561D6">
              <w:rPr>
                <w:sz w:val="20"/>
                <w:szCs w:val="20"/>
              </w:rPr>
              <w:t>Ойского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Нарынского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Сары-Ой Сары-</w:t>
            </w:r>
            <w:proofErr w:type="spellStart"/>
            <w:r w:rsidRPr="004561D6">
              <w:rPr>
                <w:sz w:val="20"/>
                <w:szCs w:val="20"/>
              </w:rPr>
              <w:t>Ойского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Нарынского района Нарынской области Кыргызской Республики».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633E235A" w14:textId="77777777" w:rsidTr="00881BC3">
        <w:trPr>
          <w:trHeight w:val="189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47114B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37B6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4F11111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CC9FC9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отнесении некоторых населенных пунктов Джалал-Абадской, Нарынской, Ошской и Чуйской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(села)».</w:t>
            </w:r>
          </w:p>
          <w:p w14:paraId="4BED21F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3.</w:t>
            </w:r>
            <w:r w:rsidRPr="004561D6">
              <w:rPr>
                <w:sz w:val="20"/>
                <w:szCs w:val="20"/>
              </w:rPr>
              <w:t xml:space="preserve">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Тамды-Суу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Ортокского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Нарынского района Нарынской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Тамды-Суу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Ортокского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Нарынского района Нарынской области Кыргызской Республики».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57844A31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DF2D3A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49D6FBBC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Ошская область</w:t>
            </w:r>
          </w:p>
        </w:tc>
      </w:tr>
      <w:tr w:rsidR="00B16532" w:rsidRPr="004561D6" w14:paraId="09112BF7" w14:textId="77777777" w:rsidTr="00881BC3">
        <w:trPr>
          <w:trHeight w:val="146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91F0D0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Алайский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457A2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3E2A64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города”.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14. “</w:t>
            </w:r>
            <w:r w:rsidRPr="004561D6">
              <w:rPr>
                <w:sz w:val="20"/>
                <w:szCs w:val="20"/>
              </w:rPr>
              <w:t xml:space="preserve">Отнести к категории села поселок городского типа Сары-Таш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и образовать на его базе Сары-</w:t>
            </w:r>
            <w:proofErr w:type="spellStart"/>
            <w:r w:rsidRPr="004561D6">
              <w:rPr>
                <w:sz w:val="20"/>
                <w:szCs w:val="20"/>
              </w:rPr>
              <w:t>Ташский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600AA266" w14:textId="77777777" w:rsidTr="00881BC3">
        <w:trPr>
          <w:trHeight w:val="173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D04B1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E941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64E325D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92EB45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</w:t>
            </w:r>
          </w:p>
          <w:p w14:paraId="0FCA542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14</w:t>
            </w:r>
            <w:r w:rsidRPr="004561D6">
              <w:rPr>
                <w:sz w:val="20"/>
                <w:szCs w:val="20"/>
              </w:rPr>
              <w:t xml:space="preserve">. «Отнести населенный пункт Арал </w:t>
            </w:r>
            <w:proofErr w:type="spellStart"/>
            <w:r w:rsidRPr="004561D6">
              <w:rPr>
                <w:sz w:val="20"/>
                <w:szCs w:val="20"/>
              </w:rPr>
              <w:t>Корульского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Арал </w:t>
            </w:r>
            <w:proofErr w:type="spellStart"/>
            <w:r w:rsidRPr="004561D6">
              <w:rPr>
                <w:sz w:val="20"/>
                <w:szCs w:val="20"/>
              </w:rPr>
              <w:t>Корульского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                                           </w:t>
            </w:r>
          </w:p>
        </w:tc>
      </w:tr>
      <w:tr w:rsidR="00B16532" w:rsidRPr="004561D6" w14:paraId="64E5870E" w14:textId="77777777" w:rsidTr="00881BC3">
        <w:trPr>
          <w:trHeight w:val="197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304FB2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Араванский </w:t>
            </w:r>
          </w:p>
          <w:p w14:paraId="412491D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BAA3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7BBCDF6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7D38F2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</w:t>
            </w:r>
          </w:p>
          <w:p w14:paraId="2A283E2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15</w:t>
            </w:r>
            <w:r w:rsidRPr="004561D6">
              <w:rPr>
                <w:sz w:val="20"/>
                <w:szCs w:val="20"/>
              </w:rPr>
              <w:t xml:space="preserve">. “Отнести населенный пункт Маданият </w:t>
            </w:r>
            <w:proofErr w:type="spellStart"/>
            <w:r w:rsidRPr="004561D6">
              <w:rPr>
                <w:sz w:val="20"/>
                <w:szCs w:val="20"/>
              </w:rPr>
              <w:t>Алля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Анаровского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Араванского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Маданият </w:t>
            </w:r>
            <w:proofErr w:type="spellStart"/>
            <w:r w:rsidRPr="004561D6">
              <w:rPr>
                <w:sz w:val="20"/>
                <w:szCs w:val="20"/>
              </w:rPr>
              <w:t>Алля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Анаровского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Араванского района Ошской области Кыргызской Республики”.</w:t>
            </w:r>
          </w:p>
        </w:tc>
      </w:tr>
      <w:tr w:rsidR="00B16532" w:rsidRPr="004561D6" w14:paraId="3B17649F" w14:textId="77777777" w:rsidTr="00881BC3">
        <w:trPr>
          <w:trHeight w:val="12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7B0DF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36319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8D698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16</w:t>
            </w:r>
            <w:r w:rsidRPr="004561D6">
              <w:rPr>
                <w:sz w:val="20"/>
                <w:szCs w:val="20"/>
              </w:rPr>
              <w:t xml:space="preserve">. “Отнести населенный пункт Пахта-Абад </w:t>
            </w:r>
            <w:proofErr w:type="spellStart"/>
            <w:r w:rsidRPr="004561D6">
              <w:rPr>
                <w:sz w:val="20"/>
                <w:szCs w:val="20"/>
              </w:rPr>
              <w:t>Алля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Анаровского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Араванского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Пахта-Абад </w:t>
            </w:r>
            <w:proofErr w:type="spellStart"/>
            <w:r w:rsidRPr="004561D6">
              <w:rPr>
                <w:sz w:val="20"/>
                <w:szCs w:val="20"/>
              </w:rPr>
              <w:t>Алля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Анаровского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Араванского района Ошской области Кыргызской Республики”.</w:t>
            </w:r>
          </w:p>
        </w:tc>
      </w:tr>
      <w:tr w:rsidR="00B16532" w:rsidRPr="004561D6" w14:paraId="36C1CF5C" w14:textId="77777777" w:rsidTr="00881BC3">
        <w:trPr>
          <w:trHeight w:val="197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7C012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Кара - </w:t>
            </w:r>
            <w:proofErr w:type="spellStart"/>
            <w:r w:rsidRPr="004561D6">
              <w:rPr>
                <w:b/>
                <w:sz w:val="20"/>
                <w:szCs w:val="20"/>
              </w:rPr>
              <w:t>Кулжинский</w:t>
            </w:r>
            <w:proofErr w:type="spellEnd"/>
          </w:p>
          <w:p w14:paraId="2F450365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057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66FDB26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B1873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</w:t>
            </w:r>
          </w:p>
          <w:p w14:paraId="0E9CF72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17. </w:t>
            </w:r>
            <w:r w:rsidRPr="004561D6">
              <w:rPr>
                <w:sz w:val="20"/>
                <w:szCs w:val="20"/>
              </w:rPr>
              <w:t xml:space="preserve">“Отнести населенный пункт Ара-Булак </w:t>
            </w:r>
            <w:proofErr w:type="spellStart"/>
            <w:r w:rsidRPr="004561D6">
              <w:rPr>
                <w:sz w:val="20"/>
                <w:szCs w:val="20"/>
              </w:rPr>
              <w:t>Алайкууского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Ара-Булак </w:t>
            </w:r>
            <w:proofErr w:type="spellStart"/>
            <w:r w:rsidRPr="004561D6">
              <w:rPr>
                <w:sz w:val="20"/>
                <w:szCs w:val="20"/>
              </w:rPr>
              <w:t>Алайкууского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66410AF6" w14:textId="77777777" w:rsidTr="00881BC3">
        <w:trPr>
          <w:trHeight w:val="12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3CC78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E537D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295C20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18. </w:t>
            </w:r>
            <w:r w:rsidRPr="004561D6">
              <w:rPr>
                <w:sz w:val="20"/>
                <w:szCs w:val="20"/>
              </w:rPr>
              <w:t>“Отнести населенный пункт Бору-</w:t>
            </w:r>
            <w:proofErr w:type="spellStart"/>
            <w:r w:rsidRPr="004561D6">
              <w:rPr>
                <w:sz w:val="20"/>
                <w:szCs w:val="20"/>
              </w:rPr>
              <w:t>Токой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Алайкууского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Бору-</w:t>
            </w:r>
            <w:proofErr w:type="spellStart"/>
            <w:r w:rsidRPr="004561D6">
              <w:rPr>
                <w:sz w:val="20"/>
                <w:szCs w:val="20"/>
              </w:rPr>
              <w:t>Токой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Алайкууского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527C5C0D" w14:textId="77777777" w:rsidTr="00881BC3">
        <w:trPr>
          <w:trHeight w:val="12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4E74B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0087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1B1865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19.</w:t>
            </w:r>
            <w:r w:rsidRPr="004561D6">
              <w:rPr>
                <w:sz w:val="20"/>
                <w:szCs w:val="20"/>
              </w:rPr>
              <w:t xml:space="preserve"> “Отнести населенный пункт Желе-</w:t>
            </w:r>
            <w:proofErr w:type="spellStart"/>
            <w:r w:rsidRPr="004561D6">
              <w:rPr>
                <w:sz w:val="20"/>
                <w:szCs w:val="20"/>
              </w:rPr>
              <w:t>Тобо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Алайкууского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Желе-</w:t>
            </w:r>
            <w:proofErr w:type="spellStart"/>
            <w:r w:rsidRPr="004561D6">
              <w:rPr>
                <w:sz w:val="20"/>
                <w:szCs w:val="20"/>
              </w:rPr>
              <w:t>Тобо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Алайкууского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13787E09" w14:textId="77777777" w:rsidTr="00881BC3">
        <w:trPr>
          <w:trHeight w:val="187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7E4366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761B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0B3D471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DDC088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Джалал-Абадской, Нарынской, Ошской и Чуйской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7E30068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Беш-Кемпир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Чалминского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Беш-Кемпир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Чалминского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67B99967" w14:textId="77777777" w:rsidTr="00881BC3">
        <w:trPr>
          <w:trHeight w:val="126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87C9E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98A5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A1C38B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5</w:t>
            </w:r>
            <w:r w:rsidRPr="004561D6">
              <w:rPr>
                <w:sz w:val="20"/>
                <w:szCs w:val="20"/>
              </w:rPr>
              <w:t>. “Отнести населенный пункт Орто-</w:t>
            </w:r>
            <w:proofErr w:type="spellStart"/>
            <w:r w:rsidRPr="004561D6">
              <w:rPr>
                <w:sz w:val="20"/>
                <w:szCs w:val="20"/>
              </w:rPr>
              <w:t>Талаа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Чалминского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Орто-</w:t>
            </w:r>
            <w:proofErr w:type="spellStart"/>
            <w:r w:rsidRPr="004561D6">
              <w:rPr>
                <w:sz w:val="20"/>
                <w:szCs w:val="20"/>
              </w:rPr>
              <w:t>Талаа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Чалминского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Кулжинского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02B663EB" w14:textId="77777777" w:rsidTr="00881BC3">
        <w:trPr>
          <w:trHeight w:val="187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63EF01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Сууский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D7CD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28.07.2015</w:t>
            </w:r>
          </w:p>
          <w:p w14:paraId="19FC3AA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203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C63B32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</w:p>
          <w:p w14:paraId="17DC8A6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 </w:t>
            </w: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“Отнести населенный пункт Ак-Буура-1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Ак-Буура-1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6F8973B7" w14:textId="77777777" w:rsidTr="00881BC3">
        <w:trPr>
          <w:trHeight w:val="127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A23E1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7F469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B8470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</w:t>
            </w:r>
            <w:r w:rsidRPr="004561D6">
              <w:rPr>
                <w:sz w:val="20"/>
                <w:szCs w:val="20"/>
              </w:rPr>
              <w:t xml:space="preserve"> “Отнести населенный пункт Ак-Буура-2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Ак-Буура-2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428E96EA" w14:textId="77777777" w:rsidTr="00881BC3">
        <w:trPr>
          <w:trHeight w:val="112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72918B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5C0E1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E54B8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</w:t>
            </w:r>
            <w:r w:rsidRPr="004561D6">
              <w:rPr>
                <w:sz w:val="20"/>
                <w:szCs w:val="20"/>
              </w:rPr>
              <w:t xml:space="preserve">. “Отнести населенный пункт Ак-Буура-3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Ак-Буура-3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72D0DF77" w14:textId="77777777" w:rsidTr="00881BC3">
        <w:trPr>
          <w:trHeight w:val="12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3405CE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A131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9FA4FB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</w:t>
            </w:r>
            <w:r w:rsidRPr="004561D6">
              <w:rPr>
                <w:sz w:val="20"/>
                <w:szCs w:val="20"/>
              </w:rPr>
              <w:t xml:space="preserve">. “Отнести населенный пункт Ак-Буура-4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Ак-Буура-4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7404043A" w14:textId="77777777" w:rsidTr="00881BC3">
        <w:trPr>
          <w:trHeight w:val="120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219DD1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240E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CAF41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5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Камыр-Суу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Камыр-Суу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</w:t>
            </w:r>
          </w:p>
        </w:tc>
      </w:tr>
      <w:tr w:rsidR="00B16532" w:rsidRPr="004561D6" w14:paraId="13C6A4AF" w14:textId="77777777" w:rsidTr="00881BC3">
        <w:trPr>
          <w:trHeight w:val="127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923236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1E37C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50E75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6.</w:t>
            </w:r>
            <w:r w:rsidRPr="004561D6">
              <w:rPr>
                <w:sz w:val="20"/>
                <w:szCs w:val="20"/>
              </w:rPr>
              <w:t xml:space="preserve"> “Отнести населенный пункт Жар-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Жар-</w:t>
            </w:r>
            <w:proofErr w:type="spellStart"/>
            <w:r w:rsidRPr="004561D6">
              <w:rPr>
                <w:sz w:val="20"/>
                <w:szCs w:val="20"/>
              </w:rPr>
              <w:t>Башы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7CF47360" w14:textId="77777777" w:rsidTr="00881BC3">
        <w:trPr>
          <w:trHeight w:val="124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6A87F0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E04E3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FAE4E0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7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Чычкан</w:t>
            </w:r>
            <w:proofErr w:type="spellEnd"/>
            <w:r w:rsidRPr="004561D6">
              <w:rPr>
                <w:sz w:val="20"/>
                <w:szCs w:val="20"/>
              </w:rPr>
              <w:t xml:space="preserve">-Кол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Чычкан</w:t>
            </w:r>
            <w:proofErr w:type="spellEnd"/>
            <w:r w:rsidRPr="004561D6">
              <w:rPr>
                <w:sz w:val="20"/>
                <w:szCs w:val="20"/>
              </w:rPr>
              <w:t xml:space="preserve">-Кол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566E898C" w14:textId="77777777" w:rsidTr="00881BC3">
        <w:trPr>
          <w:trHeight w:val="1053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8FB2E5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DEB9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7B2EE5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8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Андагул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Андагул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4D044DAA" w14:textId="77777777" w:rsidTr="00881BC3">
        <w:trPr>
          <w:trHeight w:val="122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9FA90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57F3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8D2D0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9</w:t>
            </w:r>
            <w:r w:rsidRPr="004561D6">
              <w:rPr>
                <w:sz w:val="20"/>
                <w:szCs w:val="20"/>
              </w:rPr>
              <w:t>. “Отнести населенный пункт Жаны-</w:t>
            </w:r>
            <w:proofErr w:type="spellStart"/>
            <w:r w:rsidRPr="004561D6">
              <w:rPr>
                <w:sz w:val="20"/>
                <w:szCs w:val="20"/>
              </w:rPr>
              <w:t>Турмуш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Жаны-</w:t>
            </w:r>
            <w:proofErr w:type="spellStart"/>
            <w:r w:rsidRPr="004561D6">
              <w:rPr>
                <w:sz w:val="20"/>
                <w:szCs w:val="20"/>
              </w:rPr>
              <w:t>Турмуш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Папанского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</w:t>
            </w:r>
          </w:p>
        </w:tc>
      </w:tr>
      <w:tr w:rsidR="00B16532" w:rsidRPr="004561D6" w14:paraId="23B87A8E" w14:textId="77777777" w:rsidTr="00881BC3">
        <w:trPr>
          <w:trHeight w:val="83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924457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A478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07.08.2015</w:t>
            </w:r>
          </w:p>
          <w:p w14:paraId="36E75A6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№ 220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837F5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установлении административно-территориальной границы города Ош и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1C3D8199" w14:textId="77777777" w:rsidTr="00881BC3">
        <w:trPr>
          <w:trHeight w:val="78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4266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48483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03C816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“Передать городу Ош Кыргызской Республики 2,3 гектара земли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71C69F62" w14:textId="77777777" w:rsidTr="00881BC3">
        <w:trPr>
          <w:trHeight w:val="74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EA185F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E896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E0A720F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 “</w:t>
            </w:r>
            <w:r w:rsidRPr="004561D6">
              <w:rPr>
                <w:sz w:val="20"/>
                <w:szCs w:val="20"/>
              </w:rPr>
              <w:t xml:space="preserve">Утвердить описание границ  города Ош и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согласно приложению.”.                                                                                           </w:t>
            </w:r>
          </w:p>
        </w:tc>
      </w:tr>
      <w:tr w:rsidR="00B16532" w:rsidRPr="004561D6" w14:paraId="0D7A4343" w14:textId="77777777" w:rsidTr="00881BC3">
        <w:trPr>
          <w:trHeight w:val="196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DD6F3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020C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27.06.2017</w:t>
            </w:r>
          </w:p>
          <w:p w14:paraId="04F6CBD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AF5A9A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 Баткенской,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(села).”.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4</w:t>
            </w:r>
            <w:r w:rsidRPr="004561D6">
              <w:rPr>
                <w:sz w:val="20"/>
                <w:szCs w:val="20"/>
              </w:rPr>
              <w:t>. “Отнести населенный пункт Ак-</w:t>
            </w:r>
            <w:proofErr w:type="spellStart"/>
            <w:r w:rsidRPr="004561D6">
              <w:rPr>
                <w:sz w:val="20"/>
                <w:szCs w:val="20"/>
              </w:rPr>
              <w:t>Оргоо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Сарайского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Ак-</w:t>
            </w:r>
            <w:proofErr w:type="spellStart"/>
            <w:r w:rsidRPr="004561D6">
              <w:rPr>
                <w:sz w:val="20"/>
                <w:szCs w:val="20"/>
              </w:rPr>
              <w:t>Оргоо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Сарайского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1D58ED4F" w14:textId="77777777" w:rsidTr="00881BC3">
        <w:trPr>
          <w:trHeight w:val="186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67321C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3B13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1F12C10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D851EC3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Джалал-Абадской, Нарынской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66F9EF2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5.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Торгой</w:t>
            </w:r>
            <w:proofErr w:type="spellEnd"/>
            <w:r w:rsidRPr="004561D6">
              <w:rPr>
                <w:sz w:val="20"/>
                <w:szCs w:val="20"/>
              </w:rPr>
              <w:t xml:space="preserve">-Булак </w:t>
            </w:r>
            <w:proofErr w:type="spellStart"/>
            <w:r w:rsidRPr="004561D6">
              <w:rPr>
                <w:sz w:val="20"/>
                <w:szCs w:val="20"/>
              </w:rPr>
              <w:t>Катта-Талдыкского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Торгой</w:t>
            </w:r>
            <w:proofErr w:type="spellEnd"/>
            <w:r w:rsidRPr="004561D6">
              <w:rPr>
                <w:sz w:val="20"/>
                <w:szCs w:val="20"/>
              </w:rPr>
              <w:t xml:space="preserve">-Булак </w:t>
            </w:r>
            <w:proofErr w:type="spellStart"/>
            <w:r w:rsidRPr="004561D6">
              <w:rPr>
                <w:sz w:val="20"/>
                <w:szCs w:val="20"/>
              </w:rPr>
              <w:t>Катта-Талдыкского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0EF2A4D9" w14:textId="77777777" w:rsidTr="00881BC3">
        <w:trPr>
          <w:trHeight w:val="1257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94BB6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53D4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6B7EF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6. </w:t>
            </w:r>
            <w:r w:rsidRPr="004561D6">
              <w:rPr>
                <w:sz w:val="20"/>
                <w:szCs w:val="20"/>
              </w:rPr>
              <w:t xml:space="preserve">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Бодур</w:t>
            </w:r>
            <w:proofErr w:type="spellEnd"/>
            <w:r w:rsidRPr="004561D6">
              <w:rPr>
                <w:sz w:val="20"/>
                <w:szCs w:val="20"/>
              </w:rPr>
              <w:t xml:space="preserve">-Таш </w:t>
            </w:r>
            <w:proofErr w:type="spellStart"/>
            <w:r w:rsidRPr="004561D6">
              <w:rPr>
                <w:sz w:val="20"/>
                <w:szCs w:val="20"/>
              </w:rPr>
              <w:t>Телейкенского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Бодур</w:t>
            </w:r>
            <w:proofErr w:type="spellEnd"/>
            <w:r w:rsidRPr="004561D6">
              <w:rPr>
                <w:sz w:val="20"/>
                <w:szCs w:val="20"/>
              </w:rPr>
              <w:t xml:space="preserve">-Таш </w:t>
            </w:r>
            <w:proofErr w:type="spellStart"/>
            <w:r w:rsidRPr="004561D6">
              <w:rPr>
                <w:sz w:val="20"/>
                <w:szCs w:val="20"/>
              </w:rPr>
              <w:t>Телейкенского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5029E43E" w14:textId="77777777" w:rsidTr="00881BC3">
        <w:trPr>
          <w:trHeight w:val="126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DAAC78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4CCA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1BD0E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7.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Жапалак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Телейкенского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Жапалак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Телейкенского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5AC223D8" w14:textId="77777777" w:rsidTr="00881BC3">
        <w:trPr>
          <w:trHeight w:val="142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25EC7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CCE0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15.03.2021</w:t>
            </w:r>
          </w:p>
          <w:p w14:paraId="1EA8725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32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37CD0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Статья 17. “Отнести населенный пункт Медресе </w:t>
            </w:r>
            <w:proofErr w:type="spellStart"/>
            <w:r w:rsidRPr="004561D6">
              <w:rPr>
                <w:sz w:val="20"/>
                <w:szCs w:val="20"/>
              </w:rPr>
              <w:t>Шаркского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Медресе </w:t>
            </w:r>
            <w:proofErr w:type="spellStart"/>
            <w:r w:rsidRPr="004561D6">
              <w:rPr>
                <w:sz w:val="20"/>
                <w:szCs w:val="20"/>
              </w:rPr>
              <w:t>Шаркского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36317537" w14:textId="77777777" w:rsidTr="00881BC3">
        <w:trPr>
          <w:trHeight w:val="143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4E5F12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Ноокатский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2582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BDC1C2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города”.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13.</w:t>
            </w:r>
            <w:r w:rsidRPr="004561D6">
              <w:rPr>
                <w:sz w:val="20"/>
                <w:szCs w:val="20"/>
              </w:rPr>
              <w:t xml:space="preserve"> “Отнести к категории села поселок городского типа Найман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и образовать на его базе </w:t>
            </w:r>
            <w:proofErr w:type="spellStart"/>
            <w:r w:rsidRPr="004561D6">
              <w:rPr>
                <w:sz w:val="20"/>
                <w:szCs w:val="20"/>
              </w:rPr>
              <w:t>Найманский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53970E22" w14:textId="77777777" w:rsidTr="00881BC3">
        <w:trPr>
          <w:trHeight w:val="169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26A7F6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70DC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27.06.2017</w:t>
            </w:r>
          </w:p>
          <w:p w14:paraId="25C95AD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109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8AE12F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города”.</w:t>
            </w:r>
          </w:p>
          <w:p w14:paraId="091A5E0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5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Улуу-Тоо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Найманского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 </w:t>
            </w:r>
            <w:proofErr w:type="spellStart"/>
            <w:r w:rsidRPr="004561D6">
              <w:rPr>
                <w:sz w:val="20"/>
                <w:szCs w:val="20"/>
              </w:rPr>
              <w:t>Улуу-Тоо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Найманского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 района Ошской области Кыргызской Республики”.</w:t>
            </w:r>
          </w:p>
        </w:tc>
      </w:tr>
      <w:tr w:rsidR="00B16532" w:rsidRPr="004561D6" w14:paraId="2D49F126" w14:textId="77777777" w:rsidTr="00881BC3">
        <w:trPr>
          <w:trHeight w:val="169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06206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587B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5003C30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5DDE0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</w:t>
            </w:r>
          </w:p>
          <w:p w14:paraId="1B1C71E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20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Жаш</w:t>
            </w:r>
            <w:proofErr w:type="spellEnd"/>
            <w:r w:rsidRPr="004561D6">
              <w:rPr>
                <w:sz w:val="20"/>
                <w:szCs w:val="20"/>
              </w:rPr>
              <w:t xml:space="preserve"> 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Жаш</w:t>
            </w:r>
            <w:proofErr w:type="spellEnd"/>
            <w:r w:rsidRPr="004561D6">
              <w:rPr>
                <w:sz w:val="20"/>
                <w:szCs w:val="20"/>
              </w:rPr>
              <w:t xml:space="preserve"> 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3D1B6A29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8B516E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D269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FE33F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21</w:t>
            </w:r>
            <w:r w:rsidRPr="004561D6">
              <w:rPr>
                <w:sz w:val="20"/>
                <w:szCs w:val="20"/>
              </w:rPr>
              <w:t xml:space="preserve">. “Отнести населенный пункт Таш-Булак 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Таш-Булак 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Республики.”.</w:t>
            </w:r>
          </w:p>
        </w:tc>
      </w:tr>
      <w:tr w:rsidR="00B16532" w:rsidRPr="004561D6" w14:paraId="747D94B5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FC476E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2EEE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643CC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22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Беш-Коргон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Гюльстанского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Беш-Коргон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Гюльстанского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69C343E6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0BED6D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4F650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AA065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23</w:t>
            </w:r>
            <w:r w:rsidRPr="004561D6">
              <w:rPr>
                <w:sz w:val="20"/>
                <w:szCs w:val="20"/>
              </w:rPr>
              <w:t xml:space="preserve">. “Отнести населенный пункт Бостон </w:t>
            </w:r>
            <w:proofErr w:type="spellStart"/>
            <w:r w:rsidRPr="004561D6">
              <w:rPr>
                <w:sz w:val="20"/>
                <w:szCs w:val="20"/>
              </w:rPr>
              <w:t>Гюльстанского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Бостон </w:t>
            </w:r>
            <w:proofErr w:type="spellStart"/>
            <w:r w:rsidRPr="004561D6">
              <w:rPr>
                <w:sz w:val="20"/>
                <w:szCs w:val="20"/>
              </w:rPr>
              <w:t>Гюльстанского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09BA5CF8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310C32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B2E3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C8002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24.</w:t>
            </w:r>
            <w:r w:rsidRPr="004561D6">
              <w:rPr>
                <w:sz w:val="20"/>
                <w:szCs w:val="20"/>
              </w:rPr>
              <w:t xml:space="preserve"> “Отнести населенный пункт Чон-</w:t>
            </w:r>
            <w:proofErr w:type="spellStart"/>
            <w:r w:rsidRPr="004561D6">
              <w:rPr>
                <w:sz w:val="20"/>
                <w:szCs w:val="20"/>
              </w:rPr>
              <w:t>Кыштоо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Гюльстанского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Чон-</w:t>
            </w:r>
            <w:proofErr w:type="spellStart"/>
            <w:r w:rsidRPr="004561D6">
              <w:rPr>
                <w:sz w:val="20"/>
                <w:szCs w:val="20"/>
              </w:rPr>
              <w:t>Кыштоо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Гюльстанского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3D839485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D8D3B2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4508B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232AF8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25</w:t>
            </w:r>
            <w:r w:rsidRPr="004561D6">
              <w:rPr>
                <w:sz w:val="20"/>
                <w:szCs w:val="20"/>
              </w:rPr>
              <w:t>. “Отнести населенный пункт Мырза-Найман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 xml:space="preserve">-Бельского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Мырза-Найман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 xml:space="preserve">-Бельского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2F7F52E4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BE5960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A1B22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BAFB9F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26</w:t>
            </w:r>
            <w:r w:rsidRPr="004561D6">
              <w:rPr>
                <w:sz w:val="20"/>
                <w:szCs w:val="20"/>
              </w:rPr>
              <w:t>. “Отнести населенный пункт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>-</w:t>
            </w:r>
            <w:proofErr w:type="spellStart"/>
            <w:r w:rsidRPr="004561D6">
              <w:rPr>
                <w:sz w:val="20"/>
                <w:szCs w:val="20"/>
              </w:rPr>
              <w:t>Мойнок</w:t>
            </w:r>
            <w:proofErr w:type="spellEnd"/>
            <w:r w:rsidRPr="004561D6">
              <w:rPr>
                <w:sz w:val="20"/>
                <w:szCs w:val="20"/>
              </w:rPr>
              <w:t xml:space="preserve">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 xml:space="preserve">-Бельского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>-</w:t>
            </w:r>
            <w:proofErr w:type="spellStart"/>
            <w:r w:rsidRPr="004561D6">
              <w:rPr>
                <w:sz w:val="20"/>
                <w:szCs w:val="20"/>
              </w:rPr>
              <w:t>Мойнок</w:t>
            </w:r>
            <w:proofErr w:type="spellEnd"/>
            <w:r w:rsidRPr="004561D6">
              <w:rPr>
                <w:sz w:val="20"/>
                <w:szCs w:val="20"/>
              </w:rPr>
              <w:t xml:space="preserve">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 xml:space="preserve">-Бельского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1AE6B45A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29BB3D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F361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BDAFB46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27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Орнок</w:t>
            </w:r>
            <w:proofErr w:type="spellEnd"/>
            <w:r w:rsidRPr="004561D6">
              <w:rPr>
                <w:sz w:val="20"/>
                <w:szCs w:val="20"/>
              </w:rPr>
              <w:t xml:space="preserve">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 xml:space="preserve">-Бельского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Орнок</w:t>
            </w:r>
            <w:proofErr w:type="spellEnd"/>
            <w:r w:rsidRPr="004561D6">
              <w:rPr>
                <w:sz w:val="20"/>
                <w:szCs w:val="20"/>
              </w:rPr>
              <w:t xml:space="preserve"> Он-</w:t>
            </w:r>
            <w:proofErr w:type="spellStart"/>
            <w:r w:rsidRPr="004561D6">
              <w:rPr>
                <w:sz w:val="20"/>
                <w:szCs w:val="20"/>
              </w:rPr>
              <w:t>Эки</w:t>
            </w:r>
            <w:proofErr w:type="spellEnd"/>
            <w:r w:rsidRPr="004561D6">
              <w:rPr>
                <w:sz w:val="20"/>
                <w:szCs w:val="20"/>
              </w:rPr>
              <w:t xml:space="preserve">-Бельского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16ED59CA" w14:textId="77777777" w:rsidTr="00881BC3">
        <w:trPr>
          <w:trHeight w:val="198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FA1A75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E0C8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2554436F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CABB45F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Джалал-Абадской, Нарынской, Ошской и Чуйской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5233591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6</w:t>
            </w:r>
            <w:r w:rsidRPr="004561D6">
              <w:rPr>
                <w:sz w:val="20"/>
                <w:szCs w:val="20"/>
              </w:rPr>
              <w:t>. “Отнести населенный пункт Дон-</w:t>
            </w:r>
            <w:proofErr w:type="spellStart"/>
            <w:r w:rsidRPr="004561D6">
              <w:rPr>
                <w:sz w:val="20"/>
                <w:szCs w:val="20"/>
              </w:rPr>
              <w:t>Кыштак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Дон-</w:t>
            </w:r>
            <w:proofErr w:type="spellStart"/>
            <w:r w:rsidRPr="004561D6">
              <w:rPr>
                <w:sz w:val="20"/>
                <w:szCs w:val="20"/>
              </w:rPr>
              <w:t>Кыштак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36AE47DE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A9A6816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7D55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BDFE057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7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Жандама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Жандама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38A9CE90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707E1EB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2DF2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E7621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8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Катта</w:t>
            </w:r>
            <w:proofErr w:type="spellEnd"/>
            <w:r w:rsidRPr="004561D6">
              <w:rPr>
                <w:sz w:val="20"/>
                <w:szCs w:val="20"/>
              </w:rPr>
              <w:t xml:space="preserve">-Тал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Катта</w:t>
            </w:r>
            <w:proofErr w:type="spellEnd"/>
            <w:r w:rsidRPr="004561D6">
              <w:rPr>
                <w:sz w:val="20"/>
                <w:szCs w:val="20"/>
              </w:rPr>
              <w:t xml:space="preserve">-Тал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14F4AE6E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566407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484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0F95D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9.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Кунгой</w:t>
            </w:r>
            <w:proofErr w:type="spellEnd"/>
            <w:r w:rsidRPr="004561D6">
              <w:rPr>
                <w:sz w:val="20"/>
                <w:szCs w:val="20"/>
              </w:rPr>
              <w:t xml:space="preserve">-Хасана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Кунгой</w:t>
            </w:r>
            <w:proofErr w:type="spellEnd"/>
            <w:r w:rsidRPr="004561D6">
              <w:rPr>
                <w:sz w:val="20"/>
                <w:szCs w:val="20"/>
              </w:rPr>
              <w:t xml:space="preserve">-Хасана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32280494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9D46A8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7C291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5C00261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10. </w:t>
            </w:r>
            <w:r w:rsidRPr="004561D6">
              <w:rPr>
                <w:sz w:val="20"/>
                <w:szCs w:val="20"/>
              </w:rPr>
              <w:t xml:space="preserve">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Мончок</w:t>
            </w:r>
            <w:proofErr w:type="spellEnd"/>
            <w:r w:rsidRPr="004561D6">
              <w:rPr>
                <w:sz w:val="20"/>
                <w:szCs w:val="20"/>
              </w:rPr>
              <w:t xml:space="preserve">-Добо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Мончок</w:t>
            </w:r>
            <w:proofErr w:type="spellEnd"/>
            <w:r w:rsidRPr="004561D6">
              <w:rPr>
                <w:sz w:val="20"/>
                <w:szCs w:val="20"/>
              </w:rPr>
              <w:t xml:space="preserve">-Добо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4BD3FE5D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444643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5E35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8AEFAA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11.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Тескей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Тескей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Джаны-Ноокатского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6E40ECEB" w14:textId="77777777" w:rsidTr="00881BC3">
        <w:trPr>
          <w:trHeight w:val="127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ED21A1E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0ACB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352DDA3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50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B186630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Джалал-Абадской, Нарынской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321517D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8.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Кичик</w:t>
            </w:r>
            <w:proofErr w:type="spellEnd"/>
            <w:r w:rsidRPr="004561D6">
              <w:rPr>
                <w:sz w:val="20"/>
                <w:szCs w:val="20"/>
              </w:rPr>
              <w:t xml:space="preserve">-Алай </w:t>
            </w:r>
            <w:proofErr w:type="spellStart"/>
            <w:r w:rsidRPr="004561D6">
              <w:rPr>
                <w:sz w:val="20"/>
                <w:szCs w:val="20"/>
              </w:rPr>
              <w:t>Исановского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Кичик</w:t>
            </w:r>
            <w:proofErr w:type="spellEnd"/>
            <w:r w:rsidRPr="004561D6">
              <w:rPr>
                <w:sz w:val="20"/>
                <w:szCs w:val="20"/>
              </w:rPr>
              <w:t xml:space="preserve">-Алай </w:t>
            </w:r>
            <w:proofErr w:type="spellStart"/>
            <w:r w:rsidRPr="004561D6">
              <w:rPr>
                <w:sz w:val="20"/>
                <w:szCs w:val="20"/>
              </w:rPr>
              <w:t>Исановского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6BAC5C4B" w14:textId="77777777" w:rsidTr="00881BC3">
        <w:trPr>
          <w:trHeight w:val="110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BCDF4B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13E49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2F466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9.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Байыш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Байыш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4226E1B7" w14:textId="77777777" w:rsidTr="00881BC3">
        <w:trPr>
          <w:trHeight w:val="110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E5D8DB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2E25F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D83537E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10.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Батуу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Батуу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51D66372" w14:textId="77777777" w:rsidTr="00881BC3">
        <w:trPr>
          <w:trHeight w:val="12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8ADF44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06C7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CD8E3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11</w:t>
            </w:r>
            <w:r w:rsidRPr="004561D6">
              <w:rPr>
                <w:sz w:val="20"/>
                <w:szCs w:val="20"/>
              </w:rPr>
              <w:t xml:space="preserve">. “Отнести населенный пункт Дары-Булак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Дары-Булак </w:t>
            </w:r>
            <w:proofErr w:type="spellStart"/>
            <w:r w:rsidRPr="004561D6">
              <w:rPr>
                <w:sz w:val="20"/>
                <w:szCs w:val="20"/>
              </w:rPr>
              <w:t>Кенешского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023A4BCC" w14:textId="77777777" w:rsidTr="00881BC3">
        <w:trPr>
          <w:trHeight w:val="12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8B1E98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99798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19861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12.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Абшыр-Ата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Кулатовского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Абшыр-Ата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Кулатовского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0A3A50A8" w14:textId="77777777" w:rsidTr="00881BC3">
        <w:trPr>
          <w:trHeight w:val="12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17A750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75B11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39D7264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13</w:t>
            </w:r>
            <w:r w:rsidRPr="004561D6">
              <w:rPr>
                <w:sz w:val="20"/>
                <w:szCs w:val="20"/>
              </w:rPr>
              <w:t>. “Отнести населенный пункт Арык-</w:t>
            </w:r>
            <w:proofErr w:type="spellStart"/>
            <w:r w:rsidRPr="004561D6">
              <w:rPr>
                <w:sz w:val="20"/>
                <w:szCs w:val="20"/>
              </w:rPr>
              <w:t>Тейит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Кулатовского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Арык-</w:t>
            </w:r>
            <w:proofErr w:type="spellStart"/>
            <w:r w:rsidRPr="004561D6">
              <w:rPr>
                <w:sz w:val="20"/>
                <w:szCs w:val="20"/>
              </w:rPr>
              <w:t>Тейит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Кулатовского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3ECFF3DA" w14:textId="77777777" w:rsidTr="00881BC3">
        <w:trPr>
          <w:trHeight w:val="12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A34E6D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8AD9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78012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14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Кулуштан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Кулатовского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Кулуштан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Кулатовского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2B2897C0" w14:textId="77777777" w:rsidTr="00881BC3">
        <w:trPr>
          <w:trHeight w:val="839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ACADA1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Узгенский</w:t>
            </w:r>
            <w:proofErr w:type="spellEnd"/>
          </w:p>
          <w:p w14:paraId="631EAEA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E286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29.06.2009</w:t>
            </w:r>
          </w:p>
          <w:p w14:paraId="3F0025E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197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3BAAA6C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отнесении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населенного пункта </w:t>
            </w:r>
            <w:proofErr w:type="spellStart"/>
            <w:r w:rsidRPr="004561D6">
              <w:rPr>
                <w:sz w:val="20"/>
                <w:szCs w:val="20"/>
              </w:rPr>
              <w:t>Ботойнок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Жылалдинского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округа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Республики». </w:t>
            </w:r>
          </w:p>
        </w:tc>
      </w:tr>
      <w:tr w:rsidR="00B16532" w:rsidRPr="004561D6" w14:paraId="678AE2D5" w14:textId="77777777" w:rsidTr="00881BC3">
        <w:trPr>
          <w:trHeight w:val="154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F52622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CAEB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08.06.2015</w:t>
            </w:r>
          </w:p>
          <w:p w14:paraId="7E16701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125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D6767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отнесении некоторых населенных пунктов Джалал-Абадской и Ошской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(села).».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>. «Отнести населенный пункт Кара-</w:t>
            </w:r>
            <w:proofErr w:type="spellStart"/>
            <w:r w:rsidRPr="004561D6">
              <w:rPr>
                <w:sz w:val="20"/>
                <w:szCs w:val="20"/>
              </w:rPr>
              <w:t>Тарык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Джалпак-Ташского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Кара-</w:t>
            </w:r>
            <w:proofErr w:type="spellStart"/>
            <w:r w:rsidRPr="004561D6">
              <w:rPr>
                <w:sz w:val="20"/>
                <w:szCs w:val="20"/>
              </w:rPr>
              <w:t>Тарык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Джалпак-Ташского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аймака.».</w:t>
            </w:r>
          </w:p>
        </w:tc>
      </w:tr>
      <w:tr w:rsidR="00B16532" w:rsidRPr="004561D6" w14:paraId="28CC9C98" w14:textId="77777777" w:rsidTr="00881BC3">
        <w:trPr>
          <w:trHeight w:val="215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62CE30A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ED26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3AAB404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CD520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 </w:t>
            </w:r>
          </w:p>
          <w:p w14:paraId="1DD0FB3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  <w:p w14:paraId="7543101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28.</w:t>
            </w:r>
            <w:r w:rsidRPr="004561D6">
              <w:rPr>
                <w:sz w:val="20"/>
                <w:szCs w:val="20"/>
              </w:rPr>
              <w:t xml:space="preserve"> “Отнести населенный пункт Кашка-Терек Баш-</w:t>
            </w:r>
            <w:proofErr w:type="spellStart"/>
            <w:r w:rsidRPr="004561D6">
              <w:rPr>
                <w:sz w:val="20"/>
                <w:szCs w:val="20"/>
              </w:rPr>
              <w:t>Дебенского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Кашка-Терек Баш-</w:t>
            </w:r>
            <w:proofErr w:type="spellStart"/>
            <w:r w:rsidRPr="004561D6">
              <w:rPr>
                <w:sz w:val="20"/>
                <w:szCs w:val="20"/>
              </w:rPr>
              <w:t>Дебенского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2D67BC1F" w14:textId="77777777" w:rsidTr="00881BC3">
        <w:trPr>
          <w:trHeight w:val="12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A0381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42E5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4C24F45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29</w:t>
            </w:r>
            <w:r w:rsidRPr="004561D6">
              <w:rPr>
                <w:sz w:val="20"/>
                <w:szCs w:val="20"/>
              </w:rPr>
              <w:t xml:space="preserve">.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 Кызыл-Октябрьского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Ынтымак</w:t>
            </w:r>
            <w:proofErr w:type="spellEnd"/>
            <w:r w:rsidRPr="004561D6">
              <w:rPr>
                <w:sz w:val="20"/>
                <w:szCs w:val="20"/>
              </w:rPr>
              <w:t xml:space="preserve"> Кызыл-Октябрьского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Узгенского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1A8B57E1" w14:textId="77777777" w:rsidTr="00881BC3">
        <w:trPr>
          <w:trHeight w:val="198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FA8B19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Чон-</w:t>
            </w:r>
            <w:proofErr w:type="spellStart"/>
            <w:r w:rsidRPr="004561D6">
              <w:rPr>
                <w:b/>
                <w:sz w:val="20"/>
                <w:szCs w:val="20"/>
              </w:rPr>
              <w:t>Алайский</w:t>
            </w:r>
            <w:proofErr w:type="spellEnd"/>
          </w:p>
          <w:p w14:paraId="05B3221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F939D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703EBDE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085F40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Джалал-Абадской, Нарынской, Ошской и Чуйской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063AD85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15.</w:t>
            </w:r>
            <w:r w:rsidRPr="004561D6">
              <w:rPr>
                <w:sz w:val="20"/>
                <w:szCs w:val="20"/>
              </w:rPr>
              <w:t xml:space="preserve"> 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Жайылма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Чон-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Жайылма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Чон-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080BDEA9" w14:textId="77777777" w:rsidTr="00881BC3">
        <w:trPr>
          <w:trHeight w:val="129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EB7226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F0D08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93901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 xml:space="preserve">Статья 16. </w:t>
            </w:r>
            <w:r w:rsidRPr="004561D6">
              <w:rPr>
                <w:sz w:val="20"/>
                <w:szCs w:val="20"/>
              </w:rPr>
              <w:t xml:space="preserve">“Отнести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Кичи-Жайылма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Чон-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Кичи-Жайылма</w:t>
            </w:r>
            <w:proofErr w:type="spellEnd"/>
            <w:r w:rsidRPr="004561D6">
              <w:rPr>
                <w:sz w:val="20"/>
                <w:szCs w:val="20"/>
              </w:rPr>
              <w:t xml:space="preserve"> Кашка-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Чон-</w:t>
            </w:r>
            <w:proofErr w:type="spellStart"/>
            <w:r w:rsidRPr="004561D6">
              <w:rPr>
                <w:sz w:val="20"/>
                <w:szCs w:val="20"/>
              </w:rPr>
              <w:t>Алайского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295FEE69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69C020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55FC7772" w14:textId="77777777" w:rsidR="00F31C7F" w:rsidRPr="004561D6" w:rsidRDefault="00F31C7F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517F38DD" w14:textId="77777777" w:rsidR="00F31C7F" w:rsidRPr="004561D6" w:rsidRDefault="00F31C7F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18B55812" w14:textId="77777777" w:rsidR="00132A82" w:rsidRPr="004561D6" w:rsidRDefault="00132A82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00005F98" w14:textId="77777777" w:rsidR="00B16532" w:rsidRPr="004561D6" w:rsidRDefault="00B16532" w:rsidP="00B16532">
            <w:pPr>
              <w:jc w:val="center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Таласская область</w:t>
            </w:r>
          </w:p>
        </w:tc>
      </w:tr>
      <w:tr w:rsidR="00B16532" w:rsidRPr="004561D6" w14:paraId="407587A0" w14:textId="77777777" w:rsidTr="00881BC3">
        <w:trPr>
          <w:trHeight w:val="151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04A01B8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Кара-</w:t>
            </w:r>
            <w:proofErr w:type="spellStart"/>
            <w:r w:rsidRPr="004561D6">
              <w:rPr>
                <w:b/>
                <w:sz w:val="20"/>
                <w:szCs w:val="20"/>
              </w:rPr>
              <w:t>Бууринский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0D3B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6373EE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города”.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15</w:t>
            </w:r>
            <w:r w:rsidRPr="004561D6">
              <w:rPr>
                <w:sz w:val="20"/>
                <w:szCs w:val="20"/>
              </w:rPr>
              <w:t xml:space="preserve">. “Отнести к категории села поселок городского типа </w:t>
            </w:r>
            <w:proofErr w:type="spellStart"/>
            <w:r w:rsidRPr="004561D6">
              <w:rPr>
                <w:sz w:val="20"/>
                <w:szCs w:val="20"/>
              </w:rPr>
              <w:t>Маймак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и образовать на его базе </w:t>
            </w:r>
            <w:proofErr w:type="spellStart"/>
            <w:r w:rsidRPr="004561D6">
              <w:rPr>
                <w:sz w:val="20"/>
                <w:szCs w:val="20"/>
              </w:rPr>
              <w:t>Маймакский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Республики.”.</w:t>
            </w:r>
          </w:p>
        </w:tc>
      </w:tr>
      <w:tr w:rsidR="00B16532" w:rsidRPr="004561D6" w14:paraId="720FE89B" w14:textId="77777777" w:rsidTr="00881BC3">
        <w:trPr>
          <w:trHeight w:val="196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7E0DF4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1FAE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60629F8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28E8EFA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30.</w:t>
            </w:r>
            <w:r w:rsidRPr="004561D6">
              <w:rPr>
                <w:sz w:val="20"/>
                <w:szCs w:val="20"/>
              </w:rPr>
              <w:t xml:space="preserve">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Камаш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Бакыянского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Камаш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Бакыянского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Республики».</w:t>
            </w:r>
          </w:p>
        </w:tc>
      </w:tr>
      <w:tr w:rsidR="00B16532" w:rsidRPr="004561D6" w14:paraId="3CB262C4" w14:textId="77777777" w:rsidTr="00881BC3">
        <w:trPr>
          <w:trHeight w:val="206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75B6FB4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Таласский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92DB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02.08.2019</w:t>
            </w:r>
          </w:p>
          <w:p w14:paraId="5BBBEA2C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112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3137D43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«Об отнесении некоторых населенных пунктов Баткенской, Нарынской, Ошской и Таласской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(села)».         </w:t>
            </w:r>
          </w:p>
          <w:p w14:paraId="2DB9670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31.</w:t>
            </w:r>
            <w:r w:rsidRPr="004561D6">
              <w:rPr>
                <w:sz w:val="20"/>
                <w:szCs w:val="20"/>
              </w:rPr>
              <w:t xml:space="preserve"> «Отнести населенный пункт </w:t>
            </w:r>
            <w:proofErr w:type="spellStart"/>
            <w:r w:rsidRPr="004561D6">
              <w:rPr>
                <w:sz w:val="20"/>
                <w:szCs w:val="20"/>
              </w:rPr>
              <w:t>Беш</w:t>
            </w:r>
            <w:proofErr w:type="spellEnd"/>
            <w:r w:rsidRPr="004561D6">
              <w:rPr>
                <w:sz w:val="20"/>
                <w:szCs w:val="20"/>
              </w:rPr>
              <w:t xml:space="preserve">-Таш </w:t>
            </w:r>
            <w:proofErr w:type="spellStart"/>
            <w:r w:rsidRPr="004561D6">
              <w:rPr>
                <w:sz w:val="20"/>
                <w:szCs w:val="20"/>
              </w:rPr>
              <w:t>Калбинского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Таласского района Таласской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</w:t>
            </w:r>
            <w:proofErr w:type="spellStart"/>
            <w:r w:rsidRPr="004561D6">
              <w:rPr>
                <w:sz w:val="20"/>
                <w:szCs w:val="20"/>
              </w:rPr>
              <w:t>Беш</w:t>
            </w:r>
            <w:proofErr w:type="spellEnd"/>
            <w:r w:rsidRPr="004561D6">
              <w:rPr>
                <w:sz w:val="20"/>
                <w:szCs w:val="20"/>
              </w:rPr>
              <w:t xml:space="preserve">-Таш </w:t>
            </w:r>
            <w:proofErr w:type="spellStart"/>
            <w:r w:rsidRPr="004561D6">
              <w:rPr>
                <w:sz w:val="20"/>
                <w:szCs w:val="20"/>
              </w:rPr>
              <w:t>Калбинского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Таласского района Таласской области Кыргызской Республики».</w:t>
            </w:r>
          </w:p>
        </w:tc>
      </w:tr>
      <w:tr w:rsidR="00B16532" w:rsidRPr="004561D6" w14:paraId="7E2C118D" w14:textId="77777777" w:rsidTr="00881BC3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83D046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35D9C374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Чуйская область</w:t>
            </w:r>
          </w:p>
        </w:tc>
      </w:tr>
      <w:tr w:rsidR="00B16532" w:rsidRPr="004561D6" w14:paraId="1556B766" w14:textId="77777777" w:rsidTr="00881BC3">
        <w:trPr>
          <w:trHeight w:val="190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BAA5B4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Аламудунский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DE71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21.04.2020</w:t>
            </w:r>
          </w:p>
          <w:p w14:paraId="66179E98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49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32C185E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отнесении некоторых населенных пунктов Джалал-Абадской, Нарынской, Ошской и Чуйской областей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(села)”.</w:t>
            </w:r>
            <w:r w:rsidRPr="004561D6">
              <w:rPr>
                <w:b/>
                <w:sz w:val="20"/>
                <w:szCs w:val="20"/>
              </w:rPr>
              <w:t xml:space="preserve"> </w:t>
            </w:r>
          </w:p>
          <w:p w14:paraId="3DAF9E3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12.</w:t>
            </w:r>
            <w:r w:rsidRPr="004561D6">
              <w:rPr>
                <w:sz w:val="20"/>
                <w:szCs w:val="20"/>
              </w:rPr>
              <w:t xml:space="preserve"> “Отнести населенный пункт Бек-</w:t>
            </w:r>
            <w:proofErr w:type="spellStart"/>
            <w:r w:rsidRPr="004561D6">
              <w:rPr>
                <w:sz w:val="20"/>
                <w:szCs w:val="20"/>
              </w:rPr>
              <w:t>Тоо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Джыгачского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Аламудунского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Чуйской области Кыргызской Республики к категории </w:t>
            </w:r>
            <w:proofErr w:type="spellStart"/>
            <w:r w:rsidRPr="004561D6">
              <w:rPr>
                <w:sz w:val="20"/>
                <w:szCs w:val="20"/>
              </w:rPr>
              <w:t>айыла</w:t>
            </w:r>
            <w:proofErr w:type="spellEnd"/>
            <w:r w:rsidRPr="004561D6">
              <w:rPr>
                <w:sz w:val="20"/>
                <w:szCs w:val="20"/>
              </w:rPr>
              <w:t xml:space="preserve"> (села) и именовать его </w:t>
            </w:r>
            <w:proofErr w:type="spellStart"/>
            <w:r w:rsidRPr="004561D6">
              <w:rPr>
                <w:sz w:val="20"/>
                <w:szCs w:val="20"/>
              </w:rPr>
              <w:t>айылом</w:t>
            </w:r>
            <w:proofErr w:type="spellEnd"/>
            <w:r w:rsidRPr="004561D6">
              <w:rPr>
                <w:sz w:val="20"/>
                <w:szCs w:val="20"/>
              </w:rPr>
              <w:t xml:space="preserve"> (селом) Бек-</w:t>
            </w:r>
            <w:proofErr w:type="spellStart"/>
            <w:r w:rsidRPr="004561D6">
              <w:rPr>
                <w:sz w:val="20"/>
                <w:szCs w:val="20"/>
              </w:rPr>
              <w:t>Тоо</w:t>
            </w:r>
            <w:proofErr w:type="spellEnd"/>
            <w:r w:rsidRPr="004561D6">
              <w:rPr>
                <w:sz w:val="20"/>
                <w:szCs w:val="20"/>
              </w:rPr>
              <w:t xml:space="preserve"> Кара-</w:t>
            </w:r>
            <w:proofErr w:type="spellStart"/>
            <w:r w:rsidRPr="004561D6">
              <w:rPr>
                <w:sz w:val="20"/>
                <w:szCs w:val="20"/>
              </w:rPr>
              <w:t>Джыгачского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Аламудунского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Чуйской области Кыргызской Республики”.</w:t>
            </w:r>
          </w:p>
        </w:tc>
      </w:tr>
      <w:tr w:rsidR="00B16532" w:rsidRPr="004561D6" w14:paraId="1F604C64" w14:textId="77777777" w:rsidTr="00881BC3">
        <w:trPr>
          <w:trHeight w:val="157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3AC675B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Кеминский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F712E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1C5E149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</w:t>
            </w:r>
            <w:proofErr w:type="spellStart"/>
            <w:r w:rsidRPr="004561D6">
              <w:rPr>
                <w:sz w:val="20"/>
                <w:szCs w:val="20"/>
              </w:rPr>
              <w:t>пребразовании</w:t>
            </w:r>
            <w:proofErr w:type="spellEnd"/>
            <w:r w:rsidRPr="004561D6">
              <w:rPr>
                <w:sz w:val="20"/>
                <w:szCs w:val="20"/>
              </w:rPr>
              <w:t xml:space="preserve"> отдельных поселков городского типа Кыргызской Республики и отнесении их к категории села или города”.                                                         </w:t>
            </w:r>
            <w:r w:rsidRPr="004561D6">
              <w:rPr>
                <w:b/>
                <w:sz w:val="20"/>
                <w:szCs w:val="20"/>
              </w:rPr>
              <w:t>Статья 16</w:t>
            </w:r>
            <w:r w:rsidRPr="004561D6">
              <w:rPr>
                <w:sz w:val="20"/>
                <w:szCs w:val="20"/>
              </w:rPr>
              <w:t>. “Отнести к категории села поселок городского типа Ак-Тюз Кеминского района Чуйской области и образовать на его базе Ак-</w:t>
            </w:r>
            <w:proofErr w:type="spellStart"/>
            <w:r w:rsidRPr="004561D6">
              <w:rPr>
                <w:sz w:val="20"/>
                <w:szCs w:val="20"/>
              </w:rPr>
              <w:t>Тюзский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Кеминского района Чуйской области Кыргызской Республики.”.</w:t>
            </w:r>
          </w:p>
        </w:tc>
      </w:tr>
      <w:tr w:rsidR="00B16532" w:rsidRPr="004561D6" w14:paraId="2C13B9D8" w14:textId="77777777" w:rsidTr="00881BC3">
        <w:trPr>
          <w:trHeight w:val="832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5F6BE0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Орловка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A4F2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D7BA91F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17.</w:t>
            </w:r>
            <w:r w:rsidRPr="004561D6">
              <w:rPr>
                <w:sz w:val="20"/>
                <w:szCs w:val="20"/>
              </w:rPr>
              <w:t xml:space="preserve"> “Отнести к категории города районного значения поселок городского типа Орловка Кеминского района Чуйской области Кыргызской Республики.”.</w:t>
            </w:r>
          </w:p>
        </w:tc>
      </w:tr>
      <w:tr w:rsidR="00B16532" w:rsidRPr="004561D6" w14:paraId="033D81D1" w14:textId="77777777" w:rsidTr="00881BC3">
        <w:trPr>
          <w:trHeight w:val="858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BCD540F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Кемин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E8CF4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124DC0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18</w:t>
            </w:r>
            <w:r w:rsidRPr="004561D6">
              <w:rPr>
                <w:sz w:val="20"/>
                <w:szCs w:val="20"/>
              </w:rPr>
              <w:t>. “Отнести к категории города районного значения поселок городского типа Кемин Кеминского района Чуйской области Кыргызской Республики”.</w:t>
            </w:r>
          </w:p>
        </w:tc>
      </w:tr>
      <w:tr w:rsidR="00B16532" w:rsidRPr="004561D6" w14:paraId="6F2A5E06" w14:textId="77777777" w:rsidTr="00881BC3">
        <w:trPr>
          <w:trHeight w:val="8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A9D1D7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Панфиловский район</w:t>
            </w:r>
          </w:p>
          <w:p w14:paraId="32E417A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город Каинды</w:t>
            </w:r>
          </w:p>
          <w:p w14:paraId="736D07E9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55B1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27.09.2012 № 168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C14A5D2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19</w:t>
            </w:r>
            <w:r w:rsidRPr="004561D6">
              <w:rPr>
                <w:sz w:val="20"/>
                <w:szCs w:val="20"/>
              </w:rPr>
              <w:t>. “Отнести к категории города районного значения поселок городского типа Каинды Панфиловского района Чуйской области Кыргызской Республики.”.</w:t>
            </w:r>
          </w:p>
        </w:tc>
      </w:tr>
      <w:tr w:rsidR="00B16532" w:rsidRPr="004561D6" w14:paraId="3B2A3B1A" w14:textId="77777777" w:rsidTr="00881BC3">
        <w:trPr>
          <w:trHeight w:val="88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7660C6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Сокулукский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5DD5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18.07.2016</w:t>
            </w:r>
          </w:p>
          <w:p w14:paraId="63397FB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122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FE4736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 переименовании села </w:t>
            </w:r>
            <w:proofErr w:type="spellStart"/>
            <w:r w:rsidRPr="004561D6">
              <w:rPr>
                <w:sz w:val="20"/>
                <w:szCs w:val="20"/>
              </w:rPr>
              <w:t>Жыламыш</w:t>
            </w:r>
            <w:proofErr w:type="spellEnd"/>
            <w:r w:rsidRPr="004561D6">
              <w:rPr>
                <w:sz w:val="20"/>
                <w:szCs w:val="20"/>
              </w:rPr>
              <w:t xml:space="preserve"> Гавриловского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Сокулукского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Чуйской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Жангарач</w:t>
            </w:r>
            <w:proofErr w:type="spellEnd"/>
            <w:r w:rsidRPr="004561D6">
              <w:rPr>
                <w:sz w:val="20"/>
                <w:szCs w:val="20"/>
              </w:rPr>
              <w:t>”.</w:t>
            </w:r>
          </w:p>
          <w:p w14:paraId="6A2C28E8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</w:p>
        </w:tc>
      </w:tr>
      <w:tr w:rsidR="00B16532" w:rsidRPr="004561D6" w14:paraId="66CCEAFA" w14:textId="77777777" w:rsidTr="00881BC3">
        <w:trPr>
          <w:trHeight w:val="287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2A20B9" w14:textId="77777777" w:rsidR="00132A82" w:rsidRPr="004561D6" w:rsidRDefault="00132A82" w:rsidP="00B16532">
            <w:pPr>
              <w:jc w:val="center"/>
              <w:rPr>
                <w:b/>
                <w:sz w:val="20"/>
                <w:szCs w:val="20"/>
              </w:rPr>
            </w:pPr>
          </w:p>
          <w:p w14:paraId="11362F9A" w14:textId="77777777" w:rsidR="00B16532" w:rsidRPr="004561D6" w:rsidRDefault="00B16532" w:rsidP="00B16532">
            <w:pPr>
              <w:jc w:val="center"/>
              <w:rPr>
                <w:b/>
                <w:sz w:val="10"/>
                <w:szCs w:val="1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город Ош</w:t>
            </w:r>
          </w:p>
        </w:tc>
      </w:tr>
      <w:tr w:rsidR="00B16532" w:rsidRPr="004561D6" w14:paraId="5B193D50" w14:textId="77777777" w:rsidTr="00881BC3">
        <w:trPr>
          <w:trHeight w:val="8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E5F765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lastRenderedPageBreak/>
              <w:t>город Ош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B318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07.08.2015</w:t>
            </w:r>
          </w:p>
          <w:p w14:paraId="52B71C8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220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5CE016B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 xml:space="preserve">“Об установлении административно-территориальной границы города Ош и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16532" w:rsidRPr="004561D6" w14:paraId="363B8059" w14:textId="77777777" w:rsidTr="00881BC3">
        <w:trPr>
          <w:trHeight w:val="8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7251FEE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DB445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8E9A3BD" w14:textId="77777777" w:rsidR="00B16532" w:rsidRPr="004561D6" w:rsidRDefault="00B16532" w:rsidP="00B16532">
            <w:pPr>
              <w:jc w:val="both"/>
              <w:rPr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</w:t>
            </w:r>
            <w:r w:rsidRPr="004561D6">
              <w:rPr>
                <w:sz w:val="20"/>
                <w:szCs w:val="20"/>
              </w:rPr>
              <w:t xml:space="preserve">. “Передать городу Ош Кыргызской Республики 2,3 гектара земли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</w:t>
            </w:r>
          </w:p>
        </w:tc>
      </w:tr>
      <w:tr w:rsidR="00B16532" w:rsidRPr="004561D6" w14:paraId="73BCEF42" w14:textId="77777777" w:rsidTr="00881BC3">
        <w:trPr>
          <w:trHeight w:val="89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3B7A562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06C47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356CB2A" w14:textId="77777777" w:rsidR="00B16532" w:rsidRPr="004561D6" w:rsidRDefault="00B16532" w:rsidP="00171C41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 “</w:t>
            </w:r>
            <w:r w:rsidRPr="004561D6">
              <w:rPr>
                <w:sz w:val="20"/>
                <w:szCs w:val="20"/>
              </w:rPr>
              <w:t xml:space="preserve">Утвердить описание границ города Ош и </w:t>
            </w:r>
            <w:proofErr w:type="spellStart"/>
            <w:r w:rsidRPr="004561D6">
              <w:rPr>
                <w:sz w:val="20"/>
                <w:szCs w:val="20"/>
              </w:rPr>
              <w:t>Нариманского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Сууского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согласно приложению”.</w:t>
            </w:r>
          </w:p>
        </w:tc>
      </w:tr>
      <w:tr w:rsidR="00B16532" w:rsidRPr="004561D6" w14:paraId="28D882E8" w14:textId="77777777" w:rsidTr="00881BC3">
        <w:trPr>
          <w:trHeight w:val="556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1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21"/>
            </w:tblGrid>
            <w:tr w:rsidR="00B16532" w:rsidRPr="004561D6" w14:paraId="438CBD69" w14:textId="77777777" w:rsidTr="00881BC3">
              <w:tc>
                <w:tcPr>
                  <w:tcW w:w="9521" w:type="dxa"/>
                </w:tcPr>
                <w:p w14:paraId="3233B17C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</w:p>
                <w:p w14:paraId="042CBB4A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  <w:r w:rsidRPr="004561D6">
                    <w:rPr>
                      <w:b/>
                      <w:szCs w:val="20"/>
                    </w:rPr>
                    <w:t xml:space="preserve">Изменения в административно-территориальном устройстве страны </w:t>
                  </w:r>
                </w:p>
                <w:p w14:paraId="4319C62C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  <w:r w:rsidRPr="004561D6">
                    <w:rPr>
                      <w:b/>
                      <w:szCs w:val="20"/>
                    </w:rPr>
                    <w:t>за 2023г.</w:t>
                  </w:r>
                </w:p>
                <w:p w14:paraId="4ED459FA" w14:textId="77777777" w:rsidR="00B16532" w:rsidRPr="004561D6" w:rsidRDefault="00B16532" w:rsidP="00B16532">
                  <w:pPr>
                    <w:jc w:val="center"/>
                    <w:rPr>
                      <w:b/>
                      <w:szCs w:val="20"/>
                    </w:rPr>
                  </w:pPr>
                </w:p>
              </w:tc>
            </w:tr>
          </w:tbl>
          <w:p w14:paraId="094B4D13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16532" w:rsidRPr="004561D6" w14:paraId="73993CA4" w14:textId="77777777" w:rsidTr="00881BC3">
        <w:trPr>
          <w:trHeight w:val="19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22D02E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 xml:space="preserve">Нарынская </w:t>
            </w: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</w:tr>
      <w:tr w:rsidR="00B16532" w:rsidRPr="004561D6" w14:paraId="14A3131B" w14:textId="77777777" w:rsidTr="00881BC3">
        <w:trPr>
          <w:trHeight w:val="1054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8B847C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Кочкорский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 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776CA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10.04.2023</w:t>
            </w:r>
          </w:p>
          <w:p w14:paraId="2384EBC4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82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558383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1.</w:t>
            </w:r>
            <w:r w:rsidRPr="004561D6">
              <w:rPr>
                <w:sz w:val="20"/>
                <w:szCs w:val="20"/>
              </w:rPr>
              <w:t xml:space="preserve"> “Переименовать Кош-</w:t>
            </w:r>
            <w:proofErr w:type="spellStart"/>
            <w:r w:rsidRPr="004561D6">
              <w:rPr>
                <w:sz w:val="20"/>
                <w:szCs w:val="20"/>
              </w:rPr>
              <w:t>Добонский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Ормон</w:t>
            </w:r>
            <w:proofErr w:type="spellEnd"/>
            <w:r w:rsidRPr="004561D6">
              <w:rPr>
                <w:sz w:val="20"/>
                <w:szCs w:val="20"/>
              </w:rPr>
              <w:t xml:space="preserve">-Ханский </w:t>
            </w:r>
            <w:proofErr w:type="spellStart"/>
            <w:r w:rsidRPr="004561D6">
              <w:rPr>
                <w:sz w:val="20"/>
                <w:szCs w:val="20"/>
              </w:rPr>
              <w:t>айылный</w:t>
            </w:r>
            <w:proofErr w:type="spellEnd"/>
            <w:r w:rsidRPr="004561D6">
              <w:rPr>
                <w:sz w:val="20"/>
                <w:szCs w:val="20"/>
              </w:rPr>
              <w:t xml:space="preserve"> аймак </w:t>
            </w:r>
            <w:proofErr w:type="spellStart"/>
            <w:r w:rsidRPr="004561D6">
              <w:rPr>
                <w:sz w:val="20"/>
                <w:szCs w:val="20"/>
              </w:rPr>
              <w:t>Кочкорского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Нарынской области Кыргызской Республики”.   </w:t>
            </w:r>
          </w:p>
        </w:tc>
      </w:tr>
      <w:tr w:rsidR="00B16532" w:rsidRPr="004561D6" w14:paraId="3504F442" w14:textId="77777777" w:rsidTr="00881BC3">
        <w:trPr>
          <w:trHeight w:val="19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20B678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 xml:space="preserve">Ошская </w:t>
            </w: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</w:tr>
      <w:tr w:rsidR="00B16532" w:rsidRPr="004561D6" w14:paraId="568DB6BC" w14:textId="77777777" w:rsidTr="00881BC3">
        <w:trPr>
          <w:trHeight w:val="1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1B599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Ноокатский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82ED3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10.04.2023</w:t>
            </w:r>
          </w:p>
          <w:p w14:paraId="3A392700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82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D99F661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2.</w:t>
            </w:r>
            <w:r w:rsidRPr="004561D6">
              <w:rPr>
                <w:sz w:val="20"/>
                <w:szCs w:val="20"/>
              </w:rPr>
              <w:t xml:space="preserve"> “Переименовать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Борбаш</w:t>
            </w:r>
            <w:proofErr w:type="spellEnd"/>
            <w:r w:rsidRPr="004561D6">
              <w:rPr>
                <w:sz w:val="20"/>
                <w:szCs w:val="20"/>
              </w:rPr>
              <w:t xml:space="preserve"> 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 в село Кайрагач Бельского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Ноокатского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Ошской области Кыргызской Республики”.  </w:t>
            </w:r>
          </w:p>
        </w:tc>
      </w:tr>
      <w:tr w:rsidR="00B16532" w:rsidRPr="004561D6" w14:paraId="12226503" w14:textId="77777777" w:rsidTr="00881BC3">
        <w:trPr>
          <w:trHeight w:val="19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A83FCA" w14:textId="77777777" w:rsidR="00B16532" w:rsidRPr="004561D6" w:rsidRDefault="00B16532" w:rsidP="00B1653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A3D4AA" w14:textId="77777777" w:rsidR="00B16532" w:rsidRPr="004561D6" w:rsidRDefault="00B16532" w:rsidP="00B16532">
            <w:pPr>
              <w:jc w:val="center"/>
              <w:rPr>
                <w:b/>
                <w:sz w:val="20"/>
                <w:szCs w:val="20"/>
              </w:rPr>
            </w:pPr>
            <w:r w:rsidRPr="004561D6">
              <w:rPr>
                <w:b/>
                <w:bCs/>
                <w:sz w:val="20"/>
                <w:szCs w:val="20"/>
              </w:rPr>
              <w:t xml:space="preserve">Таласская </w:t>
            </w:r>
            <w:r w:rsidRPr="004561D6">
              <w:rPr>
                <w:b/>
                <w:sz w:val="20"/>
                <w:szCs w:val="20"/>
              </w:rPr>
              <w:t>область</w:t>
            </w:r>
          </w:p>
        </w:tc>
      </w:tr>
      <w:tr w:rsidR="00B16532" w:rsidRPr="004561D6" w14:paraId="6725C7A6" w14:textId="77777777" w:rsidTr="00881BC3">
        <w:trPr>
          <w:trHeight w:val="1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C89E341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  <w:proofErr w:type="spellStart"/>
            <w:r w:rsidRPr="004561D6">
              <w:rPr>
                <w:b/>
                <w:sz w:val="20"/>
                <w:szCs w:val="20"/>
              </w:rPr>
              <w:t>Айтматовский</w:t>
            </w:r>
            <w:proofErr w:type="spellEnd"/>
            <w:r w:rsidRPr="004561D6">
              <w:rPr>
                <w:b/>
                <w:sz w:val="20"/>
                <w:szCs w:val="20"/>
              </w:rPr>
              <w:t xml:space="preserve"> (Кара-</w:t>
            </w:r>
            <w:proofErr w:type="spellStart"/>
            <w:r w:rsidRPr="004561D6">
              <w:rPr>
                <w:b/>
                <w:sz w:val="20"/>
                <w:szCs w:val="20"/>
              </w:rPr>
              <w:t>Бууринский</w:t>
            </w:r>
            <w:proofErr w:type="spellEnd"/>
            <w:r w:rsidRPr="004561D6">
              <w:rPr>
                <w:b/>
                <w:sz w:val="20"/>
                <w:szCs w:val="20"/>
              </w:rPr>
              <w:t>) район</w:t>
            </w:r>
          </w:p>
          <w:p w14:paraId="60E0132C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C61AB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10.04.2023</w:t>
            </w:r>
          </w:p>
          <w:p w14:paraId="004B9911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82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F3BE0A3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3.</w:t>
            </w:r>
            <w:r w:rsidRPr="004561D6">
              <w:rPr>
                <w:sz w:val="20"/>
                <w:szCs w:val="20"/>
              </w:rPr>
              <w:t xml:space="preserve"> “Переименовать Кара-</w:t>
            </w:r>
            <w:proofErr w:type="spellStart"/>
            <w:r w:rsidRPr="004561D6">
              <w:rPr>
                <w:sz w:val="20"/>
                <w:szCs w:val="20"/>
              </w:rPr>
              <w:t>Бууринский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 Кыргызской Республики в </w:t>
            </w:r>
            <w:proofErr w:type="spellStart"/>
            <w:r w:rsidRPr="004561D6">
              <w:rPr>
                <w:sz w:val="20"/>
                <w:szCs w:val="20"/>
              </w:rPr>
              <w:t>Айтматовский</w:t>
            </w:r>
            <w:proofErr w:type="spellEnd"/>
            <w:r w:rsidRPr="004561D6">
              <w:rPr>
                <w:sz w:val="20"/>
                <w:szCs w:val="20"/>
              </w:rPr>
              <w:t xml:space="preserve"> район Таласской области Кыргызской Республики”.   </w:t>
            </w:r>
          </w:p>
        </w:tc>
      </w:tr>
      <w:tr w:rsidR="00B16532" w:rsidRPr="004561D6" w14:paraId="19D1FC10" w14:textId="77777777" w:rsidTr="00881BC3">
        <w:trPr>
          <w:trHeight w:val="1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2F690BE3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9E279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10.04.2023</w:t>
            </w:r>
          </w:p>
          <w:p w14:paraId="6C722215" w14:textId="77777777" w:rsidR="00B16532" w:rsidRPr="004561D6" w:rsidRDefault="00B16532" w:rsidP="00B16532">
            <w:pPr>
              <w:rPr>
                <w:sz w:val="20"/>
                <w:szCs w:val="20"/>
              </w:rPr>
            </w:pPr>
            <w:r w:rsidRPr="004561D6">
              <w:rPr>
                <w:sz w:val="20"/>
                <w:szCs w:val="20"/>
              </w:rPr>
              <w:t>№ 82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1926FA5" w14:textId="77777777" w:rsidR="00B16532" w:rsidRPr="004561D6" w:rsidRDefault="00B16532" w:rsidP="00171C41">
            <w:pPr>
              <w:jc w:val="both"/>
              <w:rPr>
                <w:b/>
                <w:sz w:val="20"/>
                <w:szCs w:val="20"/>
              </w:rPr>
            </w:pPr>
            <w:r w:rsidRPr="004561D6">
              <w:rPr>
                <w:b/>
                <w:sz w:val="20"/>
                <w:szCs w:val="20"/>
              </w:rPr>
              <w:t>Статья 4.</w:t>
            </w:r>
            <w:r w:rsidRPr="004561D6">
              <w:rPr>
                <w:sz w:val="20"/>
                <w:szCs w:val="20"/>
              </w:rPr>
              <w:t xml:space="preserve"> “Переименовать село </w:t>
            </w:r>
            <w:proofErr w:type="spellStart"/>
            <w:r w:rsidRPr="004561D6">
              <w:rPr>
                <w:sz w:val="20"/>
                <w:szCs w:val="20"/>
              </w:rPr>
              <w:t>Чымгент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Чолпонбайского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Кара-</w:t>
            </w:r>
            <w:proofErr w:type="spellStart"/>
            <w:r w:rsidRPr="004561D6">
              <w:rPr>
                <w:sz w:val="20"/>
                <w:szCs w:val="20"/>
              </w:rPr>
              <w:t>Бууринского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области Кыргызской Республики в село </w:t>
            </w:r>
            <w:proofErr w:type="spellStart"/>
            <w:r w:rsidRPr="004561D6">
              <w:rPr>
                <w:sz w:val="20"/>
                <w:szCs w:val="20"/>
              </w:rPr>
              <w:t>Чолпонбай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Чолпонбайского</w:t>
            </w:r>
            <w:proofErr w:type="spellEnd"/>
            <w:r w:rsidRPr="004561D6">
              <w:rPr>
                <w:sz w:val="20"/>
                <w:szCs w:val="20"/>
              </w:rPr>
              <w:t xml:space="preserve"> </w:t>
            </w:r>
            <w:proofErr w:type="spellStart"/>
            <w:r w:rsidRPr="004561D6">
              <w:rPr>
                <w:sz w:val="20"/>
                <w:szCs w:val="20"/>
              </w:rPr>
              <w:t>айылного</w:t>
            </w:r>
            <w:proofErr w:type="spellEnd"/>
            <w:r w:rsidRPr="004561D6">
              <w:rPr>
                <w:sz w:val="20"/>
                <w:szCs w:val="20"/>
              </w:rPr>
              <w:t xml:space="preserve"> аймака </w:t>
            </w:r>
            <w:proofErr w:type="spellStart"/>
            <w:r w:rsidRPr="004561D6">
              <w:rPr>
                <w:sz w:val="20"/>
                <w:szCs w:val="20"/>
              </w:rPr>
              <w:t>Айтматовского</w:t>
            </w:r>
            <w:proofErr w:type="spellEnd"/>
            <w:r w:rsidRPr="004561D6">
              <w:rPr>
                <w:sz w:val="20"/>
                <w:szCs w:val="20"/>
              </w:rPr>
              <w:t xml:space="preserve"> района Таласской </w:t>
            </w:r>
            <w:r w:rsidR="00171C41">
              <w:rPr>
                <w:sz w:val="20"/>
                <w:szCs w:val="20"/>
              </w:rPr>
              <w:t>области Кыргызской Республики”.</w:t>
            </w:r>
          </w:p>
        </w:tc>
      </w:tr>
      <w:tr w:rsidR="00B16532" w:rsidRPr="004561D6" w14:paraId="03476CFB" w14:textId="77777777" w:rsidTr="00881BC3">
        <w:trPr>
          <w:trHeight w:val="195"/>
        </w:trPr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BFB3AD" w14:textId="77777777" w:rsidR="00B16532" w:rsidRPr="004561D6" w:rsidRDefault="00B16532" w:rsidP="00B16532">
            <w:pPr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5CC0BA" w14:textId="77777777" w:rsidR="00B16532" w:rsidRPr="004561D6" w:rsidRDefault="00B16532" w:rsidP="00B16532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A60FD" w14:textId="77777777" w:rsidR="00B16532" w:rsidRPr="004561D6" w:rsidRDefault="00B16532" w:rsidP="00B1653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62C9B55" w14:textId="77777777" w:rsidR="00B16532" w:rsidRPr="004561D6" w:rsidRDefault="00B16532" w:rsidP="00B16532">
      <w:pPr>
        <w:rPr>
          <w:sz w:val="20"/>
          <w:szCs w:val="20"/>
        </w:rPr>
      </w:pPr>
      <w:r w:rsidRPr="004561D6">
        <w:rPr>
          <w:sz w:val="20"/>
          <w:szCs w:val="20"/>
          <w:vertAlign w:val="superscript"/>
        </w:rPr>
        <w:t>1</w:t>
      </w:r>
      <w:r w:rsidRPr="004561D6">
        <w:rPr>
          <w:sz w:val="20"/>
          <w:szCs w:val="20"/>
        </w:rPr>
        <w:t xml:space="preserve"> Закон Кыргызской Республики "О переименовании некоторых отдельных </w:t>
      </w:r>
      <w:proofErr w:type="spellStart"/>
      <w:r w:rsidRPr="004561D6">
        <w:rPr>
          <w:sz w:val="20"/>
          <w:szCs w:val="20"/>
        </w:rPr>
        <w:t>айыльных</w:t>
      </w:r>
      <w:proofErr w:type="spellEnd"/>
      <w:r w:rsidRPr="004561D6">
        <w:rPr>
          <w:sz w:val="20"/>
          <w:szCs w:val="20"/>
        </w:rPr>
        <w:t xml:space="preserve"> аймаков и сел Баткенской области Кыргызской Республики" от 14.11.2022г. № 105 вступил в силу с 1 января 2023 года.  </w:t>
      </w:r>
    </w:p>
    <w:p w14:paraId="0CB3C672" w14:textId="77777777" w:rsidR="00B16532" w:rsidRPr="004561D6" w:rsidRDefault="00B16532" w:rsidP="00B16532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4561D6">
        <w:rPr>
          <w:b/>
          <w:sz w:val="20"/>
          <w:szCs w:val="20"/>
        </w:rPr>
        <w:t xml:space="preserve">Примечание. </w:t>
      </w:r>
      <w:r w:rsidRPr="004561D6">
        <w:rPr>
          <w:sz w:val="20"/>
          <w:szCs w:val="20"/>
        </w:rPr>
        <w:t xml:space="preserve">Сельский совет (сельсовет) стал именоваться </w:t>
      </w:r>
      <w:proofErr w:type="spellStart"/>
      <w:r w:rsidRPr="004561D6">
        <w:rPr>
          <w:sz w:val="20"/>
          <w:szCs w:val="20"/>
        </w:rPr>
        <w:t>айыл</w:t>
      </w:r>
      <w:proofErr w:type="spellEnd"/>
      <w:r w:rsidRPr="004561D6">
        <w:rPr>
          <w:sz w:val="20"/>
          <w:szCs w:val="20"/>
        </w:rPr>
        <w:t xml:space="preserve"> кенешем с принятием Конституции Кыргызской Республики (05.05.1993г.). </w:t>
      </w:r>
    </w:p>
    <w:p w14:paraId="67D0AB80" w14:textId="77777777" w:rsidR="00B16532" w:rsidRPr="004561D6" w:rsidRDefault="00B16532" w:rsidP="00B16532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4561D6">
        <w:rPr>
          <w:sz w:val="20"/>
          <w:szCs w:val="20"/>
        </w:rPr>
        <w:t xml:space="preserve">В 2008-2011гг. </w:t>
      </w:r>
      <w:proofErr w:type="spellStart"/>
      <w:r w:rsidRPr="004561D6">
        <w:rPr>
          <w:sz w:val="20"/>
          <w:szCs w:val="20"/>
        </w:rPr>
        <w:t>айылные</w:t>
      </w:r>
      <w:proofErr w:type="spellEnd"/>
      <w:r w:rsidRPr="004561D6">
        <w:rPr>
          <w:sz w:val="20"/>
          <w:szCs w:val="20"/>
        </w:rPr>
        <w:t xml:space="preserve"> кенеши, согласно Закону Кыргызской Республики «Об административно-территориальном устройстве Кыргызской Республики» (от 25 апреля 2008г. № 65), именовались </w:t>
      </w:r>
      <w:proofErr w:type="spellStart"/>
      <w:r w:rsidRPr="004561D6">
        <w:rPr>
          <w:sz w:val="20"/>
          <w:szCs w:val="20"/>
        </w:rPr>
        <w:t>аильными</w:t>
      </w:r>
      <w:proofErr w:type="spellEnd"/>
      <w:r w:rsidRPr="004561D6">
        <w:rPr>
          <w:sz w:val="20"/>
          <w:szCs w:val="20"/>
        </w:rPr>
        <w:t xml:space="preserve"> округами.</w:t>
      </w:r>
    </w:p>
    <w:p w14:paraId="4B502E28" w14:textId="77777777" w:rsidR="00B16532" w:rsidRPr="004561D6" w:rsidRDefault="00B16532" w:rsidP="00B16532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4561D6">
        <w:rPr>
          <w:sz w:val="20"/>
          <w:szCs w:val="20"/>
        </w:rPr>
        <w:t xml:space="preserve">С 2012г., согласно Закону Кыргызской Республики «О местном самоуправлении» (от 15 июля 2011г. № 101), </w:t>
      </w:r>
      <w:proofErr w:type="spellStart"/>
      <w:r w:rsidRPr="004561D6">
        <w:rPr>
          <w:sz w:val="20"/>
          <w:szCs w:val="20"/>
        </w:rPr>
        <w:t>аильные</w:t>
      </w:r>
      <w:proofErr w:type="spellEnd"/>
      <w:r w:rsidRPr="004561D6">
        <w:rPr>
          <w:sz w:val="20"/>
          <w:szCs w:val="20"/>
        </w:rPr>
        <w:t xml:space="preserve"> округа именуются </w:t>
      </w:r>
      <w:proofErr w:type="spellStart"/>
      <w:r w:rsidRPr="004561D6">
        <w:rPr>
          <w:sz w:val="20"/>
          <w:szCs w:val="20"/>
        </w:rPr>
        <w:t>айылными</w:t>
      </w:r>
      <w:proofErr w:type="spellEnd"/>
      <w:r w:rsidRPr="004561D6">
        <w:rPr>
          <w:sz w:val="20"/>
          <w:szCs w:val="20"/>
        </w:rPr>
        <w:t xml:space="preserve"> аймаками.</w:t>
      </w:r>
    </w:p>
    <w:p w14:paraId="5E079A82" w14:textId="77777777" w:rsidR="00B16532" w:rsidRPr="004561D6" w:rsidRDefault="00B16532" w:rsidP="00B16532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i/>
          <w:sz w:val="20"/>
          <w:szCs w:val="20"/>
        </w:rPr>
      </w:pPr>
      <w:proofErr w:type="spellStart"/>
      <w:r w:rsidRPr="004561D6">
        <w:rPr>
          <w:b/>
          <w:i/>
          <w:sz w:val="20"/>
          <w:szCs w:val="20"/>
        </w:rPr>
        <w:t>Аильный</w:t>
      </w:r>
      <w:proofErr w:type="spellEnd"/>
      <w:r w:rsidRPr="004561D6">
        <w:rPr>
          <w:b/>
          <w:i/>
          <w:sz w:val="20"/>
          <w:szCs w:val="20"/>
        </w:rPr>
        <w:t xml:space="preserve"> округ</w:t>
      </w:r>
      <w:r w:rsidRPr="004561D6">
        <w:rPr>
          <w:sz w:val="20"/>
          <w:szCs w:val="20"/>
        </w:rPr>
        <w:t xml:space="preserve"> - это административно-территориальная единица, состоящая из одного или нескольких сел, в которой местное сообщество осуществляет местное самоуправление в порядке, установленном Конституцией и законами Кыргызской Республики (Закон Кыргызской Республики «Об административно-территориальном устройстве Кыргызской Республики» от 25 апреля 2008г. № 65).</w:t>
      </w:r>
    </w:p>
    <w:p w14:paraId="22CF4FEF" w14:textId="0DFDF0E6" w:rsidR="00C867C1" w:rsidRPr="004561D6" w:rsidRDefault="00B16532" w:rsidP="00F15ED0">
      <w:pPr>
        <w:widowControl w:val="0"/>
        <w:autoSpaceDE w:val="0"/>
        <w:autoSpaceDN w:val="0"/>
        <w:adjustRightInd w:val="0"/>
        <w:spacing w:before="120"/>
        <w:jc w:val="both"/>
      </w:pPr>
      <w:proofErr w:type="spellStart"/>
      <w:r w:rsidRPr="004561D6">
        <w:rPr>
          <w:b/>
          <w:bCs/>
          <w:i/>
          <w:sz w:val="20"/>
          <w:szCs w:val="20"/>
        </w:rPr>
        <w:t>Айылный</w:t>
      </w:r>
      <w:proofErr w:type="spellEnd"/>
      <w:r w:rsidRPr="004561D6">
        <w:rPr>
          <w:b/>
          <w:bCs/>
          <w:i/>
          <w:sz w:val="20"/>
          <w:szCs w:val="20"/>
        </w:rPr>
        <w:t xml:space="preserve"> аймак</w:t>
      </w:r>
      <w:r w:rsidRPr="004561D6">
        <w:rPr>
          <w:sz w:val="20"/>
          <w:szCs w:val="20"/>
        </w:rPr>
        <w:t xml:space="preserve"> - административно-территориальная единица, в границах которой местное сообщество осуществляет местное самоуправление. </w:t>
      </w:r>
      <w:proofErr w:type="spellStart"/>
      <w:r w:rsidRPr="004561D6">
        <w:rPr>
          <w:sz w:val="20"/>
          <w:szCs w:val="20"/>
        </w:rPr>
        <w:t>Айылный</w:t>
      </w:r>
      <w:proofErr w:type="spellEnd"/>
      <w:r w:rsidRPr="004561D6">
        <w:rPr>
          <w:sz w:val="20"/>
          <w:szCs w:val="20"/>
        </w:rPr>
        <w:t xml:space="preserve"> аймак может состоять из одного или более населенных пунктов (Закон Кыргызской Республики «О местном самоуправлении» от 15 июля 2011г. № 101).</w:t>
      </w:r>
    </w:p>
    <w:sectPr w:rsidR="00C867C1" w:rsidRPr="004561D6" w:rsidSect="000249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pgNumType w:start="12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F3700" w14:textId="77777777" w:rsidR="00A74700" w:rsidRDefault="00A74700" w:rsidP="00503F77">
      <w:r>
        <w:separator/>
      </w:r>
    </w:p>
  </w:endnote>
  <w:endnote w:type="continuationSeparator" w:id="0">
    <w:p w14:paraId="590C5D8E" w14:textId="77777777" w:rsidR="00A74700" w:rsidRDefault="00A74700" w:rsidP="0050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7BF47" w14:textId="77777777" w:rsidR="00B4285A" w:rsidRDefault="00B4285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3230935"/>
      <w:docPartObj>
        <w:docPartGallery w:val="Page Numbers (Bottom of Page)"/>
        <w:docPartUnique/>
      </w:docPartObj>
    </w:sdtPr>
    <w:sdtContent>
      <w:p w14:paraId="11211FBA" w14:textId="77777777" w:rsidR="00B2579D" w:rsidRDefault="00B257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F53">
          <w:rPr>
            <w:noProof/>
          </w:rPr>
          <w:t>47</w:t>
        </w:r>
        <w:r>
          <w:fldChar w:fldCharType="end"/>
        </w:r>
      </w:p>
    </w:sdtContent>
  </w:sdt>
  <w:p w14:paraId="3ECADE24" w14:textId="77777777" w:rsidR="00B2579D" w:rsidRDefault="00B2579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1296570"/>
      <w:docPartObj>
        <w:docPartGallery w:val="Page Numbers (Bottom of Page)"/>
        <w:docPartUnique/>
      </w:docPartObj>
    </w:sdtPr>
    <w:sdtContent>
      <w:p w14:paraId="75EEC05E" w14:textId="08E66A33" w:rsidR="00B4285A" w:rsidRDefault="00B428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E068AA" w14:textId="77777777" w:rsidR="0002493C" w:rsidRDefault="000249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BC3B" w14:textId="77777777" w:rsidR="00A74700" w:rsidRDefault="00A74700" w:rsidP="00503F77">
      <w:r>
        <w:separator/>
      </w:r>
    </w:p>
  </w:footnote>
  <w:footnote w:type="continuationSeparator" w:id="0">
    <w:p w14:paraId="6075255D" w14:textId="77777777" w:rsidR="00A74700" w:rsidRDefault="00A74700" w:rsidP="00503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63534" w14:textId="77777777" w:rsidR="00B4285A" w:rsidRDefault="00B4285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8D4D2" w14:textId="77777777" w:rsidR="00B4285A" w:rsidRDefault="00B4285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7D3AF" w14:textId="77777777" w:rsidR="00B4285A" w:rsidRDefault="00B4285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32B76"/>
    <w:multiLevelType w:val="multilevel"/>
    <w:tmpl w:val="C36467F4"/>
    <w:lvl w:ilvl="0">
      <w:start w:val="1"/>
      <w:numFmt w:val="decimal"/>
      <w:lvlText w:val="%1."/>
      <w:lvlJc w:val="left"/>
      <w:pPr>
        <w:ind w:left="4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>
      <w:start w:val="1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945CE5"/>
    <w:multiLevelType w:val="multilevel"/>
    <w:tmpl w:val="2020B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.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8E632E"/>
    <w:multiLevelType w:val="hybridMultilevel"/>
    <w:tmpl w:val="DB0C0130"/>
    <w:lvl w:ilvl="0" w:tplc="304E97B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893C57"/>
    <w:multiLevelType w:val="hybridMultilevel"/>
    <w:tmpl w:val="3ADC9B68"/>
    <w:lvl w:ilvl="0" w:tplc="507E533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459F6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AAE8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865D14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96F65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3ACDA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7EB68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44F8E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00001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B71F49"/>
    <w:multiLevelType w:val="singleLevel"/>
    <w:tmpl w:val="F4761978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</w:abstractNum>
  <w:abstractNum w:abstractNumId="5" w15:restartNumberingAfterBreak="0">
    <w:nsid w:val="17925F6D"/>
    <w:multiLevelType w:val="hybridMultilevel"/>
    <w:tmpl w:val="254E9FD8"/>
    <w:lvl w:ilvl="0" w:tplc="C1C0880E">
      <w:start w:val="1"/>
      <w:numFmt w:val="upperRoman"/>
      <w:lvlText w:val="%1"/>
      <w:lvlJc w:val="left"/>
      <w:pPr>
        <w:ind w:left="4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639A4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CC6924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DCA316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D4BAA0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A6EC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329460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FC1C1C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9C1BF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344573"/>
    <w:multiLevelType w:val="hybridMultilevel"/>
    <w:tmpl w:val="272C38C8"/>
    <w:lvl w:ilvl="0" w:tplc="BCDE41F0">
      <w:start w:val="3"/>
      <w:numFmt w:val="upperRoman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943DC6">
      <w:start w:val="1"/>
      <w:numFmt w:val="lowerLetter"/>
      <w:lvlText w:val="%2"/>
      <w:lvlJc w:val="left"/>
      <w:pPr>
        <w:ind w:left="1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F6BB58">
      <w:start w:val="1"/>
      <w:numFmt w:val="lowerRoman"/>
      <w:lvlText w:val="%3"/>
      <w:lvlJc w:val="left"/>
      <w:pPr>
        <w:ind w:left="2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E0FD8">
      <w:start w:val="1"/>
      <w:numFmt w:val="decimal"/>
      <w:lvlText w:val="%4"/>
      <w:lvlJc w:val="left"/>
      <w:pPr>
        <w:ind w:left="2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82A96E">
      <w:start w:val="1"/>
      <w:numFmt w:val="lowerLetter"/>
      <w:lvlText w:val="%5"/>
      <w:lvlJc w:val="left"/>
      <w:pPr>
        <w:ind w:left="3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06F88C">
      <w:start w:val="1"/>
      <w:numFmt w:val="lowerRoman"/>
      <w:lvlText w:val="%6"/>
      <w:lvlJc w:val="left"/>
      <w:pPr>
        <w:ind w:left="4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4ABE08">
      <w:start w:val="1"/>
      <w:numFmt w:val="decimal"/>
      <w:lvlText w:val="%7"/>
      <w:lvlJc w:val="left"/>
      <w:pPr>
        <w:ind w:left="4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680D2">
      <w:start w:val="1"/>
      <w:numFmt w:val="lowerLetter"/>
      <w:lvlText w:val="%8"/>
      <w:lvlJc w:val="left"/>
      <w:pPr>
        <w:ind w:left="5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DEE8D8">
      <w:start w:val="1"/>
      <w:numFmt w:val="lowerRoman"/>
      <w:lvlText w:val="%9"/>
      <w:lvlJc w:val="left"/>
      <w:pPr>
        <w:ind w:left="6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BC7168"/>
    <w:multiLevelType w:val="hybridMultilevel"/>
    <w:tmpl w:val="EF309CF8"/>
    <w:lvl w:ilvl="0" w:tplc="4DE0E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CD1B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2F2B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8932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70C15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4E1260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AA9C8A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0675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4A56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E31A24"/>
    <w:multiLevelType w:val="hybridMultilevel"/>
    <w:tmpl w:val="37F2B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3177E63"/>
    <w:multiLevelType w:val="hybridMultilevel"/>
    <w:tmpl w:val="C5D89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207B5"/>
    <w:multiLevelType w:val="hybridMultilevel"/>
    <w:tmpl w:val="ABD4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660F0"/>
    <w:multiLevelType w:val="multilevel"/>
    <w:tmpl w:val="4B1269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CC4346D"/>
    <w:multiLevelType w:val="multilevel"/>
    <w:tmpl w:val="D39C99B0"/>
    <w:lvl w:ilvl="0">
      <w:start w:val="1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59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4F220436"/>
    <w:multiLevelType w:val="hybridMultilevel"/>
    <w:tmpl w:val="692AD97C"/>
    <w:lvl w:ilvl="0" w:tplc="2D7C726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D6C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4D3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BCB1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A085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E7F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A2BE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72BD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8C9E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7C4FD2"/>
    <w:multiLevelType w:val="hybridMultilevel"/>
    <w:tmpl w:val="4EC8D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733CE"/>
    <w:multiLevelType w:val="hybridMultilevel"/>
    <w:tmpl w:val="92CE5B04"/>
    <w:lvl w:ilvl="0" w:tplc="38B048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A175F"/>
    <w:multiLevelType w:val="hybridMultilevel"/>
    <w:tmpl w:val="B2806B4A"/>
    <w:lvl w:ilvl="0" w:tplc="9702BD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7CF34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0085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D6BD8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4DE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E24FC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8AB42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2A8F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D0B24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6D1E78"/>
    <w:multiLevelType w:val="hybridMultilevel"/>
    <w:tmpl w:val="1B3C1F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50E7283"/>
    <w:multiLevelType w:val="hybridMultilevel"/>
    <w:tmpl w:val="488A3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C6A46"/>
    <w:multiLevelType w:val="hybridMultilevel"/>
    <w:tmpl w:val="E132F89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080172078">
    <w:abstractNumId w:val="18"/>
  </w:num>
  <w:num w:numId="2" w16cid:durableId="696128169">
    <w:abstractNumId w:val="10"/>
  </w:num>
  <w:num w:numId="3" w16cid:durableId="1308977655">
    <w:abstractNumId w:val="15"/>
  </w:num>
  <w:num w:numId="4" w16cid:durableId="436297115">
    <w:abstractNumId w:val="5"/>
  </w:num>
  <w:num w:numId="5" w16cid:durableId="660425930">
    <w:abstractNumId w:val="0"/>
  </w:num>
  <w:num w:numId="6" w16cid:durableId="157186604">
    <w:abstractNumId w:val="1"/>
  </w:num>
  <w:num w:numId="7" w16cid:durableId="1174103571">
    <w:abstractNumId w:val="11"/>
  </w:num>
  <w:num w:numId="8" w16cid:durableId="117996760">
    <w:abstractNumId w:val="6"/>
  </w:num>
  <w:num w:numId="9" w16cid:durableId="1267074894">
    <w:abstractNumId w:val="3"/>
  </w:num>
  <w:num w:numId="10" w16cid:durableId="482544396">
    <w:abstractNumId w:val="16"/>
  </w:num>
  <w:num w:numId="11" w16cid:durableId="240912572">
    <w:abstractNumId w:val="7"/>
  </w:num>
  <w:num w:numId="12" w16cid:durableId="274871559">
    <w:abstractNumId w:val="13"/>
  </w:num>
  <w:num w:numId="13" w16cid:durableId="1245915310">
    <w:abstractNumId w:val="17"/>
  </w:num>
  <w:num w:numId="14" w16cid:durableId="1549679503">
    <w:abstractNumId w:val="14"/>
  </w:num>
  <w:num w:numId="15" w16cid:durableId="469204550">
    <w:abstractNumId w:val="9"/>
  </w:num>
  <w:num w:numId="16" w16cid:durableId="1189685568">
    <w:abstractNumId w:val="19"/>
  </w:num>
  <w:num w:numId="17" w16cid:durableId="1268777478">
    <w:abstractNumId w:val="4"/>
  </w:num>
  <w:num w:numId="18" w16cid:durableId="186256533">
    <w:abstractNumId w:val="12"/>
  </w:num>
  <w:num w:numId="19" w16cid:durableId="922375731">
    <w:abstractNumId w:val="8"/>
  </w:num>
  <w:num w:numId="20" w16cid:durableId="1974165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A53"/>
    <w:rsid w:val="00010F97"/>
    <w:rsid w:val="0001418F"/>
    <w:rsid w:val="000176EF"/>
    <w:rsid w:val="00020B42"/>
    <w:rsid w:val="00022910"/>
    <w:rsid w:val="00024322"/>
    <w:rsid w:val="0002493C"/>
    <w:rsid w:val="00025AE0"/>
    <w:rsid w:val="00033068"/>
    <w:rsid w:val="00046CBC"/>
    <w:rsid w:val="00051AA2"/>
    <w:rsid w:val="000523D1"/>
    <w:rsid w:val="000534C8"/>
    <w:rsid w:val="00061AE2"/>
    <w:rsid w:val="00061C66"/>
    <w:rsid w:val="00061CA0"/>
    <w:rsid w:val="000631CD"/>
    <w:rsid w:val="000702D8"/>
    <w:rsid w:val="00072A3F"/>
    <w:rsid w:val="00072B7E"/>
    <w:rsid w:val="0007567F"/>
    <w:rsid w:val="00085605"/>
    <w:rsid w:val="00090540"/>
    <w:rsid w:val="0009762B"/>
    <w:rsid w:val="000B284A"/>
    <w:rsid w:val="000B42A4"/>
    <w:rsid w:val="000B4CDE"/>
    <w:rsid w:val="000B686C"/>
    <w:rsid w:val="000C0457"/>
    <w:rsid w:val="000C0CB7"/>
    <w:rsid w:val="000C453D"/>
    <w:rsid w:val="000D055A"/>
    <w:rsid w:val="000D150E"/>
    <w:rsid w:val="000D5468"/>
    <w:rsid w:val="000E3F3B"/>
    <w:rsid w:val="000F45FB"/>
    <w:rsid w:val="00113FB5"/>
    <w:rsid w:val="001171CC"/>
    <w:rsid w:val="0012308F"/>
    <w:rsid w:val="0012347B"/>
    <w:rsid w:val="0012452E"/>
    <w:rsid w:val="0012688F"/>
    <w:rsid w:val="00132A82"/>
    <w:rsid w:val="0013392D"/>
    <w:rsid w:val="00137157"/>
    <w:rsid w:val="00137330"/>
    <w:rsid w:val="00153312"/>
    <w:rsid w:val="00154654"/>
    <w:rsid w:val="00156936"/>
    <w:rsid w:val="0016683F"/>
    <w:rsid w:val="00171C41"/>
    <w:rsid w:val="00171C51"/>
    <w:rsid w:val="0018188F"/>
    <w:rsid w:val="00183ABD"/>
    <w:rsid w:val="00192D7C"/>
    <w:rsid w:val="00197EEB"/>
    <w:rsid w:val="001A60E1"/>
    <w:rsid w:val="001B0CE9"/>
    <w:rsid w:val="001B40B4"/>
    <w:rsid w:val="001B6402"/>
    <w:rsid w:val="001C6821"/>
    <w:rsid w:val="001D2B78"/>
    <w:rsid w:val="001D59BB"/>
    <w:rsid w:val="001D5FF7"/>
    <w:rsid w:val="001E078E"/>
    <w:rsid w:val="001E787A"/>
    <w:rsid w:val="001F554C"/>
    <w:rsid w:val="002034AB"/>
    <w:rsid w:val="00203BDC"/>
    <w:rsid w:val="00206C4B"/>
    <w:rsid w:val="00211077"/>
    <w:rsid w:val="00221A15"/>
    <w:rsid w:val="00225611"/>
    <w:rsid w:val="00232EBA"/>
    <w:rsid w:val="00235699"/>
    <w:rsid w:val="002378DD"/>
    <w:rsid w:val="00242599"/>
    <w:rsid w:val="002506B6"/>
    <w:rsid w:val="00250FD9"/>
    <w:rsid w:val="002523FA"/>
    <w:rsid w:val="00261096"/>
    <w:rsid w:val="00265958"/>
    <w:rsid w:val="00267F9A"/>
    <w:rsid w:val="002814C1"/>
    <w:rsid w:val="00282A3F"/>
    <w:rsid w:val="00286C18"/>
    <w:rsid w:val="00287C98"/>
    <w:rsid w:val="002A147B"/>
    <w:rsid w:val="002B0C40"/>
    <w:rsid w:val="002B0C9E"/>
    <w:rsid w:val="002B5A42"/>
    <w:rsid w:val="002C06FF"/>
    <w:rsid w:val="002C5A10"/>
    <w:rsid w:val="002D6ABF"/>
    <w:rsid w:val="002E1D88"/>
    <w:rsid w:val="002E3E7E"/>
    <w:rsid w:val="002E7B9A"/>
    <w:rsid w:val="002F3FF9"/>
    <w:rsid w:val="002F4B0E"/>
    <w:rsid w:val="002F570A"/>
    <w:rsid w:val="00300994"/>
    <w:rsid w:val="00301C8F"/>
    <w:rsid w:val="0030566F"/>
    <w:rsid w:val="0031164B"/>
    <w:rsid w:val="003129EE"/>
    <w:rsid w:val="00320C1B"/>
    <w:rsid w:val="00322E09"/>
    <w:rsid w:val="00325DE8"/>
    <w:rsid w:val="0033139E"/>
    <w:rsid w:val="00336771"/>
    <w:rsid w:val="00344EC4"/>
    <w:rsid w:val="003625C6"/>
    <w:rsid w:val="003821D5"/>
    <w:rsid w:val="00382A16"/>
    <w:rsid w:val="003A6D90"/>
    <w:rsid w:val="003B02CE"/>
    <w:rsid w:val="003B3E5F"/>
    <w:rsid w:val="003D272D"/>
    <w:rsid w:val="003D29F2"/>
    <w:rsid w:val="003D534E"/>
    <w:rsid w:val="003E4A7E"/>
    <w:rsid w:val="003E6427"/>
    <w:rsid w:val="003F08DD"/>
    <w:rsid w:val="003F308A"/>
    <w:rsid w:val="00401F45"/>
    <w:rsid w:val="00405239"/>
    <w:rsid w:val="00413231"/>
    <w:rsid w:val="00417485"/>
    <w:rsid w:val="004204A3"/>
    <w:rsid w:val="00427CB5"/>
    <w:rsid w:val="00430F92"/>
    <w:rsid w:val="00433061"/>
    <w:rsid w:val="004331DB"/>
    <w:rsid w:val="004333F1"/>
    <w:rsid w:val="004336FD"/>
    <w:rsid w:val="00452C50"/>
    <w:rsid w:val="0045497C"/>
    <w:rsid w:val="004561D6"/>
    <w:rsid w:val="004629CD"/>
    <w:rsid w:val="00467CA8"/>
    <w:rsid w:val="004751A2"/>
    <w:rsid w:val="00483809"/>
    <w:rsid w:val="00497049"/>
    <w:rsid w:val="004976A0"/>
    <w:rsid w:val="004A0E00"/>
    <w:rsid w:val="004A0FC5"/>
    <w:rsid w:val="004A3947"/>
    <w:rsid w:val="004A48C3"/>
    <w:rsid w:val="004B1CC9"/>
    <w:rsid w:val="004B354A"/>
    <w:rsid w:val="004B3675"/>
    <w:rsid w:val="004C3382"/>
    <w:rsid w:val="004C530C"/>
    <w:rsid w:val="004D6F29"/>
    <w:rsid w:val="004E15C4"/>
    <w:rsid w:val="00502DCA"/>
    <w:rsid w:val="00503DB6"/>
    <w:rsid w:val="00503F77"/>
    <w:rsid w:val="00507299"/>
    <w:rsid w:val="0051095E"/>
    <w:rsid w:val="005213E3"/>
    <w:rsid w:val="00531365"/>
    <w:rsid w:val="00534455"/>
    <w:rsid w:val="00540148"/>
    <w:rsid w:val="00540845"/>
    <w:rsid w:val="00542688"/>
    <w:rsid w:val="00546EAB"/>
    <w:rsid w:val="00551B60"/>
    <w:rsid w:val="00555A93"/>
    <w:rsid w:val="00557A61"/>
    <w:rsid w:val="00560B92"/>
    <w:rsid w:val="00562C32"/>
    <w:rsid w:val="00564409"/>
    <w:rsid w:val="0057041C"/>
    <w:rsid w:val="0057077F"/>
    <w:rsid w:val="00571503"/>
    <w:rsid w:val="005754B7"/>
    <w:rsid w:val="00591067"/>
    <w:rsid w:val="005911C7"/>
    <w:rsid w:val="005973A0"/>
    <w:rsid w:val="005A2A49"/>
    <w:rsid w:val="005B1126"/>
    <w:rsid w:val="005B1B2C"/>
    <w:rsid w:val="005B5367"/>
    <w:rsid w:val="005C1069"/>
    <w:rsid w:val="005C36E1"/>
    <w:rsid w:val="005C5E23"/>
    <w:rsid w:val="005D6F50"/>
    <w:rsid w:val="005E5A01"/>
    <w:rsid w:val="005E784B"/>
    <w:rsid w:val="00606EF4"/>
    <w:rsid w:val="006100C6"/>
    <w:rsid w:val="006370F8"/>
    <w:rsid w:val="006430E9"/>
    <w:rsid w:val="0064692C"/>
    <w:rsid w:val="0064714C"/>
    <w:rsid w:val="00647739"/>
    <w:rsid w:val="00657F57"/>
    <w:rsid w:val="00664D53"/>
    <w:rsid w:val="00666C9E"/>
    <w:rsid w:val="00667299"/>
    <w:rsid w:val="00674867"/>
    <w:rsid w:val="006810BA"/>
    <w:rsid w:val="006831EC"/>
    <w:rsid w:val="00691E4D"/>
    <w:rsid w:val="0069477B"/>
    <w:rsid w:val="00695B1D"/>
    <w:rsid w:val="006965B5"/>
    <w:rsid w:val="00696EFF"/>
    <w:rsid w:val="006A4217"/>
    <w:rsid w:val="006B2818"/>
    <w:rsid w:val="006B5D6C"/>
    <w:rsid w:val="006C366C"/>
    <w:rsid w:val="006D3865"/>
    <w:rsid w:val="006D728F"/>
    <w:rsid w:val="006D793F"/>
    <w:rsid w:val="006E0609"/>
    <w:rsid w:val="006E1045"/>
    <w:rsid w:val="006F190A"/>
    <w:rsid w:val="006F4626"/>
    <w:rsid w:val="006F4723"/>
    <w:rsid w:val="007111CB"/>
    <w:rsid w:val="007144EB"/>
    <w:rsid w:val="00714838"/>
    <w:rsid w:val="007159F1"/>
    <w:rsid w:val="00717F41"/>
    <w:rsid w:val="00727600"/>
    <w:rsid w:val="00732537"/>
    <w:rsid w:val="0073274C"/>
    <w:rsid w:val="0073727E"/>
    <w:rsid w:val="0074066A"/>
    <w:rsid w:val="00742385"/>
    <w:rsid w:val="00747127"/>
    <w:rsid w:val="0075606B"/>
    <w:rsid w:val="00762168"/>
    <w:rsid w:val="007638A4"/>
    <w:rsid w:val="00767965"/>
    <w:rsid w:val="00770678"/>
    <w:rsid w:val="00785ACC"/>
    <w:rsid w:val="007A2E54"/>
    <w:rsid w:val="007A5B56"/>
    <w:rsid w:val="007B58C1"/>
    <w:rsid w:val="007C2808"/>
    <w:rsid w:val="007C7843"/>
    <w:rsid w:val="007D4578"/>
    <w:rsid w:val="007E2955"/>
    <w:rsid w:val="008049A7"/>
    <w:rsid w:val="00821398"/>
    <w:rsid w:val="008314E5"/>
    <w:rsid w:val="00836D79"/>
    <w:rsid w:val="008418DF"/>
    <w:rsid w:val="00842C7D"/>
    <w:rsid w:val="008623D2"/>
    <w:rsid w:val="008722DD"/>
    <w:rsid w:val="00872A4D"/>
    <w:rsid w:val="0087426A"/>
    <w:rsid w:val="00881BC3"/>
    <w:rsid w:val="00883D42"/>
    <w:rsid w:val="00884B92"/>
    <w:rsid w:val="0089369D"/>
    <w:rsid w:val="00894AD0"/>
    <w:rsid w:val="008A42DB"/>
    <w:rsid w:val="008A68D9"/>
    <w:rsid w:val="008A6DE6"/>
    <w:rsid w:val="008B5E02"/>
    <w:rsid w:val="008C2F53"/>
    <w:rsid w:val="008D16FE"/>
    <w:rsid w:val="008D7724"/>
    <w:rsid w:val="008E775A"/>
    <w:rsid w:val="008F0F4A"/>
    <w:rsid w:val="008F3677"/>
    <w:rsid w:val="008F40FB"/>
    <w:rsid w:val="008F438D"/>
    <w:rsid w:val="008F6103"/>
    <w:rsid w:val="008F693C"/>
    <w:rsid w:val="00905D3B"/>
    <w:rsid w:val="00910759"/>
    <w:rsid w:val="0091133C"/>
    <w:rsid w:val="0091331E"/>
    <w:rsid w:val="009144D5"/>
    <w:rsid w:val="00927D40"/>
    <w:rsid w:val="00933708"/>
    <w:rsid w:val="00935156"/>
    <w:rsid w:val="00944A52"/>
    <w:rsid w:val="009559B7"/>
    <w:rsid w:val="00957A53"/>
    <w:rsid w:val="00960DF1"/>
    <w:rsid w:val="009643C1"/>
    <w:rsid w:val="00974BFE"/>
    <w:rsid w:val="009862F9"/>
    <w:rsid w:val="009919FC"/>
    <w:rsid w:val="009A59CE"/>
    <w:rsid w:val="009A676B"/>
    <w:rsid w:val="009B11D1"/>
    <w:rsid w:val="009B20D9"/>
    <w:rsid w:val="009B5471"/>
    <w:rsid w:val="009D4980"/>
    <w:rsid w:val="009D68A4"/>
    <w:rsid w:val="009E0D96"/>
    <w:rsid w:val="009E330C"/>
    <w:rsid w:val="009F0EE5"/>
    <w:rsid w:val="00A032F7"/>
    <w:rsid w:val="00A03F08"/>
    <w:rsid w:val="00A06A79"/>
    <w:rsid w:val="00A14730"/>
    <w:rsid w:val="00A405A3"/>
    <w:rsid w:val="00A53682"/>
    <w:rsid w:val="00A646BC"/>
    <w:rsid w:val="00A74700"/>
    <w:rsid w:val="00A81D0E"/>
    <w:rsid w:val="00A82115"/>
    <w:rsid w:val="00A900FD"/>
    <w:rsid w:val="00A9135D"/>
    <w:rsid w:val="00AA41D6"/>
    <w:rsid w:val="00AB2B13"/>
    <w:rsid w:val="00AB459F"/>
    <w:rsid w:val="00AC3CA6"/>
    <w:rsid w:val="00AD2277"/>
    <w:rsid w:val="00AD4DFA"/>
    <w:rsid w:val="00AD528E"/>
    <w:rsid w:val="00AE30AD"/>
    <w:rsid w:val="00AE77D3"/>
    <w:rsid w:val="00AF208C"/>
    <w:rsid w:val="00B06C05"/>
    <w:rsid w:val="00B10AFB"/>
    <w:rsid w:val="00B118C6"/>
    <w:rsid w:val="00B13AA4"/>
    <w:rsid w:val="00B16532"/>
    <w:rsid w:val="00B226ED"/>
    <w:rsid w:val="00B24072"/>
    <w:rsid w:val="00B25485"/>
    <w:rsid w:val="00B2579D"/>
    <w:rsid w:val="00B342FA"/>
    <w:rsid w:val="00B424F9"/>
    <w:rsid w:val="00B4285A"/>
    <w:rsid w:val="00B513DA"/>
    <w:rsid w:val="00B5618C"/>
    <w:rsid w:val="00B566DE"/>
    <w:rsid w:val="00B57204"/>
    <w:rsid w:val="00B65BAA"/>
    <w:rsid w:val="00B66C1A"/>
    <w:rsid w:val="00B71411"/>
    <w:rsid w:val="00B84144"/>
    <w:rsid w:val="00B84992"/>
    <w:rsid w:val="00B87E53"/>
    <w:rsid w:val="00B9357B"/>
    <w:rsid w:val="00B94ED9"/>
    <w:rsid w:val="00B96C69"/>
    <w:rsid w:val="00BA0CCC"/>
    <w:rsid w:val="00BC40E6"/>
    <w:rsid w:val="00BD49FF"/>
    <w:rsid w:val="00BE1EB7"/>
    <w:rsid w:val="00BE7980"/>
    <w:rsid w:val="00BF5050"/>
    <w:rsid w:val="00BF788A"/>
    <w:rsid w:val="00BF7F3A"/>
    <w:rsid w:val="00C04338"/>
    <w:rsid w:val="00C045E6"/>
    <w:rsid w:val="00C07570"/>
    <w:rsid w:val="00C101C5"/>
    <w:rsid w:val="00C10EA7"/>
    <w:rsid w:val="00C16915"/>
    <w:rsid w:val="00C1740F"/>
    <w:rsid w:val="00C23489"/>
    <w:rsid w:val="00C34D12"/>
    <w:rsid w:val="00C43A5F"/>
    <w:rsid w:val="00C637A4"/>
    <w:rsid w:val="00C659C9"/>
    <w:rsid w:val="00C65FE8"/>
    <w:rsid w:val="00C717B5"/>
    <w:rsid w:val="00C7311C"/>
    <w:rsid w:val="00C867C1"/>
    <w:rsid w:val="00C871F6"/>
    <w:rsid w:val="00C8744C"/>
    <w:rsid w:val="00C972C5"/>
    <w:rsid w:val="00CA310E"/>
    <w:rsid w:val="00CA34CD"/>
    <w:rsid w:val="00CA507B"/>
    <w:rsid w:val="00CB1B53"/>
    <w:rsid w:val="00CB6A55"/>
    <w:rsid w:val="00CC1B4D"/>
    <w:rsid w:val="00CC5F3E"/>
    <w:rsid w:val="00CD56FA"/>
    <w:rsid w:val="00CE733E"/>
    <w:rsid w:val="00CF299F"/>
    <w:rsid w:val="00CF70C9"/>
    <w:rsid w:val="00D10213"/>
    <w:rsid w:val="00D113A8"/>
    <w:rsid w:val="00D13FE0"/>
    <w:rsid w:val="00D313C7"/>
    <w:rsid w:val="00D320DE"/>
    <w:rsid w:val="00D44ECC"/>
    <w:rsid w:val="00D52BC2"/>
    <w:rsid w:val="00D54EAF"/>
    <w:rsid w:val="00D601BA"/>
    <w:rsid w:val="00D622CC"/>
    <w:rsid w:val="00D62E9F"/>
    <w:rsid w:val="00D70B3F"/>
    <w:rsid w:val="00D8241D"/>
    <w:rsid w:val="00D92830"/>
    <w:rsid w:val="00DC07E4"/>
    <w:rsid w:val="00DC555E"/>
    <w:rsid w:val="00DC79CE"/>
    <w:rsid w:val="00E122BF"/>
    <w:rsid w:val="00E14722"/>
    <w:rsid w:val="00E16B63"/>
    <w:rsid w:val="00E20F14"/>
    <w:rsid w:val="00E25AC7"/>
    <w:rsid w:val="00E30BB8"/>
    <w:rsid w:val="00E31E8B"/>
    <w:rsid w:val="00E41711"/>
    <w:rsid w:val="00E41C49"/>
    <w:rsid w:val="00E44F87"/>
    <w:rsid w:val="00E455D4"/>
    <w:rsid w:val="00E462F1"/>
    <w:rsid w:val="00E501BB"/>
    <w:rsid w:val="00E51730"/>
    <w:rsid w:val="00E5200D"/>
    <w:rsid w:val="00E57A93"/>
    <w:rsid w:val="00E673A7"/>
    <w:rsid w:val="00E76BAE"/>
    <w:rsid w:val="00E83C91"/>
    <w:rsid w:val="00E9384F"/>
    <w:rsid w:val="00EA2C6B"/>
    <w:rsid w:val="00EA39BB"/>
    <w:rsid w:val="00EA6709"/>
    <w:rsid w:val="00EB3B57"/>
    <w:rsid w:val="00EB52AB"/>
    <w:rsid w:val="00ED5E9E"/>
    <w:rsid w:val="00ED6604"/>
    <w:rsid w:val="00EF26B6"/>
    <w:rsid w:val="00EF7343"/>
    <w:rsid w:val="00F02A83"/>
    <w:rsid w:val="00F05205"/>
    <w:rsid w:val="00F11448"/>
    <w:rsid w:val="00F125BA"/>
    <w:rsid w:val="00F15ED0"/>
    <w:rsid w:val="00F179BA"/>
    <w:rsid w:val="00F17FED"/>
    <w:rsid w:val="00F2332E"/>
    <w:rsid w:val="00F24A31"/>
    <w:rsid w:val="00F2763B"/>
    <w:rsid w:val="00F31C7F"/>
    <w:rsid w:val="00F327ED"/>
    <w:rsid w:val="00F33250"/>
    <w:rsid w:val="00F37229"/>
    <w:rsid w:val="00F57363"/>
    <w:rsid w:val="00F57F32"/>
    <w:rsid w:val="00F61988"/>
    <w:rsid w:val="00F61D9A"/>
    <w:rsid w:val="00F7116C"/>
    <w:rsid w:val="00F73A43"/>
    <w:rsid w:val="00F756AD"/>
    <w:rsid w:val="00F759CE"/>
    <w:rsid w:val="00F9264A"/>
    <w:rsid w:val="00FA6165"/>
    <w:rsid w:val="00FB1039"/>
    <w:rsid w:val="00FB1188"/>
    <w:rsid w:val="00FB5C75"/>
    <w:rsid w:val="00FD0B38"/>
    <w:rsid w:val="00FE0F3B"/>
    <w:rsid w:val="00FE1E5D"/>
    <w:rsid w:val="00FE6CC0"/>
    <w:rsid w:val="00FF3CA2"/>
    <w:rsid w:val="00FF3D19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."/>
  <w:listSeparator w:val=","/>
  <w14:docId w14:val="27EAEC99"/>
  <w15:chartTrackingRefBased/>
  <w15:docId w15:val="{A9A807F8-0B6F-461B-B6D2-E4DD63EF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5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867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57A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2659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659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C867C1"/>
    <w:pPr>
      <w:keepNext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59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5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osnovtext">
    <w:name w:val="osnov tex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sz w:val="20"/>
      <w:szCs w:val="20"/>
      <w:lang w:eastAsia="ru-RU"/>
    </w:rPr>
  </w:style>
  <w:style w:type="paragraph" w:customStyle="1" w:styleId="annot">
    <w:name w:val="annot"/>
    <w:rsid w:val="00957A53"/>
    <w:pPr>
      <w:autoSpaceDE w:val="0"/>
      <w:autoSpaceDN w:val="0"/>
      <w:adjustRightInd w:val="0"/>
      <w:spacing w:after="113" w:line="240" w:lineRule="auto"/>
      <w:jc w:val="both"/>
    </w:pPr>
    <w:rPr>
      <w:rFonts w:ascii="Kyrghyz Times" w:eastAsia="Times New Roman" w:hAnsi="Kyrghyz Times" w:cs="Times New Roman"/>
      <w:color w:val="000000"/>
      <w:sz w:val="18"/>
      <w:szCs w:val="18"/>
      <w:lang w:eastAsia="ru-RU"/>
    </w:rPr>
  </w:style>
  <w:style w:type="character" w:styleId="a3">
    <w:name w:val="Hyperlink"/>
    <w:semiHidden/>
    <w:rsid w:val="00957A53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957A5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957A5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957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957A53"/>
    <w:pPr>
      <w:jc w:val="center"/>
    </w:pPr>
    <w:rPr>
      <w:b/>
      <w:sz w:val="28"/>
      <w:szCs w:val="20"/>
    </w:rPr>
  </w:style>
  <w:style w:type="character" w:customStyle="1" w:styleId="a7">
    <w:name w:val="Заголовок Знак"/>
    <w:basedOn w:val="a0"/>
    <w:link w:val="a6"/>
    <w:rsid w:val="00957A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iPriority w:val="1"/>
    <w:unhideWhenUsed/>
    <w:qFormat/>
    <w:rsid w:val="00C16915"/>
    <w:pPr>
      <w:widowControl w:val="0"/>
      <w:ind w:left="134"/>
    </w:pPr>
    <w:rPr>
      <w:rFonts w:cstheme="minorBidi"/>
      <w:lang w:val="en-US" w:eastAsia="en-US"/>
    </w:rPr>
  </w:style>
  <w:style w:type="character" w:customStyle="1" w:styleId="a9">
    <w:name w:val="Основной текст Знак"/>
    <w:basedOn w:val="a0"/>
    <w:link w:val="a8"/>
    <w:rsid w:val="00C16915"/>
    <w:rPr>
      <w:rFonts w:ascii="Times New Roman" w:eastAsia="Times New Roman" w:hAnsi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C16915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Grid">
    <w:name w:val="TableGrid"/>
    <w:rsid w:val="005B1B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rsid w:val="0026595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595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595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rsid w:val="0026595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26595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235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867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867C1"/>
    <w:rPr>
      <w:rFonts w:ascii="Times New Roman" w:eastAsia="Times New Roman" w:hAnsi="Times New Roman" w:cs="Times New Roman"/>
      <w:b/>
      <w:bCs/>
      <w:sz w:val="16"/>
      <w:szCs w:val="20"/>
      <w:lang w:eastAsia="ru-RU"/>
    </w:rPr>
  </w:style>
  <w:style w:type="character" w:styleId="ae">
    <w:name w:val="page number"/>
    <w:basedOn w:val="a0"/>
    <w:rsid w:val="00C867C1"/>
  </w:style>
  <w:style w:type="paragraph" w:styleId="21">
    <w:name w:val="Body Text 2"/>
    <w:basedOn w:val="a"/>
    <w:link w:val="22"/>
    <w:rsid w:val="00C867C1"/>
    <w:rPr>
      <w:b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C867C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C867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67C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rsid w:val="00C867C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C867C1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6F190A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F190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F19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831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16532"/>
  </w:style>
  <w:style w:type="table" w:customStyle="1" w:styleId="12">
    <w:name w:val="Сетка таблицы1"/>
    <w:basedOn w:val="a1"/>
    <w:next w:val="ad"/>
    <w:rsid w:val="00B165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aliases w:val="Текст сноски-FN,ft"/>
    <w:basedOn w:val="a"/>
    <w:link w:val="af4"/>
    <w:uiPriority w:val="99"/>
    <w:rsid w:val="00F2332E"/>
    <w:pPr>
      <w:keepLines/>
      <w:spacing w:before="40"/>
      <w:ind w:left="113" w:hanging="113"/>
    </w:pPr>
    <w:rPr>
      <w:rFonts w:ascii="Calibri" w:hAnsi="Calibri"/>
      <w:sz w:val="16"/>
      <w:szCs w:val="20"/>
    </w:rPr>
  </w:style>
  <w:style w:type="character" w:customStyle="1" w:styleId="af4">
    <w:name w:val="Текст сноски Знак"/>
    <w:aliases w:val="Текст сноски-FN Знак,ft Знак"/>
    <w:basedOn w:val="a0"/>
    <w:link w:val="af3"/>
    <w:uiPriority w:val="99"/>
    <w:rsid w:val="00F2332E"/>
    <w:rPr>
      <w:rFonts w:ascii="Calibri" w:eastAsia="Times New Roman" w:hAnsi="Calibri" w:cs="Times New Roman"/>
      <w:sz w:val="16"/>
      <w:szCs w:val="20"/>
      <w:lang w:eastAsia="ru-RU"/>
    </w:rPr>
  </w:style>
  <w:style w:type="character" w:styleId="af5">
    <w:name w:val="footnote reference"/>
    <w:aliases w:val="Referencia nota al pie"/>
    <w:uiPriority w:val="99"/>
    <w:semiHidden/>
    <w:rsid w:val="00F2332E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301C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01C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uiPriority w:val="1"/>
    <w:qFormat/>
    <w:rsid w:val="00456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DEF2-7744-4436-BCB4-9588EFCD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24461</Words>
  <Characters>139429</Characters>
  <Application>Microsoft Office Word</Application>
  <DocSecurity>0</DocSecurity>
  <Lines>1161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Хусаинова</dc:creator>
  <cp:keywords/>
  <dc:description/>
  <cp:lastModifiedBy>Гулкаир Штыбаева</cp:lastModifiedBy>
  <cp:revision>12</cp:revision>
  <cp:lastPrinted>2024-12-17T10:28:00Z</cp:lastPrinted>
  <dcterms:created xsi:type="dcterms:W3CDTF">2024-06-13T07:24:00Z</dcterms:created>
  <dcterms:modified xsi:type="dcterms:W3CDTF">2024-12-17T10:32:00Z</dcterms:modified>
</cp:coreProperties>
</file>